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B1" w:rsidRPr="002D363C" w:rsidRDefault="00106BB1" w:rsidP="002D363C">
      <w:pPr>
        <w:keepNext/>
        <w:ind w:firstLine="0"/>
        <w:jc w:val="center"/>
        <w:outlineLvl w:val="0"/>
        <w:rPr>
          <w:rFonts w:ascii="Times New Roman" w:hAnsi="Times New Roman"/>
          <w:b/>
          <w:sz w:val="32"/>
        </w:rPr>
      </w:pPr>
      <w:r w:rsidRPr="00891ACD">
        <w:rPr>
          <w:rFonts w:ascii="Times New Roman" w:hAnsi="Times New Roman"/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0.5pt;height:31.5pt">
            <v:imagedata r:id="rId7" r:href="rId8" gain="1.25" blacklevel="6554f" grayscale="t"/>
          </v:shape>
        </w:pict>
      </w:r>
    </w:p>
    <w:p w:rsidR="00106BB1" w:rsidRPr="002D363C" w:rsidRDefault="00106BB1" w:rsidP="002D363C">
      <w:pPr>
        <w:keepNext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2D363C">
        <w:rPr>
          <w:rFonts w:ascii="Times New Roman" w:hAnsi="Times New Roman"/>
          <w:b/>
          <w:sz w:val="28"/>
          <w:szCs w:val="28"/>
        </w:rPr>
        <w:t>Ханты-Мансийский автономный округ-Югра</w:t>
      </w:r>
    </w:p>
    <w:p w:rsidR="00106BB1" w:rsidRPr="002D363C" w:rsidRDefault="00106BB1" w:rsidP="002D363C">
      <w:pPr>
        <w:keepNext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D363C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06BB1" w:rsidRPr="002D363C" w:rsidRDefault="00106BB1" w:rsidP="002D363C">
      <w:pPr>
        <w:keepNext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D363C">
        <w:rPr>
          <w:rFonts w:ascii="Times New Roman" w:hAnsi="Times New Roman"/>
          <w:b/>
          <w:sz w:val="28"/>
          <w:szCs w:val="28"/>
        </w:rPr>
        <w:t>городской округ город Пыть-Ях</w:t>
      </w:r>
    </w:p>
    <w:p w:rsidR="00106BB1" w:rsidRPr="002D363C" w:rsidRDefault="00106BB1" w:rsidP="002D363C">
      <w:pPr>
        <w:keepNext/>
        <w:ind w:firstLine="0"/>
        <w:jc w:val="center"/>
        <w:outlineLvl w:val="3"/>
        <w:rPr>
          <w:rFonts w:ascii="Times New Roman" w:hAnsi="Times New Roman"/>
          <w:b/>
          <w:sz w:val="40"/>
          <w:szCs w:val="40"/>
        </w:rPr>
      </w:pPr>
      <w:r w:rsidRPr="002D363C">
        <w:rPr>
          <w:rFonts w:ascii="Times New Roman" w:hAnsi="Times New Roman"/>
          <w:b/>
          <w:sz w:val="40"/>
          <w:szCs w:val="40"/>
        </w:rPr>
        <w:t>ДУМА ГОРОДА ПЫТЬ-ЯХА</w:t>
      </w:r>
    </w:p>
    <w:p w:rsidR="00106BB1" w:rsidRPr="002D363C" w:rsidRDefault="00106BB1" w:rsidP="002D363C">
      <w:pPr>
        <w:ind w:firstLine="0"/>
        <w:jc w:val="center"/>
        <w:rPr>
          <w:rFonts w:ascii="Times New Roman" w:hAnsi="Times New Roman"/>
          <w:b/>
        </w:rPr>
      </w:pPr>
      <w:r w:rsidRPr="002D363C">
        <w:rPr>
          <w:rFonts w:ascii="Times New Roman" w:hAnsi="Times New Roman"/>
          <w:b/>
        </w:rPr>
        <w:t>шестого созыва</w:t>
      </w:r>
    </w:p>
    <w:p w:rsidR="00106BB1" w:rsidRPr="002D363C" w:rsidRDefault="00106BB1" w:rsidP="002D363C">
      <w:pPr>
        <w:ind w:firstLine="0"/>
        <w:jc w:val="center"/>
        <w:rPr>
          <w:rFonts w:ascii="Times New Roman" w:hAnsi="Times New Roman"/>
          <w:b/>
          <w:sz w:val="16"/>
          <w:szCs w:val="16"/>
        </w:rPr>
      </w:pPr>
    </w:p>
    <w:p w:rsidR="00106BB1" w:rsidRPr="002D363C" w:rsidRDefault="00106BB1" w:rsidP="002D363C">
      <w:pPr>
        <w:keepNext/>
        <w:ind w:firstLine="0"/>
        <w:jc w:val="center"/>
        <w:outlineLvl w:val="2"/>
        <w:rPr>
          <w:rFonts w:ascii="Times New Roman" w:hAnsi="Times New Roman"/>
          <w:b/>
          <w:sz w:val="40"/>
          <w:szCs w:val="40"/>
        </w:rPr>
      </w:pPr>
      <w:r w:rsidRPr="002D363C">
        <w:rPr>
          <w:rFonts w:ascii="Times New Roman" w:hAnsi="Times New Roman"/>
          <w:b/>
          <w:sz w:val="40"/>
          <w:szCs w:val="40"/>
        </w:rPr>
        <w:t>РЕШЕНИЕ</w:t>
      </w:r>
    </w:p>
    <w:p w:rsidR="00106BB1" w:rsidRPr="000F4696" w:rsidRDefault="00106BB1" w:rsidP="000F4696">
      <w:pPr>
        <w:jc w:val="center"/>
        <w:rPr>
          <w:rFonts w:ascii="Times New Roman" w:hAnsi="Times New Roman"/>
          <w:sz w:val="28"/>
          <w:szCs w:val="28"/>
        </w:rPr>
      </w:pPr>
    </w:p>
    <w:p w:rsidR="00106BB1" w:rsidRDefault="00106BB1" w:rsidP="000F4696">
      <w:pPr>
        <w:ind w:firstLine="0"/>
        <w:rPr>
          <w:rFonts w:ascii="Times New Roman" w:hAnsi="Times New Roman"/>
          <w:b/>
          <w:sz w:val="28"/>
          <w:szCs w:val="28"/>
        </w:rPr>
      </w:pPr>
      <w:r w:rsidRPr="000F4696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11.11.2016</w:t>
      </w:r>
      <w:r w:rsidRPr="000F469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проект</w:t>
      </w:r>
      <w:r w:rsidRPr="000F4696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106BB1" w:rsidRPr="000F4696" w:rsidRDefault="00106BB1" w:rsidP="000F4696">
      <w:pPr>
        <w:ind w:firstLine="0"/>
        <w:rPr>
          <w:rFonts w:ascii="Times New Roman" w:hAnsi="Times New Roman"/>
          <w:sz w:val="28"/>
          <w:szCs w:val="28"/>
        </w:rPr>
      </w:pPr>
    </w:p>
    <w:p w:rsidR="00106BB1" w:rsidRPr="000F4696" w:rsidRDefault="00106BB1" w:rsidP="004D5ECE">
      <w:pPr>
        <w:pStyle w:val="Title"/>
        <w:spacing w:before="0" w:after="0"/>
        <w:ind w:right="36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0F4696">
        <w:rPr>
          <w:rFonts w:ascii="Times New Roman" w:hAnsi="Times New Roman" w:cs="Times New Roman"/>
          <w:sz w:val="28"/>
          <w:szCs w:val="28"/>
        </w:rPr>
        <w:t xml:space="preserve">Об утверждении квалификационных требований </w:t>
      </w:r>
      <w:r w:rsidRPr="00E90EF3">
        <w:rPr>
          <w:rFonts w:ascii="Times New Roman" w:hAnsi="Times New Roman" w:cs="Times New Roman"/>
          <w:kern w:val="32"/>
          <w:sz w:val="28"/>
          <w:szCs w:val="28"/>
        </w:rPr>
        <w:t>к уровню профессионального образования, стажу муниципальной службы или стажу работы по специальности, направлению подготовки</w:t>
      </w:r>
      <w:r>
        <w:rPr>
          <w:rFonts w:ascii="Times New Roman" w:hAnsi="Times New Roman" w:cs="Times New Roman"/>
          <w:bCs w:val="0"/>
          <w:kern w:val="32"/>
          <w:sz w:val="28"/>
          <w:szCs w:val="28"/>
        </w:rPr>
        <w:t xml:space="preserve">, </w:t>
      </w:r>
      <w:r>
        <w:rPr>
          <w:rFonts w:ascii="Times New Roman" w:hAnsi="Times New Roman"/>
          <w:bCs w:val="0"/>
          <w:kern w:val="32"/>
          <w:sz w:val="28"/>
          <w:szCs w:val="28"/>
        </w:rPr>
        <w:t xml:space="preserve">необходимым </w:t>
      </w:r>
      <w:r w:rsidRPr="000F469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4696">
        <w:rPr>
          <w:rFonts w:ascii="Times New Roman" w:hAnsi="Times New Roman" w:cs="Times New Roman"/>
          <w:sz w:val="28"/>
          <w:szCs w:val="28"/>
        </w:rPr>
        <w:t>замещения должностей муниципальной службы в органах местного самоуправления города Пыть-Яха</w:t>
      </w:r>
    </w:p>
    <w:p w:rsidR="00106BB1" w:rsidRPr="000F4696" w:rsidRDefault="00106BB1" w:rsidP="000F4696">
      <w:pPr>
        <w:rPr>
          <w:rFonts w:ascii="Times New Roman" w:hAnsi="Times New Roman"/>
          <w:sz w:val="28"/>
          <w:szCs w:val="28"/>
        </w:rPr>
      </w:pPr>
    </w:p>
    <w:p w:rsidR="00106BB1" w:rsidRPr="00DF6A47" w:rsidRDefault="00106BB1" w:rsidP="000547D7">
      <w:pPr>
        <w:rPr>
          <w:rFonts w:ascii="Times New Roman" w:hAnsi="Times New Roman"/>
          <w:sz w:val="28"/>
          <w:szCs w:val="28"/>
        </w:rPr>
      </w:pPr>
      <w:r w:rsidRPr="00DF6A47">
        <w:rPr>
          <w:rFonts w:ascii="Times New Roman" w:hAnsi="Times New Roman"/>
          <w:sz w:val="28"/>
          <w:szCs w:val="28"/>
        </w:rPr>
        <w:t>В соответствии со статьей 9 Федерального закона от 02.03.2007 № 25-ФЗ «О муниципальной службе в Российской Федерации» и статьей 5 Закона Ханты-Мансийского автономного округа - Югры от 20.07.2007 № 113-оз «Об отдельных вопросах муниципальной службы в Ханты-Мансийском автономном округе - Югре»</w:t>
      </w:r>
      <w:r>
        <w:rPr>
          <w:rFonts w:ascii="Times New Roman" w:hAnsi="Times New Roman"/>
          <w:sz w:val="28"/>
          <w:szCs w:val="28"/>
        </w:rPr>
        <w:t>,</w:t>
      </w:r>
      <w:r w:rsidRPr="00DF6A47">
        <w:rPr>
          <w:rFonts w:ascii="Times New Roman" w:hAnsi="Times New Roman"/>
          <w:sz w:val="28"/>
          <w:szCs w:val="28"/>
        </w:rPr>
        <w:t xml:space="preserve"> Дума города</w:t>
      </w:r>
    </w:p>
    <w:p w:rsidR="00106BB1" w:rsidRPr="000F4696" w:rsidRDefault="00106BB1" w:rsidP="000547D7">
      <w:pPr>
        <w:rPr>
          <w:rFonts w:ascii="Times New Roman" w:hAnsi="Times New Roman"/>
          <w:sz w:val="28"/>
          <w:szCs w:val="28"/>
        </w:rPr>
      </w:pPr>
    </w:p>
    <w:p w:rsidR="00106BB1" w:rsidRPr="000F4696" w:rsidRDefault="00106BB1" w:rsidP="000F4696">
      <w:pPr>
        <w:jc w:val="center"/>
        <w:rPr>
          <w:rFonts w:ascii="Times New Roman" w:hAnsi="Times New Roman"/>
          <w:b/>
          <w:sz w:val="28"/>
          <w:szCs w:val="28"/>
        </w:rPr>
      </w:pPr>
      <w:r w:rsidRPr="000F4696">
        <w:rPr>
          <w:rFonts w:ascii="Times New Roman" w:hAnsi="Times New Roman"/>
          <w:b/>
          <w:sz w:val="28"/>
          <w:szCs w:val="28"/>
        </w:rPr>
        <w:t>РЕШИЛА:</w:t>
      </w:r>
    </w:p>
    <w:p w:rsidR="00106BB1" w:rsidRPr="000F4696" w:rsidRDefault="00106BB1" w:rsidP="000F46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06BB1" w:rsidRDefault="00106BB1" w:rsidP="007F5D90">
      <w:pPr>
        <w:rPr>
          <w:rFonts w:ascii="Times New Roman" w:hAnsi="Times New Roman"/>
          <w:sz w:val="28"/>
          <w:szCs w:val="28"/>
        </w:rPr>
      </w:pPr>
      <w:r w:rsidRPr="007F5D9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D90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D90">
        <w:rPr>
          <w:rFonts w:ascii="Times New Roman" w:hAnsi="Times New Roman"/>
          <w:bCs/>
          <w:kern w:val="32"/>
          <w:sz w:val="28"/>
          <w:szCs w:val="28"/>
        </w:rPr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, необходимым для замещения должностей муниципальной службы </w:t>
      </w:r>
      <w:r w:rsidRPr="007F5D90">
        <w:rPr>
          <w:rFonts w:ascii="Times New Roman" w:hAnsi="Times New Roman"/>
          <w:bCs/>
          <w:kern w:val="32"/>
          <w:sz w:val="28"/>
          <w:szCs w:val="28"/>
        </w:rPr>
        <w:t>в органах местного самоуправления города Пыть-Яха</w:t>
      </w:r>
      <w:r>
        <w:rPr>
          <w:rFonts w:ascii="Times New Roman" w:hAnsi="Times New Roman"/>
          <w:bCs/>
          <w:kern w:val="32"/>
          <w:sz w:val="28"/>
          <w:szCs w:val="28"/>
        </w:rPr>
        <w:t>,</w:t>
      </w:r>
      <w:r w:rsidRPr="007F5D90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Pr="007F5D90">
        <w:rPr>
          <w:rFonts w:ascii="Times New Roman" w:hAnsi="Times New Roman"/>
          <w:sz w:val="28"/>
          <w:szCs w:val="28"/>
        </w:rPr>
        <w:t>.</w:t>
      </w:r>
    </w:p>
    <w:p w:rsidR="00106BB1" w:rsidRPr="007F5D90" w:rsidRDefault="00106BB1" w:rsidP="007F5D90">
      <w:pPr>
        <w:rPr>
          <w:rFonts w:ascii="Times New Roman" w:hAnsi="Times New Roman"/>
          <w:sz w:val="28"/>
          <w:szCs w:val="28"/>
        </w:rPr>
      </w:pPr>
    </w:p>
    <w:p w:rsidR="00106BB1" w:rsidRDefault="00106BB1" w:rsidP="007F5D90">
      <w:pPr>
        <w:rPr>
          <w:rFonts w:ascii="Times New Roman" w:hAnsi="Times New Roman"/>
          <w:sz w:val="28"/>
          <w:szCs w:val="28"/>
        </w:rPr>
      </w:pPr>
      <w:r w:rsidRPr="00BD5865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 дня вступления в силу настоящего решения считать</w:t>
      </w:r>
      <w:r w:rsidRPr="00BD5865">
        <w:rPr>
          <w:rFonts w:ascii="Times New Roman" w:hAnsi="Times New Roman"/>
          <w:sz w:val="28"/>
          <w:szCs w:val="28"/>
        </w:rPr>
        <w:t xml:space="preserve"> утратившими силу следующие решения Думы города Пыть</w:t>
      </w:r>
      <w:r>
        <w:rPr>
          <w:rFonts w:ascii="Times New Roman" w:hAnsi="Times New Roman"/>
          <w:sz w:val="28"/>
          <w:szCs w:val="28"/>
        </w:rPr>
        <w:noBreakHyphen/>
        <w:t>Яха:</w:t>
      </w:r>
    </w:p>
    <w:p w:rsidR="00106BB1" w:rsidRDefault="00106BB1" w:rsidP="007F5D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27.11.2007 № 236 «Об утверждении квалификационных требований для замещения должностей муниципальной службы в органах местного самоуправления города Пыть-Яха»; </w:t>
      </w:r>
    </w:p>
    <w:p w:rsidR="00106BB1" w:rsidRDefault="00106BB1" w:rsidP="007F5D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25.05.2010 № 539 «</w:t>
      </w:r>
      <w:r w:rsidRPr="007F5D90">
        <w:rPr>
          <w:rFonts w:ascii="Times New Roman" w:hAnsi="Times New Roman"/>
          <w:sz w:val="28"/>
          <w:szCs w:val="28"/>
        </w:rPr>
        <w:t>О внесении изменений в решение Думы города Пыть-Яха от 27.11.2007 №</w:t>
      </w:r>
      <w:r>
        <w:rPr>
          <w:rFonts w:ascii="Times New Roman" w:hAnsi="Times New Roman"/>
          <w:sz w:val="28"/>
          <w:szCs w:val="28"/>
        </w:rPr>
        <w:t> </w:t>
      </w:r>
      <w:r w:rsidRPr="007F5D90">
        <w:rPr>
          <w:rFonts w:ascii="Times New Roman" w:hAnsi="Times New Roman"/>
          <w:sz w:val="28"/>
          <w:szCs w:val="28"/>
        </w:rPr>
        <w:t>236 «Об утверждении квалификационных требований для замещения должностей муниципальной службы в органах местного самоуправления города Пыть-Яха»</w:t>
      </w:r>
      <w:r>
        <w:rPr>
          <w:rFonts w:ascii="Times New Roman" w:hAnsi="Times New Roman"/>
          <w:sz w:val="28"/>
          <w:szCs w:val="28"/>
        </w:rPr>
        <w:t>;</w:t>
      </w:r>
    </w:p>
    <w:p w:rsidR="00106BB1" w:rsidRPr="00BD5865" w:rsidRDefault="00106BB1" w:rsidP="00BD58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11.04.2014 № 264 «</w:t>
      </w:r>
      <w:r w:rsidRPr="00BD5865">
        <w:rPr>
          <w:rFonts w:ascii="Times New Roman" w:hAnsi="Times New Roman"/>
          <w:sz w:val="28"/>
          <w:szCs w:val="28"/>
        </w:rPr>
        <w:t>О внесении изменения в решение Думы города Пыть-Яха от 27.11.2007 №</w:t>
      </w:r>
      <w:r>
        <w:rPr>
          <w:rFonts w:ascii="Times New Roman" w:hAnsi="Times New Roman"/>
          <w:sz w:val="28"/>
          <w:szCs w:val="28"/>
        </w:rPr>
        <w:t> </w:t>
      </w:r>
      <w:r w:rsidRPr="00BD5865">
        <w:rPr>
          <w:rFonts w:ascii="Times New Roman" w:hAnsi="Times New Roman"/>
          <w:sz w:val="28"/>
          <w:szCs w:val="28"/>
        </w:rPr>
        <w:t>236 «Об утверждении квалификационных требований для замещения должностей муниципальной службы в органах местного самоуправления города Пыть-Яха» (в ред. от 25.05.2010 № 539)</w:t>
      </w:r>
      <w:r>
        <w:rPr>
          <w:rFonts w:ascii="Times New Roman" w:hAnsi="Times New Roman"/>
          <w:sz w:val="28"/>
          <w:szCs w:val="28"/>
        </w:rPr>
        <w:t>;</w:t>
      </w:r>
    </w:p>
    <w:p w:rsidR="00106BB1" w:rsidRDefault="00106BB1" w:rsidP="00BD58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 от 27.04.2016 № 412 «</w:t>
      </w:r>
      <w:r w:rsidRPr="00BD5865">
        <w:rPr>
          <w:rFonts w:ascii="Times New Roman" w:hAnsi="Times New Roman"/>
          <w:sz w:val="28"/>
          <w:szCs w:val="28"/>
        </w:rPr>
        <w:t>О внесении изменения в решение  Думы города Пыть-Яха от 27.11.2007 №</w:t>
      </w:r>
      <w:r>
        <w:rPr>
          <w:rFonts w:ascii="Times New Roman" w:hAnsi="Times New Roman"/>
          <w:sz w:val="28"/>
          <w:szCs w:val="28"/>
        </w:rPr>
        <w:t> </w:t>
      </w:r>
      <w:r w:rsidRPr="00BD5865">
        <w:rPr>
          <w:rFonts w:ascii="Times New Roman" w:hAnsi="Times New Roman"/>
          <w:sz w:val="28"/>
          <w:szCs w:val="28"/>
        </w:rPr>
        <w:t>236 «Об утверждении квалификационных  требований для замещения должностей  муниципальной службы в органах местного  самоуправления города Пыть-Яха»  (в ред. от 25.05.2010 № 539, от 11.04.2014 № 264)</w:t>
      </w:r>
      <w:r>
        <w:rPr>
          <w:rFonts w:ascii="Times New Roman" w:hAnsi="Times New Roman"/>
          <w:sz w:val="28"/>
          <w:szCs w:val="28"/>
        </w:rPr>
        <w:t>.</w:t>
      </w:r>
    </w:p>
    <w:p w:rsidR="00106BB1" w:rsidRPr="00BD5865" w:rsidRDefault="00106BB1" w:rsidP="00BD5865">
      <w:pPr>
        <w:rPr>
          <w:rFonts w:ascii="Times New Roman" w:hAnsi="Times New Roman"/>
          <w:sz w:val="28"/>
          <w:szCs w:val="28"/>
        </w:rPr>
      </w:pPr>
      <w:r w:rsidRPr="00BD5865">
        <w:rPr>
          <w:rFonts w:ascii="Times New Roman" w:hAnsi="Times New Roman"/>
          <w:sz w:val="28"/>
          <w:szCs w:val="28"/>
        </w:rPr>
        <w:t xml:space="preserve">   </w:t>
      </w:r>
    </w:p>
    <w:p w:rsidR="00106BB1" w:rsidRPr="00380121" w:rsidRDefault="00106BB1" w:rsidP="00380121">
      <w:pPr>
        <w:autoSpaceDE w:val="0"/>
        <w:autoSpaceDN w:val="0"/>
        <w:adjustRightInd w:val="0"/>
        <w:ind w:firstLine="5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121">
        <w:rPr>
          <w:rFonts w:ascii="Times New Roman" w:hAnsi="Times New Roman"/>
          <w:sz w:val="28"/>
          <w:szCs w:val="28"/>
        </w:rPr>
        <w:t>. Опубликовать настоящее решение в печатном средстве массовой информации «Официальный вестник».</w:t>
      </w:r>
    </w:p>
    <w:p w:rsidR="00106BB1" w:rsidRPr="00380121" w:rsidRDefault="00106BB1" w:rsidP="00380121">
      <w:pPr>
        <w:autoSpaceDE w:val="0"/>
        <w:autoSpaceDN w:val="0"/>
        <w:adjustRightInd w:val="0"/>
        <w:ind w:firstLine="561"/>
        <w:rPr>
          <w:rFonts w:ascii="Times New Roman" w:hAnsi="Times New Roman"/>
          <w:sz w:val="28"/>
          <w:szCs w:val="28"/>
        </w:rPr>
      </w:pPr>
    </w:p>
    <w:p w:rsidR="00106BB1" w:rsidRPr="00380121" w:rsidRDefault="00106BB1" w:rsidP="00380121">
      <w:pPr>
        <w:autoSpaceDE w:val="0"/>
        <w:autoSpaceDN w:val="0"/>
        <w:adjustRightInd w:val="0"/>
        <w:ind w:firstLine="5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121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106BB1" w:rsidRDefault="00106BB1" w:rsidP="007F5D90">
      <w:pPr>
        <w:rPr>
          <w:rFonts w:ascii="Times New Roman" w:hAnsi="Times New Roman"/>
          <w:sz w:val="28"/>
          <w:szCs w:val="28"/>
        </w:rPr>
      </w:pPr>
    </w:p>
    <w:p w:rsidR="00106BB1" w:rsidRPr="000F4696" w:rsidRDefault="00106BB1" w:rsidP="007F5D9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148"/>
        <w:gridCol w:w="4706"/>
      </w:tblGrid>
      <w:tr w:rsidR="00106BB1" w:rsidRPr="00EB4EA5" w:rsidTr="00064D13">
        <w:tc>
          <w:tcPr>
            <w:tcW w:w="5148" w:type="dxa"/>
          </w:tcPr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Думы         </w:t>
            </w:r>
          </w:p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>города Пыть-Яха</w:t>
            </w:r>
          </w:p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___________Шевченко О.В.</w:t>
            </w:r>
          </w:p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>«___»___________2016 г.</w:t>
            </w: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4706" w:type="dxa"/>
          </w:tcPr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</w:p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29161A">
              <w:rPr>
                <w:rFonts w:ascii="Times New Roman" w:hAnsi="Times New Roman"/>
                <w:b/>
                <w:sz w:val="28"/>
                <w:szCs w:val="28"/>
              </w:rPr>
              <w:t>города Пыть-Яха</w:t>
            </w:r>
          </w:p>
          <w:p w:rsidR="00106BB1" w:rsidRPr="0029161A" w:rsidRDefault="00106BB1" w:rsidP="0029161A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Ковалевский О.Л.</w:t>
            </w:r>
            <w:r w:rsidRPr="0029161A">
              <w:rPr>
                <w:rFonts w:ascii="Times New Roman" w:hAnsi="Times New Roman"/>
                <w:b/>
                <w:sz w:val="28"/>
                <w:szCs w:val="28"/>
              </w:rPr>
              <w:t xml:space="preserve"> «____»__</w:t>
            </w:r>
            <w:r w:rsidRPr="0029161A">
              <w:rPr>
                <w:rFonts w:ascii="Times New Roman" w:hAnsi="Times New Roman"/>
                <w:b/>
                <w:sz w:val="28"/>
                <w:szCs w:val="28"/>
              </w:rPr>
              <w:softHyphen/>
              <w:t>________2016 г.</w:t>
            </w:r>
          </w:p>
        </w:tc>
      </w:tr>
    </w:tbl>
    <w:p w:rsidR="00106BB1" w:rsidRPr="000F4696" w:rsidRDefault="00106BB1" w:rsidP="000F4696">
      <w:pPr>
        <w:rPr>
          <w:rFonts w:ascii="Times New Roman" w:hAnsi="Times New Roman"/>
          <w:sz w:val="28"/>
          <w:szCs w:val="28"/>
        </w:rPr>
      </w:pPr>
    </w:p>
    <w:p w:rsidR="00106BB1" w:rsidRDefault="00106BB1" w:rsidP="00EB4EA5">
      <w:pPr>
        <w:rPr>
          <w:b/>
          <w:sz w:val="28"/>
          <w:szCs w:val="28"/>
        </w:rPr>
      </w:pPr>
    </w:p>
    <w:p w:rsidR="00106BB1" w:rsidRDefault="00106BB1" w:rsidP="00EB4EA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</w:p>
    <w:p w:rsidR="00106BB1" w:rsidRDefault="00106BB1" w:rsidP="00EB4EA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06BB1" w:rsidRDefault="00106BB1" w:rsidP="00EB4EA5">
      <w:pPr>
        <w:rPr>
          <w:b/>
          <w:sz w:val="28"/>
          <w:szCs w:val="28"/>
        </w:rPr>
      </w:pPr>
    </w:p>
    <w:p w:rsidR="00106BB1" w:rsidRDefault="00106BB1" w:rsidP="00EB4EA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</w:r>
    </w:p>
    <w:p w:rsidR="00106BB1" w:rsidRDefault="00106BB1" w:rsidP="00EB4EA5">
      <w:pPr>
        <w:rPr>
          <w:b/>
          <w:sz w:val="28"/>
          <w:szCs w:val="28"/>
        </w:rPr>
      </w:pPr>
    </w:p>
    <w:p w:rsidR="00106BB1" w:rsidRDefault="00106BB1" w:rsidP="00EB4EA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06BB1" w:rsidRDefault="00106BB1" w:rsidP="00EB4EA5">
      <w:pPr>
        <w:pStyle w:val="Title0"/>
        <w:ind w:left="1440" w:firstLine="72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</w:p>
    <w:p w:rsidR="00106BB1" w:rsidRDefault="00106BB1" w:rsidP="00EB4EA5">
      <w:pPr>
        <w:pStyle w:val="Title0"/>
        <w:ind w:left="1440" w:firstLine="720"/>
        <w:jc w:val="right"/>
        <w:rPr>
          <w:b w:val="0"/>
          <w:sz w:val="28"/>
          <w:szCs w:val="28"/>
        </w:rPr>
      </w:pPr>
    </w:p>
    <w:p w:rsidR="00106BB1" w:rsidRPr="007D1821" w:rsidRDefault="00106BB1" w:rsidP="00BD5865">
      <w:pPr>
        <w:jc w:val="right"/>
        <w:rPr>
          <w:rFonts w:ascii="Times New Roman" w:hAnsi="Times New Roman"/>
          <w:sz w:val="28"/>
          <w:szCs w:val="28"/>
        </w:rPr>
      </w:pPr>
      <w:r>
        <w:br w:type="page"/>
      </w:r>
      <w:bookmarkStart w:id="1" w:name="приложение1"/>
      <w:r w:rsidRPr="007D1821">
        <w:rPr>
          <w:rFonts w:ascii="Times New Roman" w:hAnsi="Times New Roman"/>
          <w:sz w:val="28"/>
          <w:szCs w:val="28"/>
        </w:rPr>
        <w:t xml:space="preserve">Приложение </w:t>
      </w:r>
    </w:p>
    <w:bookmarkEnd w:id="1"/>
    <w:p w:rsidR="00106BB1" w:rsidRPr="007D1821" w:rsidRDefault="00106BB1" w:rsidP="000F4696">
      <w:pPr>
        <w:pStyle w:val="Application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D1821">
        <w:rPr>
          <w:rFonts w:ascii="Times New Roman" w:hAnsi="Times New Roman" w:cs="Times New Roman"/>
          <w:b w:val="0"/>
          <w:sz w:val="28"/>
          <w:szCs w:val="28"/>
        </w:rPr>
        <w:t>к решению Думы г</w:t>
      </w:r>
      <w:r>
        <w:rPr>
          <w:rFonts w:ascii="Times New Roman" w:hAnsi="Times New Roman" w:cs="Times New Roman"/>
          <w:b w:val="0"/>
          <w:sz w:val="28"/>
          <w:szCs w:val="28"/>
        </w:rPr>
        <w:t>орода</w:t>
      </w:r>
      <w:r w:rsidRPr="007D1821">
        <w:rPr>
          <w:rFonts w:ascii="Times New Roman" w:hAnsi="Times New Roman" w:cs="Times New Roman"/>
          <w:b w:val="0"/>
          <w:sz w:val="28"/>
          <w:szCs w:val="28"/>
        </w:rPr>
        <w:t xml:space="preserve"> Пыть-Яха</w:t>
      </w:r>
    </w:p>
    <w:p w:rsidR="00106BB1" w:rsidRPr="007D1821" w:rsidRDefault="00106BB1" w:rsidP="000F4696">
      <w:pPr>
        <w:pStyle w:val="Application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D1821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11.11.2016</w:t>
      </w:r>
      <w:r w:rsidRPr="007D1821"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</w:p>
    <w:p w:rsidR="00106BB1" w:rsidRPr="00DF6A47" w:rsidRDefault="00106BB1" w:rsidP="000F4696">
      <w:pPr>
        <w:pStyle w:val="Application"/>
        <w:spacing w:before="0" w:after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106BB1" w:rsidRPr="00E90EF3" w:rsidRDefault="00106BB1" w:rsidP="000F4696">
      <w:pPr>
        <w:pStyle w:val="ConsPlusNormal"/>
        <w:widowControl/>
        <w:ind w:firstLine="567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E90EF3">
        <w:rPr>
          <w:rFonts w:ascii="Times New Roman" w:hAnsi="Times New Roman" w:cs="Times New Roman"/>
          <w:bCs/>
          <w:kern w:val="32"/>
          <w:sz w:val="28"/>
          <w:szCs w:val="28"/>
        </w:rPr>
        <w:t>Квалификационные требования</w:t>
      </w:r>
    </w:p>
    <w:p w:rsidR="00106BB1" w:rsidRPr="00E90EF3" w:rsidRDefault="00106BB1" w:rsidP="000F4696">
      <w:pPr>
        <w:pStyle w:val="ConsPlusNormal"/>
        <w:widowControl/>
        <w:ind w:firstLine="567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E90EF3">
        <w:rPr>
          <w:rFonts w:ascii="Times New Roman" w:hAnsi="Times New Roman" w:cs="Times New Roman"/>
          <w:bCs/>
          <w:kern w:val="32"/>
          <w:sz w:val="28"/>
          <w:szCs w:val="28"/>
        </w:rPr>
        <w:t>к уровню профессионального образования, стажу муниципальной службы или стажу работы по специальности, направлению подготовки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, </w:t>
      </w:r>
      <w:r>
        <w:rPr>
          <w:rFonts w:ascii="Times New Roman" w:hAnsi="Times New Roman"/>
          <w:bCs/>
          <w:kern w:val="32"/>
          <w:sz w:val="28"/>
          <w:szCs w:val="28"/>
        </w:rPr>
        <w:t>необходимым для замещения должностей муниципальной службы</w:t>
      </w:r>
      <w:r w:rsidRPr="00E90EF3">
        <w:rPr>
          <w:rFonts w:ascii="Times New Roman" w:hAnsi="Times New Roman" w:cs="Times New Roman"/>
          <w:bCs/>
          <w:kern w:val="32"/>
          <w:sz w:val="28"/>
          <w:szCs w:val="28"/>
        </w:rPr>
        <w:t xml:space="preserve">  в органах местного самоуправления города Пыть-Яха</w:t>
      </w:r>
    </w:p>
    <w:p w:rsidR="00106BB1" w:rsidRPr="00E90EF3" w:rsidRDefault="00106BB1" w:rsidP="000F4696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106BB1" w:rsidRPr="004E37B4" w:rsidRDefault="00106BB1" w:rsidP="000F4696">
      <w:pPr>
        <w:pStyle w:val="ConsPlusNormal"/>
        <w:widowControl/>
        <w:numPr>
          <w:ilvl w:val="0"/>
          <w:numId w:val="25"/>
        </w:numPr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E37B4">
        <w:rPr>
          <w:rFonts w:ascii="Times New Roman" w:hAnsi="Times New Roman" w:cs="Times New Roman"/>
          <w:sz w:val="28"/>
          <w:szCs w:val="28"/>
        </w:rPr>
        <w:t>Для должностей муниципальной службы высшей группы:</w:t>
      </w:r>
    </w:p>
    <w:p w:rsidR="00106BB1" w:rsidRPr="004E37B4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7B4">
        <w:rPr>
          <w:rFonts w:ascii="Times New Roman" w:hAnsi="Times New Roman" w:cs="Times New Roman"/>
          <w:sz w:val="28"/>
          <w:szCs w:val="28"/>
        </w:rPr>
        <w:t>- высшее образование;</w:t>
      </w:r>
    </w:p>
    <w:p w:rsidR="00106BB1" w:rsidRPr="004E37B4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7B4">
        <w:rPr>
          <w:rFonts w:ascii="Times New Roman" w:hAnsi="Times New Roman" w:cs="Times New Roman"/>
          <w:sz w:val="28"/>
          <w:szCs w:val="28"/>
        </w:rPr>
        <w:t xml:space="preserve">- стаж муниципальной службы не менее шести лет или стаж работы по специальности, направлению </w:t>
      </w:r>
      <w:r>
        <w:rPr>
          <w:rFonts w:ascii="Times New Roman" w:hAnsi="Times New Roman" w:cs="Times New Roman"/>
          <w:sz w:val="28"/>
          <w:szCs w:val="28"/>
        </w:rPr>
        <w:t>подготовки</w:t>
      </w:r>
      <w:r w:rsidRPr="004E37B4">
        <w:rPr>
          <w:rFonts w:ascii="Times New Roman" w:hAnsi="Times New Roman" w:cs="Times New Roman"/>
          <w:sz w:val="28"/>
          <w:szCs w:val="28"/>
        </w:rPr>
        <w:t xml:space="preserve"> не менее семи лет.</w:t>
      </w:r>
    </w:p>
    <w:p w:rsidR="00106BB1" w:rsidRPr="000F4696" w:rsidRDefault="00106BB1" w:rsidP="000F4696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6BB1" w:rsidRPr="004E37B4" w:rsidRDefault="00106BB1" w:rsidP="000F4696">
      <w:pPr>
        <w:pStyle w:val="ConsPlusNormal"/>
        <w:widowControl/>
        <w:numPr>
          <w:ilvl w:val="0"/>
          <w:numId w:val="25"/>
        </w:numPr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E37B4">
        <w:rPr>
          <w:rFonts w:ascii="Times New Roman" w:hAnsi="Times New Roman" w:cs="Times New Roman"/>
          <w:sz w:val="28"/>
          <w:szCs w:val="28"/>
        </w:rPr>
        <w:t>Для должностей муниципальной службы главной группы:</w:t>
      </w:r>
    </w:p>
    <w:p w:rsidR="00106BB1" w:rsidRPr="004E37B4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7B4">
        <w:rPr>
          <w:rFonts w:ascii="Times New Roman" w:hAnsi="Times New Roman" w:cs="Times New Roman"/>
          <w:sz w:val="28"/>
          <w:szCs w:val="28"/>
        </w:rPr>
        <w:t>- высшее образование;</w:t>
      </w:r>
    </w:p>
    <w:p w:rsidR="00106BB1" w:rsidRPr="004E37B4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7B4">
        <w:rPr>
          <w:rFonts w:ascii="Times New Roman" w:hAnsi="Times New Roman" w:cs="Times New Roman"/>
          <w:sz w:val="28"/>
          <w:szCs w:val="28"/>
        </w:rPr>
        <w:t>- стаж муниципальной службы не менее четырех лет или стаж работы по специальности, направлению подготовки не менее пяти лет.</w:t>
      </w:r>
    </w:p>
    <w:p w:rsidR="00106BB1" w:rsidRPr="004E37B4" w:rsidRDefault="00106BB1" w:rsidP="000F469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BB1" w:rsidRPr="007D1821" w:rsidRDefault="00106BB1" w:rsidP="000F4696">
      <w:pPr>
        <w:pStyle w:val="ConsPlusNormal"/>
        <w:widowControl/>
        <w:numPr>
          <w:ilvl w:val="0"/>
          <w:numId w:val="25"/>
        </w:numPr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Для должностей муниципальной службы ведущей группы:</w:t>
      </w:r>
    </w:p>
    <w:p w:rsidR="00106BB1" w:rsidRPr="007D1821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- высшее образование;</w:t>
      </w:r>
    </w:p>
    <w:p w:rsidR="00106BB1" w:rsidRPr="007D1821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- стаж муниципальной службы не менее двух лет или стаж работы по специальности, направлению подготовки не менее четырех лет.</w:t>
      </w:r>
    </w:p>
    <w:p w:rsidR="00106BB1" w:rsidRPr="007D1821" w:rsidRDefault="00106BB1" w:rsidP="000F4696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06BB1" w:rsidRPr="00FE2CFD" w:rsidRDefault="00106BB1" w:rsidP="000F4696">
      <w:pPr>
        <w:pStyle w:val="ConsPlusNormal"/>
        <w:widowControl/>
        <w:tabs>
          <w:tab w:val="left" w:pos="851"/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2CFD">
        <w:rPr>
          <w:rFonts w:ascii="Times New Roman" w:hAnsi="Times New Roman" w:cs="Times New Roman"/>
          <w:sz w:val="28"/>
          <w:szCs w:val="28"/>
        </w:rPr>
        <w:t>3.1. Гражданам, имеющим дипломы специалиста или магистра с отличием, в течение трех лет со дня выдачи диплома необходимо иметь для замещения должностей муниципальной службы ведущей группы не менее одного года стажа муниципальной службы или стажа работы по специальности, направлению подготовки.</w:t>
      </w:r>
    </w:p>
    <w:p w:rsidR="00106BB1" w:rsidRPr="000F4696" w:rsidRDefault="00106BB1" w:rsidP="000F4696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6BB1" w:rsidRPr="007D1821" w:rsidRDefault="00106BB1" w:rsidP="000F4696">
      <w:pPr>
        <w:pStyle w:val="ConsPlusNormal"/>
        <w:widowControl/>
        <w:numPr>
          <w:ilvl w:val="0"/>
          <w:numId w:val="25"/>
        </w:numPr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Для должностей муниципальной службы старшей, младшей групп:</w:t>
      </w:r>
    </w:p>
    <w:p w:rsidR="00106BB1" w:rsidRPr="007D1821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- среднее профессиональное образование по специализации должности муниципальной службы или образование, считающееся равноценным;</w:t>
      </w:r>
    </w:p>
    <w:p w:rsidR="00106BB1" w:rsidRPr="007D1821" w:rsidRDefault="00106BB1" w:rsidP="000F4696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- без предъявления требований к стажу.</w:t>
      </w:r>
    </w:p>
    <w:p w:rsidR="00106BB1" w:rsidRPr="000F4696" w:rsidRDefault="00106BB1" w:rsidP="000F4696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6BB1" w:rsidRPr="007D1821" w:rsidRDefault="00106BB1" w:rsidP="000F46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821">
        <w:rPr>
          <w:rFonts w:ascii="Times New Roman" w:hAnsi="Times New Roman" w:cs="Times New Roman"/>
          <w:sz w:val="28"/>
          <w:szCs w:val="28"/>
        </w:rPr>
        <w:t>5. Для должностей муниципальной службы, учреждаемых для выполнения функций «помощник (советник)»:</w:t>
      </w:r>
    </w:p>
    <w:p w:rsidR="00106BB1" w:rsidRPr="007D1821" w:rsidRDefault="00106BB1" w:rsidP="000F4696">
      <w:pPr>
        <w:adjustRightInd w:val="0"/>
        <w:rPr>
          <w:rFonts w:ascii="Times New Roman" w:hAnsi="Times New Roman"/>
          <w:sz w:val="28"/>
          <w:szCs w:val="28"/>
        </w:rPr>
      </w:pPr>
      <w:r w:rsidRPr="007D1821">
        <w:rPr>
          <w:rFonts w:ascii="Times New Roman" w:hAnsi="Times New Roman"/>
          <w:sz w:val="28"/>
          <w:szCs w:val="28"/>
        </w:rPr>
        <w:t>- высшее образование;</w:t>
      </w:r>
    </w:p>
    <w:p w:rsidR="00106BB1" w:rsidRPr="007D1821" w:rsidRDefault="00106BB1" w:rsidP="000F4696">
      <w:pPr>
        <w:adjustRightInd w:val="0"/>
        <w:rPr>
          <w:rFonts w:ascii="Times New Roman" w:hAnsi="Times New Roman"/>
          <w:sz w:val="28"/>
          <w:szCs w:val="28"/>
        </w:rPr>
      </w:pPr>
      <w:r w:rsidRPr="007D1821">
        <w:rPr>
          <w:rFonts w:ascii="Times New Roman" w:hAnsi="Times New Roman"/>
          <w:sz w:val="28"/>
          <w:szCs w:val="28"/>
        </w:rPr>
        <w:t>- стаж муниципальной службы не менее двух лет или стаж работы по специальности, направлению подготовки не менее трех лет.</w:t>
      </w:r>
    </w:p>
    <w:p w:rsidR="00106BB1" w:rsidRPr="000F4696" w:rsidRDefault="00106BB1" w:rsidP="000F4696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6BB1" w:rsidRPr="000D2A10" w:rsidRDefault="00106BB1" w:rsidP="000F4696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A10">
        <w:rPr>
          <w:rFonts w:ascii="Times New Roman" w:hAnsi="Times New Roman" w:cs="Times New Roman"/>
          <w:sz w:val="28"/>
          <w:szCs w:val="28"/>
        </w:rPr>
        <w:t>6. Решение о признании образования равноценным принимается руководителем органа местного самоуправления города Пыть-Яха.</w:t>
      </w:r>
    </w:p>
    <w:p w:rsidR="00106BB1" w:rsidRPr="000F4696" w:rsidRDefault="00106BB1" w:rsidP="000F4696">
      <w:pPr>
        <w:rPr>
          <w:rFonts w:ascii="Times New Roman" w:hAnsi="Times New Roman"/>
          <w:sz w:val="28"/>
          <w:szCs w:val="28"/>
          <w:highlight w:val="yellow"/>
        </w:rPr>
      </w:pPr>
    </w:p>
    <w:sectPr w:rsidR="00106BB1" w:rsidRPr="000F4696" w:rsidSect="000F4696">
      <w:headerReference w:type="even" r:id="rId9"/>
      <w:pgSz w:w="11906" w:h="16838" w:code="9"/>
      <w:pgMar w:top="1134" w:right="56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BB1" w:rsidRDefault="00106BB1">
      <w:r>
        <w:separator/>
      </w:r>
    </w:p>
  </w:endnote>
  <w:endnote w:type="continuationSeparator" w:id="0">
    <w:p w:rsidR="00106BB1" w:rsidRDefault="00106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BB1" w:rsidRDefault="00106BB1">
      <w:r>
        <w:separator/>
      </w:r>
    </w:p>
  </w:footnote>
  <w:footnote w:type="continuationSeparator" w:id="0">
    <w:p w:rsidR="00106BB1" w:rsidRDefault="00106B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BB1" w:rsidRDefault="00106BB1" w:rsidP="008C336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BB1" w:rsidRDefault="00106BB1" w:rsidP="008C336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952"/>
    <w:multiLevelType w:val="hybridMultilevel"/>
    <w:tmpl w:val="F2B22BDA"/>
    <w:lvl w:ilvl="0" w:tplc="A4A4D51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E636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63E6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0B155FF9"/>
    <w:multiLevelType w:val="multilevel"/>
    <w:tmpl w:val="EEEC7552"/>
    <w:lvl w:ilvl="0">
      <w:start w:val="3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firstLine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1D379B1"/>
    <w:multiLevelType w:val="hybridMultilevel"/>
    <w:tmpl w:val="759A32D8"/>
    <w:lvl w:ilvl="0" w:tplc="1BE0E7F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5F083972">
      <w:start w:val="1"/>
      <w:numFmt w:val="decimal"/>
      <w:lvlText w:val="%2."/>
      <w:lvlJc w:val="left"/>
      <w:pPr>
        <w:tabs>
          <w:tab w:val="num" w:pos="1080"/>
        </w:tabs>
        <w:ind w:left="683" w:firstLine="397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75177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>
    <w:nsid w:val="16C07BEF"/>
    <w:multiLevelType w:val="hybridMultilevel"/>
    <w:tmpl w:val="313EA294"/>
    <w:lvl w:ilvl="0" w:tplc="A6ACA0DC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20297B76"/>
    <w:multiLevelType w:val="hybridMultilevel"/>
    <w:tmpl w:val="483ECBD8"/>
    <w:lvl w:ilvl="0" w:tplc="1BE0E7F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5F083972">
      <w:start w:val="1"/>
      <w:numFmt w:val="decimal"/>
      <w:lvlText w:val="%2."/>
      <w:lvlJc w:val="left"/>
      <w:pPr>
        <w:tabs>
          <w:tab w:val="num" w:pos="1080"/>
        </w:tabs>
        <w:ind w:left="683" w:firstLine="397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C55D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277146FA"/>
    <w:multiLevelType w:val="multilevel"/>
    <w:tmpl w:val="38D81AFA"/>
    <w:lvl w:ilvl="0">
      <w:start w:val="6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D5D744C"/>
    <w:multiLevelType w:val="hybridMultilevel"/>
    <w:tmpl w:val="5362593C"/>
    <w:lvl w:ilvl="0" w:tplc="98D82C98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852355"/>
    <w:multiLevelType w:val="hybridMultilevel"/>
    <w:tmpl w:val="6E24BD88"/>
    <w:lvl w:ilvl="0" w:tplc="7EF61222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FD9627D6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3428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CC04AF6"/>
    <w:multiLevelType w:val="multilevel"/>
    <w:tmpl w:val="C27E010E"/>
    <w:styleLink w:val="1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3CE15171"/>
    <w:multiLevelType w:val="multilevel"/>
    <w:tmpl w:val="C27E010E"/>
    <w:styleLink w:val="10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409C6210"/>
    <w:multiLevelType w:val="hybridMultilevel"/>
    <w:tmpl w:val="CC3EF8AA"/>
    <w:lvl w:ilvl="0" w:tplc="A6ACA0DC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E30B47"/>
    <w:multiLevelType w:val="multilevel"/>
    <w:tmpl w:val="E1808968"/>
    <w:lvl w:ilvl="0">
      <w:start w:val="5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14070FB"/>
    <w:multiLevelType w:val="hybridMultilevel"/>
    <w:tmpl w:val="A4C80564"/>
    <w:lvl w:ilvl="0" w:tplc="1BE0E7F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5F083972">
      <w:start w:val="1"/>
      <w:numFmt w:val="decimal"/>
      <w:lvlText w:val="%2."/>
      <w:lvlJc w:val="left"/>
      <w:pPr>
        <w:tabs>
          <w:tab w:val="num" w:pos="1080"/>
        </w:tabs>
        <w:ind w:left="683" w:firstLine="397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267508"/>
    <w:multiLevelType w:val="hybridMultilevel"/>
    <w:tmpl w:val="3EF22E8E"/>
    <w:lvl w:ilvl="0" w:tplc="0438310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  <w:b w:val="0"/>
      </w:rPr>
    </w:lvl>
    <w:lvl w:ilvl="1" w:tplc="1558179E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ascii="Times New Roman" w:hAnsi="Times New Roman"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4503E27"/>
    <w:multiLevelType w:val="multilevel"/>
    <w:tmpl w:val="6622B6A6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57646F6"/>
    <w:multiLevelType w:val="hybridMultilevel"/>
    <w:tmpl w:val="79C29676"/>
    <w:lvl w:ilvl="0" w:tplc="CB200AB2">
      <w:start w:val="1"/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1" w:tplc="1CFC5F3E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 w:val="0"/>
      </w:rPr>
    </w:lvl>
    <w:lvl w:ilvl="2" w:tplc="40E6397C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ascii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1">
    <w:nsid w:val="5C736DFF"/>
    <w:multiLevelType w:val="hybridMultilevel"/>
    <w:tmpl w:val="6F884500"/>
    <w:lvl w:ilvl="0" w:tplc="A4A4D51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D3380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>
    <w:nsid w:val="680E275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CA723F7"/>
    <w:multiLevelType w:val="hybridMultilevel"/>
    <w:tmpl w:val="F0301D00"/>
    <w:lvl w:ilvl="0" w:tplc="A4A4D51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256BA"/>
    <w:multiLevelType w:val="hybridMultilevel"/>
    <w:tmpl w:val="DA187FE8"/>
    <w:lvl w:ilvl="0" w:tplc="F202B700">
      <w:start w:val="1"/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CF29E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F36655"/>
    <w:multiLevelType w:val="hybridMultilevel"/>
    <w:tmpl w:val="3AD2DE36"/>
    <w:lvl w:ilvl="0" w:tplc="A4A4D51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20CF3"/>
    <w:multiLevelType w:val="multilevel"/>
    <w:tmpl w:val="DE3C34AC"/>
    <w:lvl w:ilvl="0">
      <w:start w:val="4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76FB3CC4"/>
    <w:multiLevelType w:val="multilevel"/>
    <w:tmpl w:val="CEEEF7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9">
    <w:nsid w:val="77251E81"/>
    <w:multiLevelType w:val="hybridMultilevel"/>
    <w:tmpl w:val="9B7C49FC"/>
    <w:lvl w:ilvl="0" w:tplc="1BE0E7F2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5F5BE0"/>
    <w:multiLevelType w:val="hybridMultilevel"/>
    <w:tmpl w:val="A9C204D0"/>
    <w:lvl w:ilvl="0" w:tplc="5F083972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FD9627D6">
      <w:start w:val="1"/>
      <w:numFmt w:val="bullet"/>
      <w:lvlText w:val="-"/>
      <w:lvlJc w:val="left"/>
      <w:pPr>
        <w:tabs>
          <w:tab w:val="num" w:pos="1080"/>
        </w:tabs>
        <w:ind w:left="40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C954CF"/>
    <w:multiLevelType w:val="hybridMultilevel"/>
    <w:tmpl w:val="9A52BBCC"/>
    <w:lvl w:ilvl="0" w:tplc="A03A550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9"/>
  </w:num>
  <w:num w:numId="5">
    <w:abstractNumId w:val="3"/>
  </w:num>
  <w:num w:numId="6">
    <w:abstractNumId w:val="27"/>
  </w:num>
  <w:num w:numId="7">
    <w:abstractNumId w:val="16"/>
  </w:num>
  <w:num w:numId="8">
    <w:abstractNumId w:val="9"/>
  </w:num>
  <w:num w:numId="9">
    <w:abstractNumId w:val="11"/>
  </w:num>
  <w:num w:numId="10">
    <w:abstractNumId w:val="20"/>
  </w:num>
  <w:num w:numId="11">
    <w:abstractNumId w:val="30"/>
  </w:num>
  <w:num w:numId="12">
    <w:abstractNumId w:val="4"/>
  </w:num>
  <w:num w:numId="13">
    <w:abstractNumId w:val="29"/>
  </w:num>
  <w:num w:numId="14">
    <w:abstractNumId w:val="17"/>
  </w:num>
  <w:num w:numId="15">
    <w:abstractNumId w:val="7"/>
  </w:num>
  <w:num w:numId="16">
    <w:abstractNumId w:val="18"/>
  </w:num>
  <w:num w:numId="17">
    <w:abstractNumId w:val="25"/>
  </w:num>
  <w:num w:numId="18">
    <w:abstractNumId w:val="10"/>
  </w:num>
  <w:num w:numId="19">
    <w:abstractNumId w:val="6"/>
  </w:num>
  <w:num w:numId="20">
    <w:abstractNumId w:val="15"/>
  </w:num>
  <w:num w:numId="21">
    <w:abstractNumId w:val="0"/>
  </w:num>
  <w:num w:numId="22">
    <w:abstractNumId w:val="21"/>
  </w:num>
  <w:num w:numId="23">
    <w:abstractNumId w:val="24"/>
  </w:num>
  <w:num w:numId="24">
    <w:abstractNumId w:val="26"/>
  </w:num>
  <w:num w:numId="2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8"/>
  </w:num>
  <w:num w:numId="28">
    <w:abstractNumId w:val="22"/>
  </w:num>
  <w:num w:numId="29">
    <w:abstractNumId w:val="1"/>
  </w:num>
  <w:num w:numId="30">
    <w:abstractNumId w:val="8"/>
  </w:num>
  <w:num w:numId="31">
    <w:abstractNumId w:val="12"/>
  </w:num>
  <w:num w:numId="32">
    <w:abstractNumId w:val="5"/>
  </w:num>
  <w:num w:numId="33">
    <w:abstractNumId w:val="2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020"/>
    <w:rsid w:val="0000319C"/>
    <w:rsid w:val="00014BD2"/>
    <w:rsid w:val="000209C1"/>
    <w:rsid w:val="00023E12"/>
    <w:rsid w:val="00024CEB"/>
    <w:rsid w:val="00025F19"/>
    <w:rsid w:val="0003506A"/>
    <w:rsid w:val="0004531A"/>
    <w:rsid w:val="000523CC"/>
    <w:rsid w:val="000547D7"/>
    <w:rsid w:val="00055B0A"/>
    <w:rsid w:val="00057C28"/>
    <w:rsid w:val="00064D13"/>
    <w:rsid w:val="00072069"/>
    <w:rsid w:val="00075764"/>
    <w:rsid w:val="000A3CE4"/>
    <w:rsid w:val="000C0F3D"/>
    <w:rsid w:val="000D0927"/>
    <w:rsid w:val="000D2A10"/>
    <w:rsid w:val="000D5E93"/>
    <w:rsid w:val="000E0284"/>
    <w:rsid w:val="000F4696"/>
    <w:rsid w:val="000F5FC6"/>
    <w:rsid w:val="000F79E7"/>
    <w:rsid w:val="00106BB1"/>
    <w:rsid w:val="00112EFF"/>
    <w:rsid w:val="00117AD1"/>
    <w:rsid w:val="00123B08"/>
    <w:rsid w:val="00127A38"/>
    <w:rsid w:val="00130108"/>
    <w:rsid w:val="00151465"/>
    <w:rsid w:val="001607B8"/>
    <w:rsid w:val="00161843"/>
    <w:rsid w:val="001740B1"/>
    <w:rsid w:val="00174A0F"/>
    <w:rsid w:val="001754B3"/>
    <w:rsid w:val="00192124"/>
    <w:rsid w:val="001A420D"/>
    <w:rsid w:val="001B63B1"/>
    <w:rsid w:val="001D3FD8"/>
    <w:rsid w:val="001F43EE"/>
    <w:rsid w:val="00201342"/>
    <w:rsid w:val="00202DC4"/>
    <w:rsid w:val="00206F32"/>
    <w:rsid w:val="002072A1"/>
    <w:rsid w:val="00212941"/>
    <w:rsid w:val="00212DBF"/>
    <w:rsid w:val="0022310E"/>
    <w:rsid w:val="00244C19"/>
    <w:rsid w:val="00245FF5"/>
    <w:rsid w:val="00251371"/>
    <w:rsid w:val="00252698"/>
    <w:rsid w:val="00256939"/>
    <w:rsid w:val="0025711E"/>
    <w:rsid w:val="002654DC"/>
    <w:rsid w:val="002751ED"/>
    <w:rsid w:val="00275A89"/>
    <w:rsid w:val="0029161A"/>
    <w:rsid w:val="00295DC3"/>
    <w:rsid w:val="002A4B7A"/>
    <w:rsid w:val="002B63AD"/>
    <w:rsid w:val="002C08BD"/>
    <w:rsid w:val="002D135D"/>
    <w:rsid w:val="002D2C8C"/>
    <w:rsid w:val="002D363C"/>
    <w:rsid w:val="002D437F"/>
    <w:rsid w:val="002E3B75"/>
    <w:rsid w:val="002E74B9"/>
    <w:rsid w:val="002F4290"/>
    <w:rsid w:val="00306954"/>
    <w:rsid w:val="00312184"/>
    <w:rsid w:val="00316905"/>
    <w:rsid w:val="0032623E"/>
    <w:rsid w:val="0034750A"/>
    <w:rsid w:val="00347912"/>
    <w:rsid w:val="0035546A"/>
    <w:rsid w:val="0036092A"/>
    <w:rsid w:val="00380121"/>
    <w:rsid w:val="00382F08"/>
    <w:rsid w:val="0038398C"/>
    <w:rsid w:val="003A25D3"/>
    <w:rsid w:val="003A35C9"/>
    <w:rsid w:val="003C4B62"/>
    <w:rsid w:val="003D21EF"/>
    <w:rsid w:val="003E6D37"/>
    <w:rsid w:val="003F161E"/>
    <w:rsid w:val="00417C96"/>
    <w:rsid w:val="004278B5"/>
    <w:rsid w:val="0043212E"/>
    <w:rsid w:val="0045763A"/>
    <w:rsid w:val="00467F1A"/>
    <w:rsid w:val="004851AE"/>
    <w:rsid w:val="004A27D6"/>
    <w:rsid w:val="004A6094"/>
    <w:rsid w:val="004D25CF"/>
    <w:rsid w:val="004D4DEF"/>
    <w:rsid w:val="004D5ECE"/>
    <w:rsid w:val="004E32AC"/>
    <w:rsid w:val="004E37B4"/>
    <w:rsid w:val="004F0A1F"/>
    <w:rsid w:val="00531BE9"/>
    <w:rsid w:val="00553A20"/>
    <w:rsid w:val="00576A35"/>
    <w:rsid w:val="00590533"/>
    <w:rsid w:val="005A6638"/>
    <w:rsid w:val="005B271D"/>
    <w:rsid w:val="005C193F"/>
    <w:rsid w:val="005C2DEE"/>
    <w:rsid w:val="005C3D0B"/>
    <w:rsid w:val="005C522B"/>
    <w:rsid w:val="005C5BC6"/>
    <w:rsid w:val="005E0592"/>
    <w:rsid w:val="005E350C"/>
    <w:rsid w:val="005F3A5A"/>
    <w:rsid w:val="005F3F83"/>
    <w:rsid w:val="005F6C17"/>
    <w:rsid w:val="00600B66"/>
    <w:rsid w:val="00614F34"/>
    <w:rsid w:val="006226A0"/>
    <w:rsid w:val="00631F9C"/>
    <w:rsid w:val="00633CF1"/>
    <w:rsid w:val="00637A32"/>
    <w:rsid w:val="006616F4"/>
    <w:rsid w:val="00676649"/>
    <w:rsid w:val="006775E4"/>
    <w:rsid w:val="00690E66"/>
    <w:rsid w:val="00690FA0"/>
    <w:rsid w:val="006B357D"/>
    <w:rsid w:val="006C1FE6"/>
    <w:rsid w:val="006C2BC2"/>
    <w:rsid w:val="006D0EEB"/>
    <w:rsid w:val="006D30FD"/>
    <w:rsid w:val="006D56F7"/>
    <w:rsid w:val="006E0FBE"/>
    <w:rsid w:val="006E26C7"/>
    <w:rsid w:val="006F6799"/>
    <w:rsid w:val="00705A71"/>
    <w:rsid w:val="007146C8"/>
    <w:rsid w:val="00726F81"/>
    <w:rsid w:val="0072778B"/>
    <w:rsid w:val="0073136A"/>
    <w:rsid w:val="0073470F"/>
    <w:rsid w:val="00756BC7"/>
    <w:rsid w:val="00762644"/>
    <w:rsid w:val="00782495"/>
    <w:rsid w:val="00794607"/>
    <w:rsid w:val="007A00AC"/>
    <w:rsid w:val="007A14D2"/>
    <w:rsid w:val="007A6685"/>
    <w:rsid w:val="007B14A1"/>
    <w:rsid w:val="007B4884"/>
    <w:rsid w:val="007C63D1"/>
    <w:rsid w:val="007D1821"/>
    <w:rsid w:val="007E0905"/>
    <w:rsid w:val="007E1987"/>
    <w:rsid w:val="007E49E0"/>
    <w:rsid w:val="007E550A"/>
    <w:rsid w:val="007F5507"/>
    <w:rsid w:val="007F5D90"/>
    <w:rsid w:val="00805AC2"/>
    <w:rsid w:val="008161CE"/>
    <w:rsid w:val="00820ECF"/>
    <w:rsid w:val="00830BE2"/>
    <w:rsid w:val="00842060"/>
    <w:rsid w:val="00844227"/>
    <w:rsid w:val="00854287"/>
    <w:rsid w:val="00854A37"/>
    <w:rsid w:val="00861DF5"/>
    <w:rsid w:val="00863F75"/>
    <w:rsid w:val="00871F7C"/>
    <w:rsid w:val="00877632"/>
    <w:rsid w:val="00891ACD"/>
    <w:rsid w:val="008927A0"/>
    <w:rsid w:val="00894601"/>
    <w:rsid w:val="00894F31"/>
    <w:rsid w:val="008971DC"/>
    <w:rsid w:val="008978E9"/>
    <w:rsid w:val="008B242F"/>
    <w:rsid w:val="008C0B05"/>
    <w:rsid w:val="008C27DB"/>
    <w:rsid w:val="008C336C"/>
    <w:rsid w:val="008C3C72"/>
    <w:rsid w:val="008D3B69"/>
    <w:rsid w:val="008F08E3"/>
    <w:rsid w:val="00906502"/>
    <w:rsid w:val="00912E02"/>
    <w:rsid w:val="0093230F"/>
    <w:rsid w:val="009350B2"/>
    <w:rsid w:val="009372BE"/>
    <w:rsid w:val="00945310"/>
    <w:rsid w:val="00947B60"/>
    <w:rsid w:val="00955450"/>
    <w:rsid w:val="009554E3"/>
    <w:rsid w:val="0096251D"/>
    <w:rsid w:val="009833CB"/>
    <w:rsid w:val="009B67F9"/>
    <w:rsid w:val="009C4D8E"/>
    <w:rsid w:val="009E0B24"/>
    <w:rsid w:val="009F398A"/>
    <w:rsid w:val="00A01BC4"/>
    <w:rsid w:val="00A104E3"/>
    <w:rsid w:val="00A40D9B"/>
    <w:rsid w:val="00A524BD"/>
    <w:rsid w:val="00A545FD"/>
    <w:rsid w:val="00A708CA"/>
    <w:rsid w:val="00A870C7"/>
    <w:rsid w:val="00A94433"/>
    <w:rsid w:val="00A95AD2"/>
    <w:rsid w:val="00AA5142"/>
    <w:rsid w:val="00AA6848"/>
    <w:rsid w:val="00AB6F52"/>
    <w:rsid w:val="00AC2DD5"/>
    <w:rsid w:val="00AD0D21"/>
    <w:rsid w:val="00AD2097"/>
    <w:rsid w:val="00AD2A1C"/>
    <w:rsid w:val="00AD4067"/>
    <w:rsid w:val="00AE54CD"/>
    <w:rsid w:val="00AF27BE"/>
    <w:rsid w:val="00B34B17"/>
    <w:rsid w:val="00B35817"/>
    <w:rsid w:val="00B36027"/>
    <w:rsid w:val="00B45541"/>
    <w:rsid w:val="00B5344E"/>
    <w:rsid w:val="00B62EC4"/>
    <w:rsid w:val="00B72F20"/>
    <w:rsid w:val="00B90DE5"/>
    <w:rsid w:val="00B9286A"/>
    <w:rsid w:val="00BA6B22"/>
    <w:rsid w:val="00BB5F7D"/>
    <w:rsid w:val="00BC0C00"/>
    <w:rsid w:val="00BC3701"/>
    <w:rsid w:val="00BD570D"/>
    <w:rsid w:val="00BD5865"/>
    <w:rsid w:val="00BE2CF4"/>
    <w:rsid w:val="00BE5B7B"/>
    <w:rsid w:val="00BF1E2B"/>
    <w:rsid w:val="00C015C5"/>
    <w:rsid w:val="00C140BF"/>
    <w:rsid w:val="00C257D9"/>
    <w:rsid w:val="00C6395B"/>
    <w:rsid w:val="00C830EA"/>
    <w:rsid w:val="00C834E7"/>
    <w:rsid w:val="00CB32C5"/>
    <w:rsid w:val="00CC2A8A"/>
    <w:rsid w:val="00CD4F19"/>
    <w:rsid w:val="00CD59E3"/>
    <w:rsid w:val="00CE0025"/>
    <w:rsid w:val="00CE3D3F"/>
    <w:rsid w:val="00CF4ACE"/>
    <w:rsid w:val="00D15F6A"/>
    <w:rsid w:val="00D33213"/>
    <w:rsid w:val="00D357CB"/>
    <w:rsid w:val="00D44B66"/>
    <w:rsid w:val="00D727AD"/>
    <w:rsid w:val="00DA1396"/>
    <w:rsid w:val="00DA1CB3"/>
    <w:rsid w:val="00DA1FB0"/>
    <w:rsid w:val="00DA5B56"/>
    <w:rsid w:val="00DB6AAB"/>
    <w:rsid w:val="00DC5260"/>
    <w:rsid w:val="00DD380D"/>
    <w:rsid w:val="00DD3EEB"/>
    <w:rsid w:val="00DE30A0"/>
    <w:rsid w:val="00DF3307"/>
    <w:rsid w:val="00DF6A47"/>
    <w:rsid w:val="00E018C3"/>
    <w:rsid w:val="00E05433"/>
    <w:rsid w:val="00E17020"/>
    <w:rsid w:val="00E23E3D"/>
    <w:rsid w:val="00E41A85"/>
    <w:rsid w:val="00E45AC4"/>
    <w:rsid w:val="00E47ED1"/>
    <w:rsid w:val="00E90EF3"/>
    <w:rsid w:val="00E95D9A"/>
    <w:rsid w:val="00E97946"/>
    <w:rsid w:val="00EB0BB8"/>
    <w:rsid w:val="00EB4EA5"/>
    <w:rsid w:val="00EB709F"/>
    <w:rsid w:val="00EE146D"/>
    <w:rsid w:val="00EE4B37"/>
    <w:rsid w:val="00EE4B3C"/>
    <w:rsid w:val="00EF1DA5"/>
    <w:rsid w:val="00F200B3"/>
    <w:rsid w:val="00F203F3"/>
    <w:rsid w:val="00F26559"/>
    <w:rsid w:val="00F610C1"/>
    <w:rsid w:val="00F61113"/>
    <w:rsid w:val="00F62325"/>
    <w:rsid w:val="00F91A5C"/>
    <w:rsid w:val="00F977D0"/>
    <w:rsid w:val="00FA0ED5"/>
    <w:rsid w:val="00FA1C48"/>
    <w:rsid w:val="00FA707D"/>
    <w:rsid w:val="00FB13C6"/>
    <w:rsid w:val="00FE2CFD"/>
    <w:rsid w:val="00FF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!Обычный текст документа"/>
    <w:qFormat/>
    <w:rsid w:val="00BD5865"/>
    <w:pPr>
      <w:ind w:firstLine="567"/>
      <w:jc w:val="both"/>
    </w:pPr>
    <w:rPr>
      <w:rFonts w:ascii="Arial" w:hAnsi="Arial"/>
      <w:sz w:val="24"/>
      <w:szCs w:val="24"/>
    </w:rPr>
  </w:style>
  <w:style w:type="paragraph" w:styleId="Heading1">
    <w:name w:val="heading 1"/>
    <w:aliases w:val="!Части документа"/>
    <w:basedOn w:val="Normal"/>
    <w:next w:val="Normal"/>
    <w:link w:val="Heading1Char"/>
    <w:uiPriority w:val="99"/>
    <w:qFormat/>
    <w:rsid w:val="00BD586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!Разделы документа"/>
    <w:basedOn w:val="Normal"/>
    <w:link w:val="Heading2Char"/>
    <w:uiPriority w:val="99"/>
    <w:qFormat/>
    <w:rsid w:val="00BD586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Heading3">
    <w:name w:val="heading 3"/>
    <w:aliases w:val="!Главы документа"/>
    <w:basedOn w:val="Normal"/>
    <w:link w:val="Heading3Char"/>
    <w:uiPriority w:val="99"/>
    <w:qFormat/>
    <w:rsid w:val="00BD5865"/>
    <w:pPr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aliases w:val="!Параграфы/Статьи документа"/>
    <w:basedOn w:val="Normal"/>
    <w:link w:val="Heading4Char"/>
    <w:uiPriority w:val="99"/>
    <w:qFormat/>
    <w:rsid w:val="00BD5865"/>
    <w:pPr>
      <w:outlineLvl w:val="3"/>
    </w:pPr>
    <w:rPr>
      <w:b/>
      <w:bCs/>
      <w:sz w:val="26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!Части документа Char"/>
    <w:basedOn w:val="DefaultParagraphFont"/>
    <w:link w:val="Heading1"/>
    <w:uiPriority w:val="99"/>
    <w:locked/>
    <w:rsid w:val="00891AC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!Разделы документа Char"/>
    <w:basedOn w:val="DefaultParagraphFont"/>
    <w:link w:val="Heading2"/>
    <w:uiPriority w:val="99"/>
    <w:semiHidden/>
    <w:locked/>
    <w:rsid w:val="00891AC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!Главы документа Char"/>
    <w:basedOn w:val="DefaultParagraphFont"/>
    <w:link w:val="Heading3"/>
    <w:uiPriority w:val="99"/>
    <w:semiHidden/>
    <w:locked/>
    <w:rsid w:val="00891AC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!Параграфы/Статьи документа Char"/>
    <w:basedOn w:val="DefaultParagraphFont"/>
    <w:link w:val="Heading4"/>
    <w:uiPriority w:val="99"/>
    <w:semiHidden/>
    <w:locked/>
    <w:rsid w:val="00891ACD"/>
    <w:rPr>
      <w:rFonts w:ascii="Calibri" w:hAnsi="Calibri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9065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650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0650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FA1C48"/>
    <w:rPr>
      <w:bCs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91ACD"/>
    <w:rPr>
      <w:rFonts w:ascii="Arial" w:hAnsi="Arial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A1C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91ACD"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62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1ACD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8C33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1ACD"/>
    <w:rPr>
      <w:rFonts w:ascii="Arial" w:hAnsi="Arial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C336C"/>
    <w:rPr>
      <w:rFonts w:cs="Times New Roman"/>
    </w:rPr>
  </w:style>
  <w:style w:type="paragraph" w:styleId="NormalWeb">
    <w:name w:val="Normal (Web)"/>
    <w:basedOn w:val="Normal"/>
    <w:uiPriority w:val="99"/>
    <w:rsid w:val="00794607"/>
    <w:pPr>
      <w:spacing w:before="45"/>
    </w:pPr>
  </w:style>
  <w:style w:type="character" w:styleId="HTMLVariable">
    <w:name w:val="HTML Variable"/>
    <w:aliases w:val="!Ссылки в документе"/>
    <w:basedOn w:val="DefaultParagraphFont"/>
    <w:uiPriority w:val="99"/>
    <w:rsid w:val="00BD5865"/>
    <w:rPr>
      <w:rFonts w:ascii="Arial" w:hAnsi="Arial" w:cs="Times New Roman"/>
      <w:color w:val="0000FF"/>
      <w:sz w:val="24"/>
      <w:u w:val="none"/>
    </w:rPr>
  </w:style>
  <w:style w:type="paragraph" w:styleId="CommentText">
    <w:name w:val="annotation text"/>
    <w:aliases w:val="!Равноширинный текст документа"/>
    <w:basedOn w:val="Normal"/>
    <w:link w:val="CommentTextChar"/>
    <w:uiPriority w:val="99"/>
    <w:semiHidden/>
    <w:rsid w:val="00BD5865"/>
    <w:rPr>
      <w:rFonts w:ascii="Courier" w:hAnsi="Courier"/>
      <w:sz w:val="22"/>
      <w:szCs w:val="20"/>
    </w:rPr>
  </w:style>
  <w:style w:type="character" w:customStyle="1" w:styleId="CommentTextChar">
    <w:name w:val="Comment Text Char"/>
    <w:aliases w:val="!Равноширинный текст документа Char"/>
    <w:basedOn w:val="DefaultParagraphFont"/>
    <w:link w:val="CommentText"/>
    <w:uiPriority w:val="99"/>
    <w:semiHidden/>
    <w:locked/>
    <w:rsid w:val="00D44B66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Normal"/>
    <w:uiPriority w:val="99"/>
    <w:rsid w:val="00BD586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BD586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BD586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BD586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BD586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Footer">
    <w:name w:val="footer"/>
    <w:basedOn w:val="Normal"/>
    <w:link w:val="FooterChar"/>
    <w:uiPriority w:val="99"/>
    <w:semiHidden/>
    <w:rsid w:val="002D43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437F"/>
    <w:rPr>
      <w:rFonts w:ascii="Arial" w:hAnsi="Arial" w:cs="Times New Roman"/>
      <w:sz w:val="24"/>
    </w:rPr>
  </w:style>
  <w:style w:type="paragraph" w:customStyle="1" w:styleId="NumberAndDate">
    <w:name w:val="NumberAndDate"/>
    <w:aliases w:val="!Дата и Номер"/>
    <w:uiPriority w:val="99"/>
    <w:rsid w:val="005C3D0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Title0">
    <w:name w:val="Title"/>
    <w:basedOn w:val="Normal"/>
    <w:link w:val="TitleChar"/>
    <w:uiPriority w:val="99"/>
    <w:qFormat/>
    <w:rsid w:val="00EB4EA5"/>
    <w:pPr>
      <w:ind w:firstLine="0"/>
      <w:jc w:val="center"/>
    </w:pPr>
    <w:rPr>
      <w:rFonts w:ascii="Times New Roman" w:hAnsi="Times New Roman"/>
      <w:b/>
      <w:sz w:val="32"/>
      <w:szCs w:val="20"/>
    </w:rPr>
  </w:style>
  <w:style w:type="character" w:customStyle="1" w:styleId="TitleChar">
    <w:name w:val="Title Char"/>
    <w:basedOn w:val="DefaultParagraphFont"/>
    <w:link w:val="Title0"/>
    <w:uiPriority w:val="99"/>
    <w:locked/>
    <w:rsid w:val="00EB4EA5"/>
    <w:rPr>
      <w:rFonts w:cs="Times New Roman"/>
      <w:b/>
      <w:sz w:val="32"/>
    </w:rPr>
  </w:style>
  <w:style w:type="table" w:styleId="TableGrid">
    <w:name w:val="Table Grid"/>
    <w:basedOn w:val="TableNormal"/>
    <w:uiPriority w:val="99"/>
    <w:rsid w:val="00EB4E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oList"/>
    <w:uiPriority w:val="99"/>
    <w:semiHidden/>
    <w:unhideWhenUsed/>
    <w:rsid w:val="000208BA"/>
    <w:pPr>
      <w:numPr>
        <w:numId w:val="2"/>
      </w:numPr>
    </w:pPr>
  </w:style>
  <w:style w:type="numbering" w:customStyle="1" w:styleId="1">
    <w:name w:val="Текущий список1"/>
    <w:rsid w:val="000208BA"/>
    <w:pPr>
      <w:numPr>
        <w:numId w:val="1"/>
      </w:numPr>
    </w:pPr>
  </w:style>
  <w:style w:type="numbering" w:customStyle="1" w:styleId="10">
    <w:name w:val="Стиль1"/>
    <w:rsid w:val="000208BA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2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Server\..\..\WINDOWS\&#1056;&#1072;&#1073;&#1086;&#1095;&#1080;&#1081;%20&#1089;&#1090;&#1086;&#1083;\&#1043;&#1077;&#1088;&#1073;%20&#1075;&#1086;&#1088;&#1086;&#1076;&#1072;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139</TotalTime>
  <Pages>3</Pages>
  <Words>682</Words>
  <Characters>3890</Characters>
  <Application>Microsoft Office Outlook</Application>
  <DocSecurity>0</DocSecurity>
  <Lines>0</Lines>
  <Paragraphs>0</Paragraphs>
  <ScaleCrop>false</ScaleCrop>
  <Company>ADMIN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ХАНТЫ-МАНСИЙСКОГО АВТОНОМНОГО ОКРУГА</dc:title>
  <dc:subject/>
  <dc:creator>Данскер Наталья Юрьевна</dc:creator>
  <cp:keywords/>
  <dc:description/>
  <cp:lastModifiedBy>AbramovaSV</cp:lastModifiedBy>
  <cp:revision>15</cp:revision>
  <cp:lastPrinted>2016-11-07T06:24:00Z</cp:lastPrinted>
  <dcterms:created xsi:type="dcterms:W3CDTF">2016-10-17T06:58:00Z</dcterms:created>
  <dcterms:modified xsi:type="dcterms:W3CDTF">2016-11-08T12:47:00Z</dcterms:modified>
</cp:coreProperties>
</file>