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03C" w:rsidRPr="00435490" w:rsidRDefault="0006303C" w:rsidP="007D551F">
      <w:pPr>
        <w:spacing w:after="0"/>
        <w:jc w:val="right"/>
        <w:rPr>
          <w:rFonts w:ascii="Times New Roman" w:hAnsi="Times New Roman"/>
        </w:rPr>
      </w:pPr>
      <w:r w:rsidRPr="00435490">
        <w:rPr>
          <w:rFonts w:ascii="Times New Roman" w:hAnsi="Times New Roman"/>
        </w:rPr>
        <w:t xml:space="preserve">Приложение 3 </w:t>
      </w:r>
    </w:p>
    <w:p w:rsidR="0006303C" w:rsidRPr="00435490" w:rsidRDefault="0006303C" w:rsidP="007D551F">
      <w:pPr>
        <w:spacing w:after="0"/>
        <w:jc w:val="right"/>
        <w:rPr>
          <w:rFonts w:ascii="Times New Roman" w:hAnsi="Times New Roman"/>
        </w:rPr>
      </w:pPr>
      <w:r w:rsidRPr="00435490">
        <w:rPr>
          <w:rFonts w:ascii="Times New Roman" w:hAnsi="Times New Roman"/>
        </w:rPr>
        <w:t>к решению Думы города Пыть-Яха</w:t>
      </w:r>
    </w:p>
    <w:p w:rsidR="0006303C" w:rsidRPr="00231759" w:rsidRDefault="0006303C" w:rsidP="007D551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435490">
        <w:rPr>
          <w:rFonts w:ascii="Times New Roman" w:hAnsi="Times New Roman"/>
        </w:rPr>
        <w:t>от 2</w:t>
      </w:r>
      <w:r>
        <w:rPr>
          <w:rFonts w:ascii="Times New Roman" w:hAnsi="Times New Roman"/>
        </w:rPr>
        <w:t>7</w:t>
      </w:r>
      <w:r w:rsidRPr="00435490">
        <w:rPr>
          <w:rFonts w:ascii="Times New Roman" w:hAnsi="Times New Roman"/>
        </w:rPr>
        <w:t xml:space="preserve">.05.2024 № </w:t>
      </w:r>
      <w:r>
        <w:rPr>
          <w:rFonts w:ascii="Times New Roman" w:hAnsi="Times New Roman"/>
        </w:rPr>
        <w:t>257</w:t>
      </w:r>
    </w:p>
    <w:p w:rsidR="0006303C" w:rsidRDefault="0006303C" w:rsidP="007D551F">
      <w:pPr>
        <w:spacing w:after="0"/>
        <w:jc w:val="center"/>
        <w:rPr>
          <w:rFonts w:ascii="Times New Roman" w:hAnsi="Times New Roman"/>
        </w:rPr>
      </w:pPr>
    </w:p>
    <w:p w:rsidR="0006303C" w:rsidRDefault="0006303C" w:rsidP="007D551F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Pr="007D1E86">
        <w:rPr>
          <w:rFonts w:ascii="Times New Roman" w:hAnsi="Times New Roman"/>
        </w:rPr>
        <w:t>асход</w:t>
      </w:r>
      <w:r>
        <w:rPr>
          <w:rFonts w:ascii="Times New Roman" w:hAnsi="Times New Roman"/>
        </w:rPr>
        <w:t>ы</w:t>
      </w:r>
      <w:r w:rsidRPr="007D1E86">
        <w:rPr>
          <w:rFonts w:ascii="Times New Roman" w:hAnsi="Times New Roman"/>
        </w:rPr>
        <w:t xml:space="preserve"> бюджета города Пыть-Яха по разделам и подразделам классификации расходов бюджетов за 202</w:t>
      </w:r>
      <w:r>
        <w:rPr>
          <w:rFonts w:ascii="Times New Roman" w:hAnsi="Times New Roman"/>
        </w:rPr>
        <w:t>3</w:t>
      </w:r>
      <w:r w:rsidRPr="007D1E86">
        <w:rPr>
          <w:rFonts w:ascii="Times New Roman" w:hAnsi="Times New Roman"/>
        </w:rPr>
        <w:t xml:space="preserve"> год</w:t>
      </w:r>
    </w:p>
    <w:p w:rsidR="0006303C" w:rsidRPr="001B0E61" w:rsidRDefault="0006303C" w:rsidP="007D551F">
      <w:pPr>
        <w:jc w:val="right"/>
        <w:rPr>
          <w:rFonts w:ascii="Times New Roman" w:hAnsi="Times New Roman"/>
          <w:sz w:val="24"/>
          <w:szCs w:val="24"/>
        </w:rPr>
      </w:pPr>
      <w:r w:rsidRPr="001B0E61">
        <w:rPr>
          <w:rFonts w:ascii="Times New Roman" w:hAnsi="Times New Roman"/>
          <w:sz w:val="24"/>
          <w:szCs w:val="24"/>
        </w:rPr>
        <w:t>(рублей)</w:t>
      </w:r>
    </w:p>
    <w:tbl>
      <w:tblPr>
        <w:tblW w:w="51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00"/>
        <w:gridCol w:w="719"/>
        <w:gridCol w:w="665"/>
        <w:gridCol w:w="1834"/>
        <w:gridCol w:w="1781"/>
        <w:gridCol w:w="892"/>
      </w:tblGrid>
      <w:tr w:rsidR="0006303C" w:rsidRPr="00513E22" w:rsidTr="001D4ED0">
        <w:trPr>
          <w:cantSplit/>
          <w:trHeight w:val="16"/>
          <w:tblHeader/>
          <w:jc w:val="center"/>
        </w:trPr>
        <w:tc>
          <w:tcPr>
            <w:tcW w:w="2344" w:type="pct"/>
            <w:vMerge w:val="restart"/>
            <w:noWrap/>
            <w:vAlign w:val="center"/>
          </w:tcPr>
          <w:p w:rsidR="0006303C" w:rsidRPr="007D1E86" w:rsidRDefault="0006303C" w:rsidP="00867C8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E8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24" w:type="pct"/>
            <w:gridSpan w:val="2"/>
            <w:vAlign w:val="center"/>
          </w:tcPr>
          <w:p w:rsidR="0006303C" w:rsidRPr="007D1E86" w:rsidRDefault="0006303C" w:rsidP="00867C8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E86">
              <w:rPr>
                <w:rFonts w:ascii="Times New Roman" w:hAnsi="Times New Roman"/>
                <w:sz w:val="20"/>
                <w:szCs w:val="20"/>
                <w:lang w:eastAsia="ru-RU"/>
              </w:rPr>
              <w:t>Код по бюджетной классификации</w:t>
            </w:r>
          </w:p>
        </w:tc>
        <w:tc>
          <w:tcPr>
            <w:tcW w:w="827" w:type="pct"/>
            <w:vMerge w:val="restart"/>
            <w:noWrap/>
            <w:vAlign w:val="center"/>
          </w:tcPr>
          <w:p w:rsidR="0006303C" w:rsidRPr="007D1E86" w:rsidRDefault="0006303C" w:rsidP="001D4E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E86">
              <w:rPr>
                <w:rFonts w:ascii="Times New Roman" w:hAnsi="Times New Roman"/>
                <w:sz w:val="20"/>
                <w:szCs w:val="20"/>
                <w:lang w:eastAsia="ru-RU"/>
              </w:rPr>
              <w:t>Уточненный план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2023 год</w:t>
            </w:r>
          </w:p>
        </w:tc>
        <w:tc>
          <w:tcPr>
            <w:tcW w:w="803" w:type="pct"/>
            <w:vMerge w:val="restart"/>
            <w:noWrap/>
            <w:vAlign w:val="center"/>
          </w:tcPr>
          <w:p w:rsidR="0006303C" w:rsidRPr="007D1E86" w:rsidRDefault="0006303C" w:rsidP="00867C8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E86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 год</w:t>
            </w:r>
          </w:p>
        </w:tc>
        <w:tc>
          <w:tcPr>
            <w:tcW w:w="402" w:type="pct"/>
            <w:vMerge w:val="restart"/>
            <w:vAlign w:val="center"/>
          </w:tcPr>
          <w:p w:rsidR="0006303C" w:rsidRPr="007D1E86" w:rsidRDefault="0006303C" w:rsidP="00867C8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E86">
              <w:rPr>
                <w:rFonts w:ascii="Times New Roman" w:hAnsi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06303C" w:rsidRPr="00513E22" w:rsidTr="001D4ED0">
        <w:trPr>
          <w:cantSplit/>
          <w:trHeight w:val="16"/>
          <w:tblHeader/>
          <w:jc w:val="center"/>
        </w:trPr>
        <w:tc>
          <w:tcPr>
            <w:tcW w:w="2344" w:type="pct"/>
            <w:vMerge/>
            <w:vAlign w:val="center"/>
          </w:tcPr>
          <w:p w:rsidR="0006303C" w:rsidRPr="007D1E86" w:rsidRDefault="0006303C" w:rsidP="00867C85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Align w:val="center"/>
          </w:tcPr>
          <w:p w:rsidR="0006303C" w:rsidRPr="007D1E86" w:rsidRDefault="0006303C" w:rsidP="00867C8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E86">
              <w:rPr>
                <w:rFonts w:ascii="Times New Roman" w:hAnsi="Times New Roman"/>
                <w:sz w:val="20"/>
                <w:szCs w:val="20"/>
                <w:lang w:eastAsia="ru-RU"/>
              </w:rPr>
              <w:t>раз-дела</w:t>
            </w:r>
          </w:p>
        </w:tc>
        <w:tc>
          <w:tcPr>
            <w:tcW w:w="300" w:type="pct"/>
            <w:vAlign w:val="center"/>
          </w:tcPr>
          <w:p w:rsidR="0006303C" w:rsidRPr="007D1E86" w:rsidRDefault="0006303C" w:rsidP="00867C8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E86">
              <w:rPr>
                <w:rFonts w:ascii="Times New Roman" w:hAnsi="Times New Roman"/>
                <w:sz w:val="20"/>
                <w:szCs w:val="20"/>
                <w:lang w:eastAsia="ru-RU"/>
              </w:rPr>
              <w:t>подраз-дела</w:t>
            </w:r>
          </w:p>
        </w:tc>
        <w:tc>
          <w:tcPr>
            <w:tcW w:w="827" w:type="pct"/>
            <w:vMerge/>
            <w:vAlign w:val="center"/>
          </w:tcPr>
          <w:p w:rsidR="0006303C" w:rsidRPr="007D1E86" w:rsidRDefault="0006303C" w:rsidP="00867C85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vMerge/>
            <w:vAlign w:val="center"/>
          </w:tcPr>
          <w:p w:rsidR="0006303C" w:rsidRPr="007D1E86" w:rsidRDefault="0006303C" w:rsidP="00867C85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vMerge/>
            <w:vAlign w:val="center"/>
          </w:tcPr>
          <w:p w:rsidR="0006303C" w:rsidRPr="007D1E86" w:rsidRDefault="0006303C" w:rsidP="00867C85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303C" w:rsidRPr="00513E22" w:rsidTr="00507CEA">
        <w:trPr>
          <w:cantSplit/>
          <w:trHeight w:val="304"/>
          <w:tblHeader/>
          <w:jc w:val="center"/>
        </w:trPr>
        <w:tc>
          <w:tcPr>
            <w:tcW w:w="2344" w:type="pct"/>
            <w:noWrap/>
            <w:vAlign w:val="bottom"/>
          </w:tcPr>
          <w:p w:rsidR="0006303C" w:rsidRPr="007D1E86" w:rsidRDefault="0006303C" w:rsidP="00EA192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E8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4" w:type="pct"/>
            <w:noWrap/>
            <w:vAlign w:val="bottom"/>
          </w:tcPr>
          <w:p w:rsidR="0006303C" w:rsidRPr="007D1E86" w:rsidRDefault="0006303C" w:rsidP="00867C8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0" w:type="pct"/>
            <w:noWrap/>
            <w:vAlign w:val="bottom"/>
          </w:tcPr>
          <w:p w:rsidR="0006303C" w:rsidRPr="007D1E86" w:rsidRDefault="0006303C" w:rsidP="00867C8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7" w:type="pct"/>
            <w:noWrap/>
            <w:vAlign w:val="bottom"/>
          </w:tcPr>
          <w:p w:rsidR="0006303C" w:rsidRPr="007D1E86" w:rsidRDefault="0006303C" w:rsidP="00867C8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3" w:type="pct"/>
            <w:noWrap/>
            <w:vAlign w:val="bottom"/>
          </w:tcPr>
          <w:p w:rsidR="0006303C" w:rsidRPr="007D1E86" w:rsidRDefault="0006303C" w:rsidP="00867C8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2" w:type="pct"/>
            <w:noWrap/>
            <w:vAlign w:val="bottom"/>
          </w:tcPr>
          <w:p w:rsidR="0006303C" w:rsidRPr="007D1E86" w:rsidRDefault="0006303C" w:rsidP="00867C8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shd w:val="clear" w:color="000000" w:fill="FFFFFF"/>
            <w:vAlign w:val="bottom"/>
          </w:tcPr>
          <w:p w:rsidR="0006303C" w:rsidRPr="00435490" w:rsidRDefault="0006303C" w:rsidP="001D4ED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24" w:type="pct"/>
            <w:tcBorders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300" w:type="pct"/>
            <w:tcBorders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557 748 971,69</w:t>
            </w:r>
          </w:p>
        </w:tc>
        <w:tc>
          <w:tcPr>
            <w:tcW w:w="803" w:type="pct"/>
            <w:tcBorders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537 391 036,55</w:t>
            </w:r>
          </w:p>
        </w:tc>
        <w:tc>
          <w:tcPr>
            <w:tcW w:w="402" w:type="pct"/>
            <w:tcBorders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96,35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13 247 613,54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12 383 840,43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93,48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31 250 538,73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28 615 293,76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91,57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137 503 315,66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132 445 164,91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96,32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10 200,00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10 188,00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99,88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50 956 394,37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48 550 524,61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95,28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343 128,67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324 437 780,72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315 386 024,84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97,21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435490" w:rsidRDefault="0006303C" w:rsidP="001D4ED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8 352 610,33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8 032 610,33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96,17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8 352 610,33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8 032 610,33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96,17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435490" w:rsidRDefault="0006303C" w:rsidP="001D4ED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40 353 318,20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39 850 152,19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98,75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Органы юстиции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6 562 115,00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6 562 085,00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Гражданская оборона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381 451,72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381 442,72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31 072 451,48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30 571 176,37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98,39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2 337 300,00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2 335 448,10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99,92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435490" w:rsidRDefault="0006303C" w:rsidP="001D4ED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451 135 312,76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401 488 195,87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89,00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4 217 100,00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4 208 126,19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99,79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18 853 200,00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15 635 129,34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82,93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98 587 289,24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85 218 317,78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86,44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214 649 468,06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190 065 742,08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88,55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15 846 004,11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15 257 187,01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96,28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98 982 251,35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91 103 693,47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92,04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435490" w:rsidRDefault="0006303C" w:rsidP="001D4ED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937 365 282,72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904 391 896,83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96,48</w:t>
            </w:r>
          </w:p>
        </w:tc>
      </w:tr>
      <w:tr w:rsidR="0006303C" w:rsidRPr="00513E22" w:rsidTr="0035347D">
        <w:trPr>
          <w:cantSplit/>
          <w:trHeight w:val="210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197 220 446,36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196 940 962,26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99,86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539 820 059,60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519 399 698,05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96,22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159 918 135,54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150 366 763,61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94,03</w:t>
            </w:r>
          </w:p>
        </w:tc>
      </w:tr>
      <w:tr w:rsidR="0006303C" w:rsidRPr="00513E22" w:rsidTr="0035347D">
        <w:trPr>
          <w:cantSplit/>
          <w:trHeight w:val="39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435490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435490">
              <w:rPr>
                <w:rFonts w:ascii="Times New Roman" w:hAnsi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490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490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35490">
              <w:rPr>
                <w:rFonts w:ascii="Times New Roman" w:hAnsi="Times New Roman"/>
                <w:sz w:val="20"/>
                <w:szCs w:val="20"/>
              </w:rPr>
              <w:t>40 406 641,22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35490">
              <w:rPr>
                <w:rFonts w:ascii="Times New Roman" w:hAnsi="Times New Roman"/>
                <w:sz w:val="20"/>
                <w:szCs w:val="20"/>
              </w:rPr>
              <w:t>37 684 472,91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93,26</w:t>
            </w:r>
          </w:p>
        </w:tc>
      </w:tr>
      <w:tr w:rsidR="0006303C" w:rsidRPr="00513E22" w:rsidTr="001D4ED0">
        <w:trPr>
          <w:cantSplit/>
          <w:trHeight w:val="147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435490" w:rsidRDefault="0006303C" w:rsidP="001D4ED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06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4 512 349,94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4 508 555,34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00C31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00C31">
              <w:rPr>
                <w:rFonts w:ascii="Times New Roman" w:hAnsi="Times New Roman"/>
                <w:bCs/>
                <w:sz w:val="20"/>
                <w:szCs w:val="20"/>
              </w:rPr>
              <w:t>99,92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255 050,00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251 255,40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98,51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4 257 299,94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4 257 299,94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435490" w:rsidRDefault="0006303C" w:rsidP="001D4ED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07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2 180 811 438,52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2 087 534 913,83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95,72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648 395 613,78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588 769 584,40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90,80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1 260 845 558,36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1 242 060 432,26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98,51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145 474 228,92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134 658 685,64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92,57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66 618 098,73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64 391 638,14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96,66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59 477 938,73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57 654 573,39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96,93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435490" w:rsidRDefault="0006303C" w:rsidP="001D4ED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261 565 627,37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246 630 032,76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94,29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253 296 812,56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238 903 991,29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94,32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8 268 814,81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7 726 041,47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93,44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435490" w:rsidRDefault="0006303C" w:rsidP="001D4ED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09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2 336 100,00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2 336 014,18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100,00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2 336 100,00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2 336 014,18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435490" w:rsidRDefault="0006303C" w:rsidP="001D4ED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129 710 994,17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122 210 181,00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94,22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9 460 600,00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9 460 600,00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95 828 001,17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88 327 188,00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92,17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24 422 393,00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24 422 393,00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435490" w:rsidRDefault="0006303C" w:rsidP="001D4ED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510 556 375,73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229 076 023,77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44,87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152 788 589,11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152 193 136,61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99,61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Массовый спорт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346 453 442,14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65 999 920,19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19,05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5 365 200,00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5 359 912,36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99,90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5 949 144,48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5 523 054,61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92,84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435490" w:rsidRDefault="0006303C" w:rsidP="001D4ED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33 886 200,00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33 813 673,71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99,79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26 061 691,75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26 000 732,35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99,77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7 824 508,25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7 812 941,36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99,85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435490" w:rsidRDefault="0006303C" w:rsidP="001D4ED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878 300,00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0" w:name="_GoBack"/>
            <w:bookmarkEnd w:id="0"/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820 507,76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93,42</w:t>
            </w:r>
          </w:p>
        </w:tc>
      </w:tr>
      <w:tr w:rsidR="0006303C" w:rsidRPr="00513E22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shd w:val="clear" w:color="000000" w:fill="FFFFFF"/>
            <w:vAlign w:val="bottom"/>
          </w:tcPr>
          <w:p w:rsidR="0006303C" w:rsidRPr="00513E22" w:rsidRDefault="0006303C" w:rsidP="001D4ED0">
            <w:pPr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324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00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878 300,00</w:t>
            </w:r>
          </w:p>
        </w:tc>
        <w:tc>
          <w:tcPr>
            <w:tcW w:w="803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820 507,76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513E22" w:rsidRDefault="0006303C" w:rsidP="001D4ED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13E22">
              <w:rPr>
                <w:rFonts w:ascii="Times New Roman" w:hAnsi="Times New Roman"/>
                <w:sz w:val="20"/>
                <w:szCs w:val="20"/>
              </w:rPr>
              <w:t>93,42</w:t>
            </w:r>
          </w:p>
        </w:tc>
      </w:tr>
      <w:tr w:rsidR="0006303C" w:rsidRPr="00435490" w:rsidTr="001D4ED0">
        <w:trPr>
          <w:cantSplit/>
          <w:trHeight w:val="16"/>
          <w:jc w:val="center"/>
        </w:trPr>
        <w:tc>
          <w:tcPr>
            <w:tcW w:w="2344" w:type="pct"/>
            <w:tcBorders>
              <w:top w:val="nil"/>
            </w:tcBorders>
            <w:vAlign w:val="bottom"/>
          </w:tcPr>
          <w:p w:rsidR="0006303C" w:rsidRPr="00435490" w:rsidRDefault="0006303C" w:rsidP="001D4ED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324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5 119 212 881,43</w:t>
            </w:r>
          </w:p>
        </w:tc>
        <w:tc>
          <w:tcPr>
            <w:tcW w:w="803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4 618 083 794,12</w:t>
            </w:r>
          </w:p>
        </w:tc>
        <w:tc>
          <w:tcPr>
            <w:tcW w:w="402" w:type="pct"/>
            <w:tcBorders>
              <w:top w:val="nil"/>
              <w:left w:val="nil"/>
            </w:tcBorders>
            <w:noWrap/>
            <w:vAlign w:val="bottom"/>
          </w:tcPr>
          <w:p w:rsidR="0006303C" w:rsidRPr="00435490" w:rsidRDefault="0006303C" w:rsidP="001D4ED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490">
              <w:rPr>
                <w:rFonts w:ascii="Times New Roman" w:hAnsi="Times New Roman"/>
                <w:bCs/>
                <w:sz w:val="20"/>
                <w:szCs w:val="20"/>
              </w:rPr>
              <w:t>90,21</w:t>
            </w:r>
          </w:p>
        </w:tc>
      </w:tr>
    </w:tbl>
    <w:p w:rsidR="0006303C" w:rsidRDefault="0006303C" w:rsidP="00D329F2">
      <w:pPr>
        <w:jc w:val="right"/>
        <w:rPr>
          <w:rFonts w:ascii="Times New Roman" w:hAnsi="Times New Roman"/>
        </w:rPr>
      </w:pPr>
    </w:p>
    <w:sectPr w:rsidR="0006303C" w:rsidSect="00EA6C1D">
      <w:headerReference w:type="default" r:id="rId6"/>
      <w:pgSz w:w="11906" w:h="16838"/>
      <w:pgMar w:top="397" w:right="624" w:bottom="249" w:left="794" w:header="567" w:footer="284" w:gutter="0"/>
      <w:pgNumType w:start="49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03C" w:rsidRDefault="0006303C" w:rsidP="007D551F">
      <w:pPr>
        <w:spacing w:after="0"/>
      </w:pPr>
      <w:r>
        <w:separator/>
      </w:r>
    </w:p>
  </w:endnote>
  <w:endnote w:type="continuationSeparator" w:id="0">
    <w:p w:rsidR="0006303C" w:rsidRDefault="0006303C" w:rsidP="007D551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03C" w:rsidRDefault="0006303C" w:rsidP="007D551F">
      <w:pPr>
        <w:spacing w:after="0"/>
      </w:pPr>
      <w:r>
        <w:separator/>
      </w:r>
    </w:p>
  </w:footnote>
  <w:footnote w:type="continuationSeparator" w:id="0">
    <w:p w:rsidR="0006303C" w:rsidRDefault="0006303C" w:rsidP="007D551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3C" w:rsidRPr="00EA6C1D" w:rsidRDefault="0006303C" w:rsidP="00F748E2">
    <w:pPr>
      <w:pStyle w:val="Header"/>
      <w:spacing w:after="240"/>
      <w:jc w:val="right"/>
      <w:rPr>
        <w:rFonts w:ascii="Times New Roman" w:hAnsi="Times New Roman"/>
        <w:sz w:val="24"/>
        <w:szCs w:val="24"/>
      </w:rPr>
    </w:pPr>
    <w:r w:rsidRPr="00EA6C1D">
      <w:rPr>
        <w:rFonts w:ascii="Times New Roman" w:hAnsi="Times New Roman"/>
        <w:sz w:val="24"/>
        <w:szCs w:val="24"/>
      </w:rPr>
      <w:fldChar w:fldCharType="begin"/>
    </w:r>
    <w:r w:rsidRPr="00EA6C1D">
      <w:rPr>
        <w:rFonts w:ascii="Times New Roman" w:hAnsi="Times New Roman"/>
        <w:sz w:val="24"/>
        <w:szCs w:val="24"/>
      </w:rPr>
      <w:instrText>PAGE   \* MERGEFORMAT</w:instrText>
    </w:r>
    <w:r w:rsidRPr="00EA6C1D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50</w:t>
    </w:r>
    <w:r w:rsidRPr="00EA6C1D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717E"/>
    <w:rsid w:val="0006303C"/>
    <w:rsid w:val="001B0E61"/>
    <w:rsid w:val="001B259F"/>
    <w:rsid w:val="001D4ED0"/>
    <w:rsid w:val="00202A56"/>
    <w:rsid w:val="00231759"/>
    <w:rsid w:val="00295EE1"/>
    <w:rsid w:val="002C1599"/>
    <w:rsid w:val="002F717E"/>
    <w:rsid w:val="00313C8A"/>
    <w:rsid w:val="00326FFD"/>
    <w:rsid w:val="00335BEB"/>
    <w:rsid w:val="0035347D"/>
    <w:rsid w:val="00435490"/>
    <w:rsid w:val="004E0A4A"/>
    <w:rsid w:val="00500C31"/>
    <w:rsid w:val="00507CEA"/>
    <w:rsid w:val="00513E22"/>
    <w:rsid w:val="00540239"/>
    <w:rsid w:val="00595BA7"/>
    <w:rsid w:val="00683FCE"/>
    <w:rsid w:val="006D03E1"/>
    <w:rsid w:val="00700C71"/>
    <w:rsid w:val="007D1E86"/>
    <w:rsid w:val="007D2333"/>
    <w:rsid w:val="007D551F"/>
    <w:rsid w:val="007D5C0E"/>
    <w:rsid w:val="008108A9"/>
    <w:rsid w:val="0085017A"/>
    <w:rsid w:val="00867C85"/>
    <w:rsid w:val="00920224"/>
    <w:rsid w:val="00A060AE"/>
    <w:rsid w:val="00B01AC0"/>
    <w:rsid w:val="00B0458A"/>
    <w:rsid w:val="00C115EB"/>
    <w:rsid w:val="00C460B2"/>
    <w:rsid w:val="00D329F2"/>
    <w:rsid w:val="00D658B3"/>
    <w:rsid w:val="00DA157A"/>
    <w:rsid w:val="00E57B8F"/>
    <w:rsid w:val="00E738EE"/>
    <w:rsid w:val="00EA08CC"/>
    <w:rsid w:val="00EA1925"/>
    <w:rsid w:val="00EA6C1D"/>
    <w:rsid w:val="00F748E2"/>
    <w:rsid w:val="00F96206"/>
    <w:rsid w:val="00FD2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51F"/>
    <w:pPr>
      <w:spacing w:after="120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D551F"/>
    <w:pPr>
      <w:tabs>
        <w:tab w:val="center" w:pos="4677"/>
        <w:tab w:val="right" w:pos="9355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D551F"/>
    <w:rPr>
      <w:rFonts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7D551F"/>
    <w:pPr>
      <w:tabs>
        <w:tab w:val="center" w:pos="4677"/>
        <w:tab w:val="right" w:pos="9355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D551F"/>
    <w:rPr>
      <w:rFonts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335BE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5B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76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157</TotalTime>
  <Pages>2</Pages>
  <Words>713</Words>
  <Characters>4067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user</cp:lastModifiedBy>
  <cp:revision>30</cp:revision>
  <cp:lastPrinted>2020-03-25T12:38:00Z</cp:lastPrinted>
  <dcterms:created xsi:type="dcterms:W3CDTF">2020-03-23T09:16:00Z</dcterms:created>
  <dcterms:modified xsi:type="dcterms:W3CDTF">2024-05-27T07:49:00Z</dcterms:modified>
</cp:coreProperties>
</file>