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33D" w:rsidRPr="00090F0A" w:rsidRDefault="00FC333D" w:rsidP="008F4C6B">
      <w:pPr>
        <w:jc w:val="right"/>
        <w:rPr>
          <w:sz w:val="22"/>
          <w:szCs w:val="22"/>
        </w:rPr>
      </w:pPr>
      <w:r w:rsidRPr="00090F0A">
        <w:rPr>
          <w:sz w:val="22"/>
          <w:szCs w:val="22"/>
        </w:rPr>
        <w:t>Приложение 2</w:t>
      </w:r>
    </w:p>
    <w:p w:rsidR="00FC333D" w:rsidRPr="00835E4E" w:rsidRDefault="00FC333D" w:rsidP="008F4C6B">
      <w:pPr>
        <w:jc w:val="right"/>
        <w:rPr>
          <w:sz w:val="22"/>
          <w:szCs w:val="22"/>
        </w:rPr>
      </w:pPr>
      <w:r w:rsidRPr="00835E4E">
        <w:rPr>
          <w:sz w:val="22"/>
          <w:szCs w:val="22"/>
        </w:rPr>
        <w:t>к порядк</w:t>
      </w:r>
      <w:r>
        <w:rPr>
          <w:sz w:val="22"/>
          <w:szCs w:val="22"/>
        </w:rPr>
        <w:t>у</w:t>
      </w:r>
      <w:r w:rsidRPr="00835E4E">
        <w:rPr>
          <w:sz w:val="22"/>
          <w:szCs w:val="22"/>
        </w:rPr>
        <w:t xml:space="preserve"> ведения</w:t>
      </w:r>
    </w:p>
    <w:p w:rsidR="00FC333D" w:rsidRDefault="00FC333D" w:rsidP="008F4C6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муниципальной </w:t>
      </w:r>
      <w:r w:rsidRPr="00835E4E">
        <w:rPr>
          <w:sz w:val="22"/>
          <w:szCs w:val="22"/>
        </w:rPr>
        <w:t xml:space="preserve">долговой книги </w:t>
      </w:r>
    </w:p>
    <w:p w:rsidR="00FC333D" w:rsidRDefault="00FC333D" w:rsidP="008F4C6B">
      <w:pPr>
        <w:jc w:val="right"/>
        <w:rPr>
          <w:sz w:val="22"/>
          <w:szCs w:val="22"/>
        </w:rPr>
      </w:pPr>
      <w:r w:rsidRPr="00835E4E">
        <w:rPr>
          <w:sz w:val="22"/>
          <w:szCs w:val="22"/>
        </w:rPr>
        <w:t>муниципального</w:t>
      </w:r>
      <w:r>
        <w:rPr>
          <w:sz w:val="22"/>
          <w:szCs w:val="22"/>
        </w:rPr>
        <w:t xml:space="preserve"> </w:t>
      </w:r>
      <w:r w:rsidRPr="00835E4E">
        <w:rPr>
          <w:sz w:val="22"/>
          <w:szCs w:val="22"/>
        </w:rPr>
        <w:t xml:space="preserve">образования </w:t>
      </w:r>
    </w:p>
    <w:p w:rsidR="00FC333D" w:rsidRPr="00090F0A" w:rsidRDefault="00FC333D" w:rsidP="008F4C6B">
      <w:pPr>
        <w:jc w:val="right"/>
        <w:rPr>
          <w:sz w:val="22"/>
          <w:szCs w:val="22"/>
        </w:rPr>
      </w:pPr>
      <w:r w:rsidRPr="00835E4E">
        <w:rPr>
          <w:sz w:val="22"/>
          <w:szCs w:val="22"/>
        </w:rPr>
        <w:t>городской округ</w:t>
      </w:r>
      <w:r>
        <w:rPr>
          <w:sz w:val="22"/>
          <w:szCs w:val="22"/>
        </w:rPr>
        <w:t xml:space="preserve"> </w:t>
      </w:r>
      <w:r w:rsidRPr="00835E4E">
        <w:rPr>
          <w:sz w:val="22"/>
          <w:szCs w:val="22"/>
        </w:rPr>
        <w:t>город Пыть-Ях</w:t>
      </w:r>
      <w:r>
        <w:rPr>
          <w:sz w:val="22"/>
          <w:szCs w:val="22"/>
        </w:rPr>
        <w:t>»</w:t>
      </w:r>
    </w:p>
    <w:p w:rsidR="00FC333D" w:rsidRDefault="00FC333D" w:rsidP="008F4C6B">
      <w:pPr>
        <w:jc w:val="center"/>
        <w:rPr>
          <w:b/>
          <w:sz w:val="26"/>
          <w:szCs w:val="26"/>
        </w:rPr>
      </w:pPr>
    </w:p>
    <w:p w:rsidR="00FC333D" w:rsidRDefault="00FC333D" w:rsidP="008F4C6B">
      <w:pPr>
        <w:jc w:val="center"/>
        <w:rPr>
          <w:b/>
          <w:sz w:val="26"/>
          <w:szCs w:val="26"/>
        </w:rPr>
      </w:pPr>
    </w:p>
    <w:p w:rsidR="00FC333D" w:rsidRDefault="00FC333D" w:rsidP="008F4C6B">
      <w:pPr>
        <w:jc w:val="center"/>
        <w:rPr>
          <w:b/>
          <w:sz w:val="26"/>
          <w:szCs w:val="26"/>
        </w:rPr>
      </w:pPr>
    </w:p>
    <w:p w:rsidR="00FC333D" w:rsidRDefault="00FC333D" w:rsidP="008F4C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муниципальном</w:t>
      </w:r>
      <w:r w:rsidRPr="0026104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долге</w:t>
      </w:r>
      <w:r w:rsidRPr="0026104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                                                                  муниципального образования городской округ город Пыть-Ях                                                   </w:t>
      </w:r>
      <w:r w:rsidRPr="00261046">
        <w:rPr>
          <w:b/>
          <w:sz w:val="26"/>
          <w:szCs w:val="26"/>
        </w:rPr>
        <w:t xml:space="preserve">по состоянию на </w:t>
      </w:r>
      <w:r>
        <w:rPr>
          <w:b/>
          <w:sz w:val="26"/>
          <w:szCs w:val="26"/>
        </w:rPr>
        <w:t xml:space="preserve"> 01 октября 2015 года</w:t>
      </w:r>
    </w:p>
    <w:p w:rsidR="00FC333D" w:rsidRPr="00261046" w:rsidRDefault="00FC333D" w:rsidP="008F4C6B">
      <w:pPr>
        <w:jc w:val="center"/>
        <w:rPr>
          <w:b/>
          <w:sz w:val="26"/>
          <w:szCs w:val="26"/>
        </w:rPr>
      </w:pPr>
    </w:p>
    <w:p w:rsidR="00FC333D" w:rsidRDefault="00FC333D" w:rsidP="008F4C6B">
      <w:pPr>
        <w:jc w:val="center"/>
        <w:rPr>
          <w:b/>
        </w:rPr>
      </w:pPr>
    </w:p>
    <w:p w:rsidR="00FC333D" w:rsidRPr="00F84924" w:rsidRDefault="00FC333D" w:rsidP="008F4C6B">
      <w:pPr>
        <w:jc w:val="center"/>
      </w:pPr>
      <w:r>
        <w:t xml:space="preserve">                                                                                                                         </w:t>
      </w:r>
      <w:r w:rsidRPr="00F84924">
        <w:t>тыс. руб.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5"/>
        <w:gridCol w:w="2410"/>
        <w:gridCol w:w="2268"/>
      </w:tblGrid>
      <w:tr w:rsidR="00FC333D" w:rsidRPr="00261046" w:rsidTr="00704D3D">
        <w:tc>
          <w:tcPr>
            <w:tcW w:w="4215" w:type="dxa"/>
            <w:vAlign w:val="center"/>
          </w:tcPr>
          <w:p w:rsidR="00FC333D" w:rsidRPr="00C31F1B" w:rsidRDefault="00FC333D" w:rsidP="00704D3D">
            <w:pPr>
              <w:jc w:val="center"/>
              <w:rPr>
                <w:b/>
                <w:sz w:val="26"/>
                <w:szCs w:val="26"/>
              </w:rPr>
            </w:pPr>
            <w:r w:rsidRPr="00C31F1B">
              <w:rPr>
                <w:b/>
                <w:sz w:val="26"/>
                <w:szCs w:val="26"/>
              </w:rPr>
              <w:t>Вид долгового обязательства</w:t>
            </w:r>
          </w:p>
        </w:tc>
        <w:tc>
          <w:tcPr>
            <w:tcW w:w="2410" w:type="dxa"/>
          </w:tcPr>
          <w:p w:rsidR="00FC333D" w:rsidRPr="00C31F1B" w:rsidRDefault="00FC333D" w:rsidP="00704D3D">
            <w:pPr>
              <w:jc w:val="center"/>
              <w:rPr>
                <w:b/>
                <w:sz w:val="26"/>
                <w:szCs w:val="26"/>
              </w:rPr>
            </w:pPr>
            <w:r w:rsidRPr="00C31F1B">
              <w:rPr>
                <w:b/>
                <w:sz w:val="26"/>
                <w:szCs w:val="26"/>
              </w:rPr>
              <w:t>Объем долга на                    1 января 201</w:t>
            </w:r>
            <w:r>
              <w:rPr>
                <w:b/>
                <w:sz w:val="26"/>
                <w:szCs w:val="26"/>
              </w:rPr>
              <w:t>5г</w:t>
            </w:r>
            <w:r w:rsidRPr="00C31F1B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2268" w:type="dxa"/>
            <w:vAlign w:val="center"/>
          </w:tcPr>
          <w:p w:rsidR="00FC333D" w:rsidRPr="00C31F1B" w:rsidRDefault="00FC333D" w:rsidP="00704D3D">
            <w:pPr>
              <w:jc w:val="center"/>
              <w:rPr>
                <w:b/>
                <w:sz w:val="26"/>
                <w:szCs w:val="26"/>
              </w:rPr>
            </w:pPr>
            <w:r w:rsidRPr="00C31F1B">
              <w:rPr>
                <w:b/>
                <w:sz w:val="26"/>
                <w:szCs w:val="26"/>
              </w:rPr>
              <w:t xml:space="preserve">Объем долга на          1 </w:t>
            </w:r>
            <w:r>
              <w:rPr>
                <w:b/>
                <w:sz w:val="26"/>
                <w:szCs w:val="26"/>
              </w:rPr>
              <w:t>октября 2015</w:t>
            </w:r>
            <w:r w:rsidRPr="00C31F1B">
              <w:rPr>
                <w:b/>
                <w:sz w:val="26"/>
                <w:szCs w:val="26"/>
              </w:rPr>
              <w:t>г.</w:t>
            </w:r>
          </w:p>
        </w:tc>
      </w:tr>
      <w:tr w:rsidR="00FC333D" w:rsidRPr="00261046" w:rsidTr="00704D3D">
        <w:trPr>
          <w:trHeight w:val="660"/>
        </w:trPr>
        <w:tc>
          <w:tcPr>
            <w:tcW w:w="4215" w:type="dxa"/>
          </w:tcPr>
          <w:p w:rsidR="00FC333D" w:rsidRPr="00F027BE" w:rsidRDefault="00FC333D" w:rsidP="00704D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Кредиты, полученные </w:t>
            </w:r>
            <w:r w:rsidRPr="00F027BE">
              <w:rPr>
                <w:sz w:val="26"/>
                <w:szCs w:val="26"/>
              </w:rPr>
              <w:t>от кредитных организаций</w:t>
            </w:r>
          </w:p>
        </w:tc>
        <w:tc>
          <w:tcPr>
            <w:tcW w:w="2410" w:type="dxa"/>
            <w:vAlign w:val="bottom"/>
          </w:tcPr>
          <w:p w:rsidR="00FC333D" w:rsidRPr="00F027BE" w:rsidRDefault="00FC333D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268" w:type="dxa"/>
            <w:vAlign w:val="bottom"/>
          </w:tcPr>
          <w:p w:rsidR="00FC333D" w:rsidRPr="00F027BE" w:rsidRDefault="00FC333D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FC333D" w:rsidRPr="00261046" w:rsidTr="00704D3D">
        <w:trPr>
          <w:trHeight w:val="525"/>
        </w:trPr>
        <w:tc>
          <w:tcPr>
            <w:tcW w:w="4215" w:type="dxa"/>
          </w:tcPr>
          <w:p w:rsidR="00FC333D" w:rsidRDefault="00FC333D" w:rsidP="00704D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Муниципальные ценные бумаги муниципального образования</w:t>
            </w:r>
          </w:p>
        </w:tc>
        <w:tc>
          <w:tcPr>
            <w:tcW w:w="2410" w:type="dxa"/>
            <w:vAlign w:val="bottom"/>
          </w:tcPr>
          <w:p w:rsidR="00FC333D" w:rsidRPr="00F027BE" w:rsidRDefault="00FC333D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268" w:type="dxa"/>
            <w:vAlign w:val="bottom"/>
          </w:tcPr>
          <w:p w:rsidR="00FC333D" w:rsidRPr="00F027BE" w:rsidRDefault="00FC333D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FC333D" w:rsidRPr="00261046" w:rsidTr="00704D3D">
        <w:tc>
          <w:tcPr>
            <w:tcW w:w="4215" w:type="dxa"/>
          </w:tcPr>
          <w:p w:rsidR="00FC333D" w:rsidRPr="00F027BE" w:rsidRDefault="00FC333D" w:rsidP="00704D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F027BE">
              <w:rPr>
                <w:sz w:val="26"/>
                <w:szCs w:val="26"/>
              </w:rPr>
              <w:t>юджетные кредиты</w:t>
            </w:r>
            <w:r>
              <w:rPr>
                <w:sz w:val="26"/>
                <w:szCs w:val="26"/>
              </w:rPr>
              <w:t xml:space="preserve">, полученные </w:t>
            </w:r>
            <w:r w:rsidRPr="00F027BE">
              <w:rPr>
                <w:sz w:val="26"/>
                <w:szCs w:val="26"/>
              </w:rPr>
              <w:t>от других бюджетов бюджетной системы Российской Федерации</w:t>
            </w:r>
          </w:p>
        </w:tc>
        <w:tc>
          <w:tcPr>
            <w:tcW w:w="2410" w:type="dxa"/>
            <w:vAlign w:val="bottom"/>
          </w:tcPr>
          <w:p w:rsidR="00FC333D" w:rsidRPr="00F027BE" w:rsidRDefault="00FC333D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268" w:type="dxa"/>
            <w:vAlign w:val="bottom"/>
          </w:tcPr>
          <w:p w:rsidR="00FC333D" w:rsidRPr="00F027BE" w:rsidRDefault="00FC333D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116 508,9</w:t>
            </w:r>
          </w:p>
        </w:tc>
      </w:tr>
      <w:tr w:rsidR="00FC333D" w:rsidRPr="00261046" w:rsidTr="00704D3D">
        <w:tc>
          <w:tcPr>
            <w:tcW w:w="4215" w:type="dxa"/>
          </w:tcPr>
          <w:p w:rsidR="00FC333D" w:rsidRPr="00F027BE" w:rsidRDefault="00FC333D" w:rsidP="00704D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Муниципальные</w:t>
            </w:r>
            <w:r w:rsidRPr="00F027BE">
              <w:rPr>
                <w:sz w:val="26"/>
                <w:szCs w:val="26"/>
              </w:rPr>
              <w:t xml:space="preserve"> гарантии </w:t>
            </w:r>
            <w:r>
              <w:rPr>
                <w:sz w:val="26"/>
                <w:szCs w:val="26"/>
              </w:rPr>
              <w:t>муниципального образования</w:t>
            </w:r>
            <w:r w:rsidRPr="00F027BE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  <w:vAlign w:val="bottom"/>
          </w:tcPr>
          <w:p w:rsidR="00FC333D" w:rsidRDefault="00FC333D" w:rsidP="00704D3D">
            <w:pPr>
              <w:jc w:val="right"/>
              <w:rPr>
                <w:sz w:val="26"/>
                <w:szCs w:val="26"/>
              </w:rPr>
            </w:pPr>
          </w:p>
          <w:p w:rsidR="00FC333D" w:rsidRPr="00F027BE" w:rsidRDefault="00FC333D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348 188,2</w:t>
            </w:r>
          </w:p>
        </w:tc>
        <w:tc>
          <w:tcPr>
            <w:tcW w:w="2268" w:type="dxa"/>
            <w:vAlign w:val="bottom"/>
          </w:tcPr>
          <w:p w:rsidR="00FC333D" w:rsidRPr="00F027BE" w:rsidRDefault="00FC333D" w:rsidP="00704D3D">
            <w:pPr>
              <w:jc w:val="right"/>
              <w:rPr>
                <w:sz w:val="26"/>
                <w:szCs w:val="26"/>
              </w:rPr>
            </w:pPr>
          </w:p>
          <w:p w:rsidR="00FC333D" w:rsidRPr="00F027BE" w:rsidRDefault="00FC333D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308 938,6</w:t>
            </w:r>
          </w:p>
        </w:tc>
      </w:tr>
      <w:tr w:rsidR="00FC333D" w:rsidRPr="00261046" w:rsidTr="00704D3D">
        <w:tc>
          <w:tcPr>
            <w:tcW w:w="4215" w:type="dxa"/>
          </w:tcPr>
          <w:p w:rsidR="00FC333D" w:rsidRPr="00F027BE" w:rsidRDefault="00FC333D" w:rsidP="00704D3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муниципальный </w:t>
            </w:r>
            <w:r w:rsidRPr="00F027BE">
              <w:rPr>
                <w:b/>
                <w:sz w:val="26"/>
                <w:szCs w:val="26"/>
              </w:rPr>
              <w:t xml:space="preserve">долг </w:t>
            </w:r>
            <w:r>
              <w:rPr>
                <w:b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2410" w:type="dxa"/>
            <w:vAlign w:val="center"/>
          </w:tcPr>
          <w:p w:rsidR="00FC333D" w:rsidRPr="00D07DA0" w:rsidRDefault="00FC333D" w:rsidP="00704D3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348</w:t>
            </w:r>
            <w:r w:rsidRPr="00D07DA0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1</w:t>
            </w:r>
            <w:r w:rsidRPr="00D07DA0">
              <w:rPr>
                <w:b/>
                <w:sz w:val="26"/>
                <w:szCs w:val="26"/>
              </w:rPr>
              <w:t>88,2</w:t>
            </w:r>
          </w:p>
        </w:tc>
        <w:tc>
          <w:tcPr>
            <w:tcW w:w="2268" w:type="dxa"/>
            <w:vAlign w:val="bottom"/>
          </w:tcPr>
          <w:p w:rsidR="00FC333D" w:rsidRPr="00D07DA0" w:rsidRDefault="00FC333D" w:rsidP="00704D3D">
            <w:pPr>
              <w:jc w:val="right"/>
              <w:rPr>
                <w:b/>
                <w:sz w:val="26"/>
                <w:szCs w:val="26"/>
              </w:rPr>
            </w:pPr>
          </w:p>
          <w:p w:rsidR="00FC333D" w:rsidRDefault="00FC333D" w:rsidP="00704D3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425 447,5</w:t>
            </w:r>
          </w:p>
          <w:p w:rsidR="00FC333D" w:rsidRPr="006A0AC8" w:rsidRDefault="00FC333D" w:rsidP="00704D3D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:rsidR="00FC333D" w:rsidRDefault="00FC333D" w:rsidP="008F4C6B">
      <w:pPr>
        <w:jc w:val="center"/>
      </w:pPr>
    </w:p>
    <w:p w:rsidR="00FC333D" w:rsidRDefault="00FC333D" w:rsidP="008F4C6B">
      <w:pPr>
        <w:jc w:val="center"/>
      </w:pPr>
    </w:p>
    <w:p w:rsidR="00FC333D" w:rsidRDefault="00FC333D" w:rsidP="00E0294F">
      <w:pPr>
        <w:rPr>
          <w:sz w:val="26"/>
          <w:szCs w:val="26"/>
        </w:rPr>
      </w:pPr>
      <w:r>
        <w:rPr>
          <w:sz w:val="26"/>
          <w:szCs w:val="26"/>
        </w:rPr>
        <w:t>Заместитель пр</w:t>
      </w:r>
      <w:r w:rsidRPr="00C31F1B">
        <w:rPr>
          <w:sz w:val="26"/>
          <w:szCs w:val="26"/>
        </w:rPr>
        <w:t>едседател</w:t>
      </w:r>
      <w:r>
        <w:rPr>
          <w:sz w:val="26"/>
          <w:szCs w:val="26"/>
        </w:rPr>
        <w:t>я</w:t>
      </w:r>
    </w:p>
    <w:p w:rsidR="00FC333D" w:rsidRDefault="00FC333D" w:rsidP="00E0294F">
      <w:pPr>
        <w:rPr>
          <w:sz w:val="26"/>
          <w:szCs w:val="26"/>
        </w:rPr>
      </w:pPr>
      <w:r w:rsidRPr="00C31F1B">
        <w:rPr>
          <w:sz w:val="26"/>
          <w:szCs w:val="26"/>
        </w:rPr>
        <w:t>комитета по финансам</w:t>
      </w:r>
      <w:r w:rsidRPr="00C31F1B">
        <w:rPr>
          <w:sz w:val="26"/>
          <w:szCs w:val="26"/>
        </w:rPr>
        <w:tab/>
      </w:r>
      <w:r w:rsidRPr="00C31F1B">
        <w:rPr>
          <w:sz w:val="26"/>
          <w:szCs w:val="26"/>
        </w:rPr>
        <w:tab/>
      </w:r>
      <w:r>
        <w:rPr>
          <w:sz w:val="26"/>
          <w:szCs w:val="26"/>
        </w:rPr>
        <w:t xml:space="preserve">         </w:t>
      </w:r>
      <w:r w:rsidRPr="00C31F1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Е.Г.Баляева</w:t>
      </w:r>
    </w:p>
    <w:p w:rsidR="00FC333D" w:rsidRDefault="00FC333D" w:rsidP="00E0294F">
      <w:pPr>
        <w:rPr>
          <w:sz w:val="26"/>
          <w:szCs w:val="26"/>
        </w:rPr>
      </w:pPr>
    </w:p>
    <w:p w:rsidR="00FC333D" w:rsidRDefault="00FC333D" w:rsidP="00E0294F">
      <w:pPr>
        <w:rPr>
          <w:sz w:val="26"/>
          <w:szCs w:val="26"/>
        </w:rPr>
      </w:pPr>
    </w:p>
    <w:p w:rsidR="00FC333D" w:rsidRDefault="00FC333D" w:rsidP="00E0294F">
      <w:pPr>
        <w:rPr>
          <w:sz w:val="26"/>
          <w:szCs w:val="26"/>
        </w:rPr>
      </w:pPr>
      <w:r>
        <w:rPr>
          <w:sz w:val="26"/>
          <w:szCs w:val="26"/>
        </w:rPr>
        <w:t xml:space="preserve">Зам.начальника отдела отчетности, </w:t>
      </w:r>
    </w:p>
    <w:p w:rsidR="00FC333D" w:rsidRDefault="00FC333D" w:rsidP="00E0294F">
      <w:pPr>
        <w:rPr>
          <w:sz w:val="26"/>
          <w:szCs w:val="26"/>
        </w:rPr>
      </w:pPr>
      <w:r>
        <w:rPr>
          <w:sz w:val="26"/>
          <w:szCs w:val="26"/>
        </w:rPr>
        <w:t xml:space="preserve">обслуживания муниципального долга </w:t>
      </w:r>
    </w:p>
    <w:p w:rsidR="00FC333D" w:rsidRDefault="00FC333D" w:rsidP="00E0294F">
      <w:r>
        <w:rPr>
          <w:sz w:val="26"/>
          <w:szCs w:val="26"/>
        </w:rPr>
        <w:t>и казначейского исполнения</w:t>
      </w:r>
      <w:r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А.А.Коншина</w:t>
      </w:r>
    </w:p>
    <w:sectPr w:rsidR="00FC333D" w:rsidSect="000813BB">
      <w:headerReference w:type="default" r:id="rId6"/>
      <w:pgSz w:w="11906" w:h="16838"/>
      <w:pgMar w:top="1418" w:right="1276" w:bottom="1134" w:left="1559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33D" w:rsidRDefault="00FC333D" w:rsidP="00935B58">
      <w:r>
        <w:separator/>
      </w:r>
    </w:p>
  </w:endnote>
  <w:endnote w:type="continuationSeparator" w:id="0">
    <w:p w:rsidR="00FC333D" w:rsidRDefault="00FC333D" w:rsidP="00935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33D" w:rsidRDefault="00FC333D" w:rsidP="00935B58">
      <w:r>
        <w:separator/>
      </w:r>
    </w:p>
  </w:footnote>
  <w:footnote w:type="continuationSeparator" w:id="0">
    <w:p w:rsidR="00FC333D" w:rsidRDefault="00FC333D" w:rsidP="00935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33D" w:rsidRDefault="00FC333D">
    <w:pPr>
      <w:pStyle w:val="Header"/>
      <w:jc w:val="center"/>
    </w:pPr>
  </w:p>
  <w:p w:rsidR="00FC333D" w:rsidRDefault="00FC33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AA5"/>
    <w:rsid w:val="0000015D"/>
    <w:rsid w:val="000001FA"/>
    <w:rsid w:val="000003E0"/>
    <w:rsid w:val="000004D3"/>
    <w:rsid w:val="000008D0"/>
    <w:rsid w:val="00001320"/>
    <w:rsid w:val="00001643"/>
    <w:rsid w:val="00001715"/>
    <w:rsid w:val="00001F9B"/>
    <w:rsid w:val="00002FD1"/>
    <w:rsid w:val="00003363"/>
    <w:rsid w:val="00004C0E"/>
    <w:rsid w:val="0000530F"/>
    <w:rsid w:val="0000577C"/>
    <w:rsid w:val="00006758"/>
    <w:rsid w:val="000069A8"/>
    <w:rsid w:val="00006DB0"/>
    <w:rsid w:val="00007074"/>
    <w:rsid w:val="00007435"/>
    <w:rsid w:val="00007BB7"/>
    <w:rsid w:val="00010113"/>
    <w:rsid w:val="0001036A"/>
    <w:rsid w:val="00010503"/>
    <w:rsid w:val="00011061"/>
    <w:rsid w:val="000112A2"/>
    <w:rsid w:val="0001151D"/>
    <w:rsid w:val="00011581"/>
    <w:rsid w:val="00012153"/>
    <w:rsid w:val="000129A2"/>
    <w:rsid w:val="00013066"/>
    <w:rsid w:val="0001315B"/>
    <w:rsid w:val="00013F39"/>
    <w:rsid w:val="000149A2"/>
    <w:rsid w:val="00014BBE"/>
    <w:rsid w:val="00015BA0"/>
    <w:rsid w:val="00015CC6"/>
    <w:rsid w:val="00015EA1"/>
    <w:rsid w:val="000165D7"/>
    <w:rsid w:val="0001681E"/>
    <w:rsid w:val="00016C93"/>
    <w:rsid w:val="00017DA6"/>
    <w:rsid w:val="00020315"/>
    <w:rsid w:val="000205F9"/>
    <w:rsid w:val="0002070C"/>
    <w:rsid w:val="00021048"/>
    <w:rsid w:val="00021CAE"/>
    <w:rsid w:val="000224D4"/>
    <w:rsid w:val="00023101"/>
    <w:rsid w:val="00023973"/>
    <w:rsid w:val="00023A17"/>
    <w:rsid w:val="0002450C"/>
    <w:rsid w:val="000253E8"/>
    <w:rsid w:val="00025731"/>
    <w:rsid w:val="00026C88"/>
    <w:rsid w:val="000273F6"/>
    <w:rsid w:val="00027C5F"/>
    <w:rsid w:val="000303C2"/>
    <w:rsid w:val="0003108F"/>
    <w:rsid w:val="00031CC4"/>
    <w:rsid w:val="00031DB2"/>
    <w:rsid w:val="000320FD"/>
    <w:rsid w:val="00032632"/>
    <w:rsid w:val="00032E73"/>
    <w:rsid w:val="0003349C"/>
    <w:rsid w:val="00033631"/>
    <w:rsid w:val="00033CCC"/>
    <w:rsid w:val="00033E55"/>
    <w:rsid w:val="0003597C"/>
    <w:rsid w:val="00035BA6"/>
    <w:rsid w:val="00036478"/>
    <w:rsid w:val="00036933"/>
    <w:rsid w:val="00036A24"/>
    <w:rsid w:val="00036AAA"/>
    <w:rsid w:val="0003732C"/>
    <w:rsid w:val="000401A2"/>
    <w:rsid w:val="0004073F"/>
    <w:rsid w:val="0004094D"/>
    <w:rsid w:val="00040C06"/>
    <w:rsid w:val="00040D83"/>
    <w:rsid w:val="000413ED"/>
    <w:rsid w:val="0004221C"/>
    <w:rsid w:val="00042A54"/>
    <w:rsid w:val="00043186"/>
    <w:rsid w:val="00043258"/>
    <w:rsid w:val="00043D16"/>
    <w:rsid w:val="00044C12"/>
    <w:rsid w:val="00045290"/>
    <w:rsid w:val="00045A36"/>
    <w:rsid w:val="00046044"/>
    <w:rsid w:val="000463EF"/>
    <w:rsid w:val="00047EC5"/>
    <w:rsid w:val="00050856"/>
    <w:rsid w:val="0005181D"/>
    <w:rsid w:val="00051C11"/>
    <w:rsid w:val="00052349"/>
    <w:rsid w:val="00053D25"/>
    <w:rsid w:val="000540FD"/>
    <w:rsid w:val="00054EC8"/>
    <w:rsid w:val="0005598B"/>
    <w:rsid w:val="00055A01"/>
    <w:rsid w:val="00055F27"/>
    <w:rsid w:val="000565EC"/>
    <w:rsid w:val="00056718"/>
    <w:rsid w:val="00057598"/>
    <w:rsid w:val="00057884"/>
    <w:rsid w:val="00060446"/>
    <w:rsid w:val="000608E9"/>
    <w:rsid w:val="00060B2E"/>
    <w:rsid w:val="00061092"/>
    <w:rsid w:val="00061313"/>
    <w:rsid w:val="00061505"/>
    <w:rsid w:val="000628D7"/>
    <w:rsid w:val="00062901"/>
    <w:rsid w:val="00062C63"/>
    <w:rsid w:val="0006301C"/>
    <w:rsid w:val="00063176"/>
    <w:rsid w:val="000647CA"/>
    <w:rsid w:val="000647F2"/>
    <w:rsid w:val="00065B0D"/>
    <w:rsid w:val="0006670F"/>
    <w:rsid w:val="000669C1"/>
    <w:rsid w:val="000672C8"/>
    <w:rsid w:val="000672DB"/>
    <w:rsid w:val="00067A98"/>
    <w:rsid w:val="00070194"/>
    <w:rsid w:val="00070AC7"/>
    <w:rsid w:val="00070C23"/>
    <w:rsid w:val="0007111C"/>
    <w:rsid w:val="00071BBF"/>
    <w:rsid w:val="00071FB7"/>
    <w:rsid w:val="00072CBE"/>
    <w:rsid w:val="00073A94"/>
    <w:rsid w:val="00073C5B"/>
    <w:rsid w:val="00074150"/>
    <w:rsid w:val="000741A3"/>
    <w:rsid w:val="00074439"/>
    <w:rsid w:val="000747CC"/>
    <w:rsid w:val="0007498B"/>
    <w:rsid w:val="00075850"/>
    <w:rsid w:val="00075A46"/>
    <w:rsid w:val="00075BE0"/>
    <w:rsid w:val="0007633E"/>
    <w:rsid w:val="00076D0B"/>
    <w:rsid w:val="00077483"/>
    <w:rsid w:val="0007759A"/>
    <w:rsid w:val="00077862"/>
    <w:rsid w:val="00077E45"/>
    <w:rsid w:val="00080280"/>
    <w:rsid w:val="00080A5B"/>
    <w:rsid w:val="00080DAF"/>
    <w:rsid w:val="000810D1"/>
    <w:rsid w:val="000813BB"/>
    <w:rsid w:val="000814FB"/>
    <w:rsid w:val="00081CEB"/>
    <w:rsid w:val="0008288A"/>
    <w:rsid w:val="00082CE2"/>
    <w:rsid w:val="0008379C"/>
    <w:rsid w:val="000838F4"/>
    <w:rsid w:val="00083D80"/>
    <w:rsid w:val="00083FC7"/>
    <w:rsid w:val="000843CE"/>
    <w:rsid w:val="00084932"/>
    <w:rsid w:val="000849B3"/>
    <w:rsid w:val="00084E73"/>
    <w:rsid w:val="00086065"/>
    <w:rsid w:val="00086E43"/>
    <w:rsid w:val="00086EE6"/>
    <w:rsid w:val="0008735C"/>
    <w:rsid w:val="00090508"/>
    <w:rsid w:val="0009055C"/>
    <w:rsid w:val="000906B9"/>
    <w:rsid w:val="00090F0A"/>
    <w:rsid w:val="00090F85"/>
    <w:rsid w:val="00091FE7"/>
    <w:rsid w:val="00092A49"/>
    <w:rsid w:val="00094FA8"/>
    <w:rsid w:val="00095119"/>
    <w:rsid w:val="00095FD2"/>
    <w:rsid w:val="000A0DEA"/>
    <w:rsid w:val="000A219B"/>
    <w:rsid w:val="000A2B41"/>
    <w:rsid w:val="000A2F1B"/>
    <w:rsid w:val="000A3247"/>
    <w:rsid w:val="000A4744"/>
    <w:rsid w:val="000A56EE"/>
    <w:rsid w:val="000A5EC9"/>
    <w:rsid w:val="000A60A2"/>
    <w:rsid w:val="000A66F8"/>
    <w:rsid w:val="000A7328"/>
    <w:rsid w:val="000A79B7"/>
    <w:rsid w:val="000B0666"/>
    <w:rsid w:val="000B082B"/>
    <w:rsid w:val="000B09B8"/>
    <w:rsid w:val="000B142A"/>
    <w:rsid w:val="000B21B8"/>
    <w:rsid w:val="000B2950"/>
    <w:rsid w:val="000B302F"/>
    <w:rsid w:val="000B36B9"/>
    <w:rsid w:val="000B3B58"/>
    <w:rsid w:val="000B4DF8"/>
    <w:rsid w:val="000B5097"/>
    <w:rsid w:val="000B5491"/>
    <w:rsid w:val="000B554A"/>
    <w:rsid w:val="000B6131"/>
    <w:rsid w:val="000B6ACD"/>
    <w:rsid w:val="000B6DD7"/>
    <w:rsid w:val="000B7481"/>
    <w:rsid w:val="000B7F05"/>
    <w:rsid w:val="000C03A5"/>
    <w:rsid w:val="000C0B8A"/>
    <w:rsid w:val="000C10C8"/>
    <w:rsid w:val="000C2BDD"/>
    <w:rsid w:val="000C3988"/>
    <w:rsid w:val="000C452F"/>
    <w:rsid w:val="000C4B8C"/>
    <w:rsid w:val="000C4EAB"/>
    <w:rsid w:val="000C4F23"/>
    <w:rsid w:val="000C5E42"/>
    <w:rsid w:val="000C638A"/>
    <w:rsid w:val="000C63B1"/>
    <w:rsid w:val="000C6DB4"/>
    <w:rsid w:val="000C7212"/>
    <w:rsid w:val="000C758E"/>
    <w:rsid w:val="000D02BA"/>
    <w:rsid w:val="000D0736"/>
    <w:rsid w:val="000D08D5"/>
    <w:rsid w:val="000D0918"/>
    <w:rsid w:val="000D0AE1"/>
    <w:rsid w:val="000D0F3C"/>
    <w:rsid w:val="000D240E"/>
    <w:rsid w:val="000D2438"/>
    <w:rsid w:val="000D249B"/>
    <w:rsid w:val="000D29A5"/>
    <w:rsid w:val="000D2A2F"/>
    <w:rsid w:val="000D504C"/>
    <w:rsid w:val="000D552E"/>
    <w:rsid w:val="000D5D81"/>
    <w:rsid w:val="000D61D8"/>
    <w:rsid w:val="000D6956"/>
    <w:rsid w:val="000D7054"/>
    <w:rsid w:val="000D73BA"/>
    <w:rsid w:val="000D7860"/>
    <w:rsid w:val="000E024E"/>
    <w:rsid w:val="000E096F"/>
    <w:rsid w:val="000E1220"/>
    <w:rsid w:val="000E17E2"/>
    <w:rsid w:val="000E1B7E"/>
    <w:rsid w:val="000E1EE2"/>
    <w:rsid w:val="000E2639"/>
    <w:rsid w:val="000E2E80"/>
    <w:rsid w:val="000E2F81"/>
    <w:rsid w:val="000E39E8"/>
    <w:rsid w:val="000E3AD3"/>
    <w:rsid w:val="000E3F54"/>
    <w:rsid w:val="000E418C"/>
    <w:rsid w:val="000E42B7"/>
    <w:rsid w:val="000E541F"/>
    <w:rsid w:val="000E545D"/>
    <w:rsid w:val="000E54D4"/>
    <w:rsid w:val="000E5716"/>
    <w:rsid w:val="000E5A41"/>
    <w:rsid w:val="000E5A8A"/>
    <w:rsid w:val="000E5B23"/>
    <w:rsid w:val="000E63AB"/>
    <w:rsid w:val="000E6A20"/>
    <w:rsid w:val="000E6B0E"/>
    <w:rsid w:val="000E701E"/>
    <w:rsid w:val="000E72C1"/>
    <w:rsid w:val="000E7474"/>
    <w:rsid w:val="000E7E81"/>
    <w:rsid w:val="000F018A"/>
    <w:rsid w:val="000F07B5"/>
    <w:rsid w:val="000F13D4"/>
    <w:rsid w:val="000F1572"/>
    <w:rsid w:val="000F1699"/>
    <w:rsid w:val="000F1783"/>
    <w:rsid w:val="000F1DCE"/>
    <w:rsid w:val="000F213E"/>
    <w:rsid w:val="000F21B8"/>
    <w:rsid w:val="000F3143"/>
    <w:rsid w:val="000F391A"/>
    <w:rsid w:val="000F3C84"/>
    <w:rsid w:val="000F5D7E"/>
    <w:rsid w:val="000F6D5C"/>
    <w:rsid w:val="000F72A5"/>
    <w:rsid w:val="000F737E"/>
    <w:rsid w:val="000F76F0"/>
    <w:rsid w:val="001015F1"/>
    <w:rsid w:val="00102755"/>
    <w:rsid w:val="00103C12"/>
    <w:rsid w:val="001046C9"/>
    <w:rsid w:val="00104A3C"/>
    <w:rsid w:val="00104D05"/>
    <w:rsid w:val="00105272"/>
    <w:rsid w:val="001058D4"/>
    <w:rsid w:val="001064E3"/>
    <w:rsid w:val="0011054E"/>
    <w:rsid w:val="001115BC"/>
    <w:rsid w:val="001122C2"/>
    <w:rsid w:val="00112386"/>
    <w:rsid w:val="00113772"/>
    <w:rsid w:val="00113888"/>
    <w:rsid w:val="00113A09"/>
    <w:rsid w:val="00113AB0"/>
    <w:rsid w:val="00113FBF"/>
    <w:rsid w:val="00113FDA"/>
    <w:rsid w:val="00114216"/>
    <w:rsid w:val="0011497E"/>
    <w:rsid w:val="00114C3B"/>
    <w:rsid w:val="0011560A"/>
    <w:rsid w:val="00115F7E"/>
    <w:rsid w:val="00115FE5"/>
    <w:rsid w:val="001162C8"/>
    <w:rsid w:val="001164DE"/>
    <w:rsid w:val="00116735"/>
    <w:rsid w:val="001168D2"/>
    <w:rsid w:val="00116CA4"/>
    <w:rsid w:val="00117068"/>
    <w:rsid w:val="00117816"/>
    <w:rsid w:val="00117994"/>
    <w:rsid w:val="00121370"/>
    <w:rsid w:val="00121FA0"/>
    <w:rsid w:val="00122103"/>
    <w:rsid w:val="00122A8B"/>
    <w:rsid w:val="00122BA2"/>
    <w:rsid w:val="0012303C"/>
    <w:rsid w:val="00123C89"/>
    <w:rsid w:val="00123DF0"/>
    <w:rsid w:val="00123E41"/>
    <w:rsid w:val="001240E8"/>
    <w:rsid w:val="00124521"/>
    <w:rsid w:val="00124A3F"/>
    <w:rsid w:val="00124A9B"/>
    <w:rsid w:val="00124B59"/>
    <w:rsid w:val="00124E93"/>
    <w:rsid w:val="001251C3"/>
    <w:rsid w:val="001253F8"/>
    <w:rsid w:val="00125DAB"/>
    <w:rsid w:val="00125E64"/>
    <w:rsid w:val="0012651E"/>
    <w:rsid w:val="0012669F"/>
    <w:rsid w:val="001271CF"/>
    <w:rsid w:val="001272C6"/>
    <w:rsid w:val="0012794A"/>
    <w:rsid w:val="00127B14"/>
    <w:rsid w:val="00130405"/>
    <w:rsid w:val="00130823"/>
    <w:rsid w:val="00130A05"/>
    <w:rsid w:val="00130C29"/>
    <w:rsid w:val="00131B20"/>
    <w:rsid w:val="00131B6D"/>
    <w:rsid w:val="001339F2"/>
    <w:rsid w:val="00133DAE"/>
    <w:rsid w:val="001342FC"/>
    <w:rsid w:val="0013430B"/>
    <w:rsid w:val="00135FC8"/>
    <w:rsid w:val="00136017"/>
    <w:rsid w:val="00136559"/>
    <w:rsid w:val="00136A1D"/>
    <w:rsid w:val="00140975"/>
    <w:rsid w:val="00140A55"/>
    <w:rsid w:val="00140C04"/>
    <w:rsid w:val="001416CB"/>
    <w:rsid w:val="001439EE"/>
    <w:rsid w:val="00143A55"/>
    <w:rsid w:val="001442E2"/>
    <w:rsid w:val="001449F6"/>
    <w:rsid w:val="001451E3"/>
    <w:rsid w:val="001451E6"/>
    <w:rsid w:val="00146226"/>
    <w:rsid w:val="001471D8"/>
    <w:rsid w:val="001473BD"/>
    <w:rsid w:val="001479DF"/>
    <w:rsid w:val="00151079"/>
    <w:rsid w:val="001510F1"/>
    <w:rsid w:val="001514A3"/>
    <w:rsid w:val="00151658"/>
    <w:rsid w:val="001517D6"/>
    <w:rsid w:val="00152D92"/>
    <w:rsid w:val="00153379"/>
    <w:rsid w:val="00154273"/>
    <w:rsid w:val="00154F93"/>
    <w:rsid w:val="00154FC8"/>
    <w:rsid w:val="00155182"/>
    <w:rsid w:val="001562FC"/>
    <w:rsid w:val="00156E75"/>
    <w:rsid w:val="00156E7F"/>
    <w:rsid w:val="00157595"/>
    <w:rsid w:val="001606A5"/>
    <w:rsid w:val="00160F89"/>
    <w:rsid w:val="0016215A"/>
    <w:rsid w:val="00162331"/>
    <w:rsid w:val="0016243F"/>
    <w:rsid w:val="0016263E"/>
    <w:rsid w:val="0016297B"/>
    <w:rsid w:val="00162E81"/>
    <w:rsid w:val="001632C5"/>
    <w:rsid w:val="00164000"/>
    <w:rsid w:val="00164B4E"/>
    <w:rsid w:val="00165018"/>
    <w:rsid w:val="00165D4D"/>
    <w:rsid w:val="001662AD"/>
    <w:rsid w:val="00166592"/>
    <w:rsid w:val="001668DA"/>
    <w:rsid w:val="00166EC7"/>
    <w:rsid w:val="001671FE"/>
    <w:rsid w:val="00167A66"/>
    <w:rsid w:val="00170890"/>
    <w:rsid w:val="0017092A"/>
    <w:rsid w:val="00170D2D"/>
    <w:rsid w:val="001712C0"/>
    <w:rsid w:val="0017150F"/>
    <w:rsid w:val="001716F7"/>
    <w:rsid w:val="00172350"/>
    <w:rsid w:val="00172F5F"/>
    <w:rsid w:val="001740D6"/>
    <w:rsid w:val="00174695"/>
    <w:rsid w:val="001754B9"/>
    <w:rsid w:val="00175A21"/>
    <w:rsid w:val="00177827"/>
    <w:rsid w:val="001805B7"/>
    <w:rsid w:val="00180631"/>
    <w:rsid w:val="001811A0"/>
    <w:rsid w:val="001819D7"/>
    <w:rsid w:val="001819F6"/>
    <w:rsid w:val="00181EB6"/>
    <w:rsid w:val="001821E2"/>
    <w:rsid w:val="0018246C"/>
    <w:rsid w:val="0018288D"/>
    <w:rsid w:val="00183953"/>
    <w:rsid w:val="00183C3C"/>
    <w:rsid w:val="001843B7"/>
    <w:rsid w:val="00184D53"/>
    <w:rsid w:val="001853D6"/>
    <w:rsid w:val="00187859"/>
    <w:rsid w:val="00187A2C"/>
    <w:rsid w:val="00187B72"/>
    <w:rsid w:val="00187D22"/>
    <w:rsid w:val="00190575"/>
    <w:rsid w:val="001909BF"/>
    <w:rsid w:val="00190D6C"/>
    <w:rsid w:val="00191923"/>
    <w:rsid w:val="00191937"/>
    <w:rsid w:val="001943BC"/>
    <w:rsid w:val="001949FD"/>
    <w:rsid w:val="001959DE"/>
    <w:rsid w:val="00195A3D"/>
    <w:rsid w:val="0019631A"/>
    <w:rsid w:val="00196322"/>
    <w:rsid w:val="001966FD"/>
    <w:rsid w:val="0019686A"/>
    <w:rsid w:val="00196B1D"/>
    <w:rsid w:val="00196D35"/>
    <w:rsid w:val="00196FFA"/>
    <w:rsid w:val="001A0EBC"/>
    <w:rsid w:val="001A16D0"/>
    <w:rsid w:val="001A19E2"/>
    <w:rsid w:val="001A1B3A"/>
    <w:rsid w:val="001A22F6"/>
    <w:rsid w:val="001A265E"/>
    <w:rsid w:val="001A2ACD"/>
    <w:rsid w:val="001A2D1E"/>
    <w:rsid w:val="001A3463"/>
    <w:rsid w:val="001A369E"/>
    <w:rsid w:val="001A377A"/>
    <w:rsid w:val="001A3A6E"/>
    <w:rsid w:val="001A4150"/>
    <w:rsid w:val="001A525F"/>
    <w:rsid w:val="001A5532"/>
    <w:rsid w:val="001A5FEF"/>
    <w:rsid w:val="001A62B7"/>
    <w:rsid w:val="001A684E"/>
    <w:rsid w:val="001A7038"/>
    <w:rsid w:val="001A71C6"/>
    <w:rsid w:val="001A77FE"/>
    <w:rsid w:val="001A7DB7"/>
    <w:rsid w:val="001B05B1"/>
    <w:rsid w:val="001B22AC"/>
    <w:rsid w:val="001B2811"/>
    <w:rsid w:val="001B29C9"/>
    <w:rsid w:val="001B2F68"/>
    <w:rsid w:val="001B3C72"/>
    <w:rsid w:val="001B3FBE"/>
    <w:rsid w:val="001B481C"/>
    <w:rsid w:val="001B51AB"/>
    <w:rsid w:val="001B5913"/>
    <w:rsid w:val="001B59A3"/>
    <w:rsid w:val="001B63D9"/>
    <w:rsid w:val="001B7B4C"/>
    <w:rsid w:val="001B7F4A"/>
    <w:rsid w:val="001C0A4F"/>
    <w:rsid w:val="001C1F05"/>
    <w:rsid w:val="001C2006"/>
    <w:rsid w:val="001C2494"/>
    <w:rsid w:val="001C24D1"/>
    <w:rsid w:val="001C278D"/>
    <w:rsid w:val="001C30EF"/>
    <w:rsid w:val="001C34A5"/>
    <w:rsid w:val="001C37DF"/>
    <w:rsid w:val="001C3B61"/>
    <w:rsid w:val="001C3ED7"/>
    <w:rsid w:val="001C5831"/>
    <w:rsid w:val="001C5D40"/>
    <w:rsid w:val="001C609F"/>
    <w:rsid w:val="001C6944"/>
    <w:rsid w:val="001C69BF"/>
    <w:rsid w:val="001C7670"/>
    <w:rsid w:val="001C7709"/>
    <w:rsid w:val="001C79E3"/>
    <w:rsid w:val="001D08C7"/>
    <w:rsid w:val="001D0DFD"/>
    <w:rsid w:val="001D1137"/>
    <w:rsid w:val="001D12E5"/>
    <w:rsid w:val="001D182D"/>
    <w:rsid w:val="001D22DB"/>
    <w:rsid w:val="001D276A"/>
    <w:rsid w:val="001D2780"/>
    <w:rsid w:val="001D28FD"/>
    <w:rsid w:val="001D332C"/>
    <w:rsid w:val="001D3ACB"/>
    <w:rsid w:val="001D3BE2"/>
    <w:rsid w:val="001D3F46"/>
    <w:rsid w:val="001D49FC"/>
    <w:rsid w:val="001D4B38"/>
    <w:rsid w:val="001D7386"/>
    <w:rsid w:val="001D7C10"/>
    <w:rsid w:val="001D7E75"/>
    <w:rsid w:val="001D7F7C"/>
    <w:rsid w:val="001E09A6"/>
    <w:rsid w:val="001E1BA0"/>
    <w:rsid w:val="001E245C"/>
    <w:rsid w:val="001E3469"/>
    <w:rsid w:val="001E3CE0"/>
    <w:rsid w:val="001E48C3"/>
    <w:rsid w:val="001E4A04"/>
    <w:rsid w:val="001E5770"/>
    <w:rsid w:val="001E5F7E"/>
    <w:rsid w:val="001E6267"/>
    <w:rsid w:val="001E6CD1"/>
    <w:rsid w:val="001E748B"/>
    <w:rsid w:val="001E76E8"/>
    <w:rsid w:val="001E78A6"/>
    <w:rsid w:val="001E7E69"/>
    <w:rsid w:val="001F1A4E"/>
    <w:rsid w:val="001F2989"/>
    <w:rsid w:val="001F2A1E"/>
    <w:rsid w:val="001F2F65"/>
    <w:rsid w:val="001F30FD"/>
    <w:rsid w:val="001F43F1"/>
    <w:rsid w:val="001F5348"/>
    <w:rsid w:val="001F5764"/>
    <w:rsid w:val="001F5C02"/>
    <w:rsid w:val="001F6C31"/>
    <w:rsid w:val="001F744B"/>
    <w:rsid w:val="001F7E3D"/>
    <w:rsid w:val="002000A3"/>
    <w:rsid w:val="002001B4"/>
    <w:rsid w:val="002020FC"/>
    <w:rsid w:val="0020314D"/>
    <w:rsid w:val="0020330D"/>
    <w:rsid w:val="00203595"/>
    <w:rsid w:val="002037A8"/>
    <w:rsid w:val="00203929"/>
    <w:rsid w:val="00203B3C"/>
    <w:rsid w:val="002044FF"/>
    <w:rsid w:val="00205242"/>
    <w:rsid w:val="00205E95"/>
    <w:rsid w:val="00205EAA"/>
    <w:rsid w:val="0020631D"/>
    <w:rsid w:val="00207383"/>
    <w:rsid w:val="0020758D"/>
    <w:rsid w:val="002106AA"/>
    <w:rsid w:val="00211B7E"/>
    <w:rsid w:val="00213A73"/>
    <w:rsid w:val="0021428F"/>
    <w:rsid w:val="002146A2"/>
    <w:rsid w:val="00214750"/>
    <w:rsid w:val="002147E4"/>
    <w:rsid w:val="00214B41"/>
    <w:rsid w:val="00214BAE"/>
    <w:rsid w:val="00216983"/>
    <w:rsid w:val="00216DA0"/>
    <w:rsid w:val="00220993"/>
    <w:rsid w:val="002210B0"/>
    <w:rsid w:val="00222237"/>
    <w:rsid w:val="002232DF"/>
    <w:rsid w:val="00223818"/>
    <w:rsid w:val="00223D9B"/>
    <w:rsid w:val="00224052"/>
    <w:rsid w:val="002244DF"/>
    <w:rsid w:val="002254CE"/>
    <w:rsid w:val="002256C8"/>
    <w:rsid w:val="00225A78"/>
    <w:rsid w:val="0022601C"/>
    <w:rsid w:val="00227094"/>
    <w:rsid w:val="00227665"/>
    <w:rsid w:val="002278D4"/>
    <w:rsid w:val="0022795F"/>
    <w:rsid w:val="00230BC4"/>
    <w:rsid w:val="0023183A"/>
    <w:rsid w:val="00231AB7"/>
    <w:rsid w:val="00231C0D"/>
    <w:rsid w:val="00231E04"/>
    <w:rsid w:val="002325BB"/>
    <w:rsid w:val="00233183"/>
    <w:rsid w:val="00234163"/>
    <w:rsid w:val="002343A2"/>
    <w:rsid w:val="00234861"/>
    <w:rsid w:val="002356A8"/>
    <w:rsid w:val="00237722"/>
    <w:rsid w:val="00237C96"/>
    <w:rsid w:val="00237DB8"/>
    <w:rsid w:val="00237E63"/>
    <w:rsid w:val="002415A5"/>
    <w:rsid w:val="002416FB"/>
    <w:rsid w:val="00241FDA"/>
    <w:rsid w:val="002425EA"/>
    <w:rsid w:val="002425FE"/>
    <w:rsid w:val="002428F6"/>
    <w:rsid w:val="00242F0A"/>
    <w:rsid w:val="00243032"/>
    <w:rsid w:val="00243601"/>
    <w:rsid w:val="00243FE6"/>
    <w:rsid w:val="00244750"/>
    <w:rsid w:val="002458EF"/>
    <w:rsid w:val="00245B13"/>
    <w:rsid w:val="00245C46"/>
    <w:rsid w:val="00245EC4"/>
    <w:rsid w:val="002461A8"/>
    <w:rsid w:val="00246410"/>
    <w:rsid w:val="00246AE0"/>
    <w:rsid w:val="0024768D"/>
    <w:rsid w:val="00247844"/>
    <w:rsid w:val="002512B8"/>
    <w:rsid w:val="00251945"/>
    <w:rsid w:val="002531FD"/>
    <w:rsid w:val="0025322E"/>
    <w:rsid w:val="00253A2E"/>
    <w:rsid w:val="00253EA4"/>
    <w:rsid w:val="00254212"/>
    <w:rsid w:val="00254A9A"/>
    <w:rsid w:val="00254CAA"/>
    <w:rsid w:val="002550B4"/>
    <w:rsid w:val="002553B8"/>
    <w:rsid w:val="00255717"/>
    <w:rsid w:val="0025587B"/>
    <w:rsid w:val="00255A85"/>
    <w:rsid w:val="00256884"/>
    <w:rsid w:val="002576CD"/>
    <w:rsid w:val="00257FA0"/>
    <w:rsid w:val="00260940"/>
    <w:rsid w:val="00261046"/>
    <w:rsid w:val="00261CD0"/>
    <w:rsid w:val="00261F45"/>
    <w:rsid w:val="00262595"/>
    <w:rsid w:val="00262632"/>
    <w:rsid w:val="00262EF6"/>
    <w:rsid w:val="00264320"/>
    <w:rsid w:val="0026448D"/>
    <w:rsid w:val="00264C4B"/>
    <w:rsid w:val="00265AFF"/>
    <w:rsid w:val="00266BBE"/>
    <w:rsid w:val="00266E23"/>
    <w:rsid w:val="002671B5"/>
    <w:rsid w:val="00267259"/>
    <w:rsid w:val="002675A1"/>
    <w:rsid w:val="00267C35"/>
    <w:rsid w:val="00267E30"/>
    <w:rsid w:val="00267E74"/>
    <w:rsid w:val="002701E1"/>
    <w:rsid w:val="0027026C"/>
    <w:rsid w:val="002709A6"/>
    <w:rsid w:val="00270D99"/>
    <w:rsid w:val="00270E1C"/>
    <w:rsid w:val="00270FFD"/>
    <w:rsid w:val="00271AAD"/>
    <w:rsid w:val="0027248A"/>
    <w:rsid w:val="002725AA"/>
    <w:rsid w:val="00272BB9"/>
    <w:rsid w:val="002732FB"/>
    <w:rsid w:val="00273B1C"/>
    <w:rsid w:val="00273BF3"/>
    <w:rsid w:val="00273DC9"/>
    <w:rsid w:val="00273E84"/>
    <w:rsid w:val="00274C05"/>
    <w:rsid w:val="00275324"/>
    <w:rsid w:val="00275C22"/>
    <w:rsid w:val="00275EFA"/>
    <w:rsid w:val="00276361"/>
    <w:rsid w:val="00276860"/>
    <w:rsid w:val="00276919"/>
    <w:rsid w:val="002769B0"/>
    <w:rsid w:val="00280036"/>
    <w:rsid w:val="0028070A"/>
    <w:rsid w:val="002809F3"/>
    <w:rsid w:val="00280FB5"/>
    <w:rsid w:val="002825FA"/>
    <w:rsid w:val="0028285F"/>
    <w:rsid w:val="00283993"/>
    <w:rsid w:val="0028487D"/>
    <w:rsid w:val="00285B8A"/>
    <w:rsid w:val="00285F94"/>
    <w:rsid w:val="00286510"/>
    <w:rsid w:val="0028695E"/>
    <w:rsid w:val="00286F43"/>
    <w:rsid w:val="00287BC1"/>
    <w:rsid w:val="00290283"/>
    <w:rsid w:val="002903DC"/>
    <w:rsid w:val="002908DE"/>
    <w:rsid w:val="00291676"/>
    <w:rsid w:val="00291C91"/>
    <w:rsid w:val="00291F01"/>
    <w:rsid w:val="0029265A"/>
    <w:rsid w:val="00292C5F"/>
    <w:rsid w:val="00292F1C"/>
    <w:rsid w:val="0029304A"/>
    <w:rsid w:val="002934EC"/>
    <w:rsid w:val="00293859"/>
    <w:rsid w:val="002939F1"/>
    <w:rsid w:val="00293AEE"/>
    <w:rsid w:val="00294CA0"/>
    <w:rsid w:val="00295BA1"/>
    <w:rsid w:val="00295CE0"/>
    <w:rsid w:val="00296630"/>
    <w:rsid w:val="002969F5"/>
    <w:rsid w:val="00296E7E"/>
    <w:rsid w:val="00296FAD"/>
    <w:rsid w:val="00297193"/>
    <w:rsid w:val="002976AA"/>
    <w:rsid w:val="002A04B8"/>
    <w:rsid w:val="002A0B2F"/>
    <w:rsid w:val="002A12B2"/>
    <w:rsid w:val="002A16C1"/>
    <w:rsid w:val="002A175B"/>
    <w:rsid w:val="002A1EC8"/>
    <w:rsid w:val="002A1FF5"/>
    <w:rsid w:val="002A26D0"/>
    <w:rsid w:val="002A2B1F"/>
    <w:rsid w:val="002A3002"/>
    <w:rsid w:val="002A3460"/>
    <w:rsid w:val="002A3492"/>
    <w:rsid w:val="002A3B59"/>
    <w:rsid w:val="002A3BF1"/>
    <w:rsid w:val="002A497F"/>
    <w:rsid w:val="002A4FED"/>
    <w:rsid w:val="002A5D3C"/>
    <w:rsid w:val="002A620B"/>
    <w:rsid w:val="002A7A31"/>
    <w:rsid w:val="002A7CB8"/>
    <w:rsid w:val="002B0235"/>
    <w:rsid w:val="002B0A3F"/>
    <w:rsid w:val="002B0A9E"/>
    <w:rsid w:val="002B1247"/>
    <w:rsid w:val="002B195C"/>
    <w:rsid w:val="002B1AC8"/>
    <w:rsid w:val="002B24F8"/>
    <w:rsid w:val="002B3447"/>
    <w:rsid w:val="002B4882"/>
    <w:rsid w:val="002B4E87"/>
    <w:rsid w:val="002B546C"/>
    <w:rsid w:val="002B586B"/>
    <w:rsid w:val="002B5B9A"/>
    <w:rsid w:val="002B5ECE"/>
    <w:rsid w:val="002B6117"/>
    <w:rsid w:val="002B66B5"/>
    <w:rsid w:val="002C00F0"/>
    <w:rsid w:val="002C0DC4"/>
    <w:rsid w:val="002C1369"/>
    <w:rsid w:val="002C198C"/>
    <w:rsid w:val="002C2658"/>
    <w:rsid w:val="002C271F"/>
    <w:rsid w:val="002C2872"/>
    <w:rsid w:val="002C2899"/>
    <w:rsid w:val="002C2916"/>
    <w:rsid w:val="002C298F"/>
    <w:rsid w:val="002C2AF4"/>
    <w:rsid w:val="002C3691"/>
    <w:rsid w:val="002C3B1B"/>
    <w:rsid w:val="002C3E1F"/>
    <w:rsid w:val="002C3F1F"/>
    <w:rsid w:val="002C4252"/>
    <w:rsid w:val="002C477C"/>
    <w:rsid w:val="002C486B"/>
    <w:rsid w:val="002C5110"/>
    <w:rsid w:val="002C531A"/>
    <w:rsid w:val="002C5345"/>
    <w:rsid w:val="002C5490"/>
    <w:rsid w:val="002C5B2D"/>
    <w:rsid w:val="002C73AD"/>
    <w:rsid w:val="002C78C4"/>
    <w:rsid w:val="002C7B2D"/>
    <w:rsid w:val="002D0AA5"/>
    <w:rsid w:val="002D29A8"/>
    <w:rsid w:val="002D2C15"/>
    <w:rsid w:val="002D3472"/>
    <w:rsid w:val="002D34F7"/>
    <w:rsid w:val="002D45C5"/>
    <w:rsid w:val="002D47EE"/>
    <w:rsid w:val="002D517C"/>
    <w:rsid w:val="002D590A"/>
    <w:rsid w:val="002D6C95"/>
    <w:rsid w:val="002E02CA"/>
    <w:rsid w:val="002E04CF"/>
    <w:rsid w:val="002E1081"/>
    <w:rsid w:val="002E1F99"/>
    <w:rsid w:val="002E2436"/>
    <w:rsid w:val="002E2642"/>
    <w:rsid w:val="002E2913"/>
    <w:rsid w:val="002E2BA3"/>
    <w:rsid w:val="002E32CD"/>
    <w:rsid w:val="002E3332"/>
    <w:rsid w:val="002E365B"/>
    <w:rsid w:val="002E3A78"/>
    <w:rsid w:val="002E458F"/>
    <w:rsid w:val="002E48BC"/>
    <w:rsid w:val="002E4B27"/>
    <w:rsid w:val="002E5C62"/>
    <w:rsid w:val="002E683E"/>
    <w:rsid w:val="002E6CF0"/>
    <w:rsid w:val="002E73CE"/>
    <w:rsid w:val="002F008F"/>
    <w:rsid w:val="002F093E"/>
    <w:rsid w:val="002F1C41"/>
    <w:rsid w:val="002F2042"/>
    <w:rsid w:val="002F237C"/>
    <w:rsid w:val="002F29B0"/>
    <w:rsid w:val="002F2A0B"/>
    <w:rsid w:val="002F2F6C"/>
    <w:rsid w:val="002F391F"/>
    <w:rsid w:val="002F39EA"/>
    <w:rsid w:val="002F39F9"/>
    <w:rsid w:val="002F3B3D"/>
    <w:rsid w:val="002F40D9"/>
    <w:rsid w:val="002F44EB"/>
    <w:rsid w:val="002F4C00"/>
    <w:rsid w:val="002F4E33"/>
    <w:rsid w:val="002F50B9"/>
    <w:rsid w:val="002F5406"/>
    <w:rsid w:val="002F5D18"/>
    <w:rsid w:val="002F6018"/>
    <w:rsid w:val="002F634C"/>
    <w:rsid w:val="002F6620"/>
    <w:rsid w:val="002F6688"/>
    <w:rsid w:val="002F7277"/>
    <w:rsid w:val="00300688"/>
    <w:rsid w:val="003008F9"/>
    <w:rsid w:val="00300A37"/>
    <w:rsid w:val="00301AD7"/>
    <w:rsid w:val="00302AE9"/>
    <w:rsid w:val="00302F15"/>
    <w:rsid w:val="00303763"/>
    <w:rsid w:val="00303EF0"/>
    <w:rsid w:val="00304352"/>
    <w:rsid w:val="00304542"/>
    <w:rsid w:val="0030505B"/>
    <w:rsid w:val="003056BB"/>
    <w:rsid w:val="00305BA1"/>
    <w:rsid w:val="003063E9"/>
    <w:rsid w:val="00306491"/>
    <w:rsid w:val="003064B0"/>
    <w:rsid w:val="00306E18"/>
    <w:rsid w:val="00306FD4"/>
    <w:rsid w:val="00307132"/>
    <w:rsid w:val="003073AC"/>
    <w:rsid w:val="00307D2F"/>
    <w:rsid w:val="003102A3"/>
    <w:rsid w:val="00310382"/>
    <w:rsid w:val="00310441"/>
    <w:rsid w:val="00310520"/>
    <w:rsid w:val="00310A02"/>
    <w:rsid w:val="00311865"/>
    <w:rsid w:val="003121B6"/>
    <w:rsid w:val="00312240"/>
    <w:rsid w:val="003124E0"/>
    <w:rsid w:val="003128AD"/>
    <w:rsid w:val="00312BAF"/>
    <w:rsid w:val="003146D2"/>
    <w:rsid w:val="00314D99"/>
    <w:rsid w:val="00314E23"/>
    <w:rsid w:val="00316452"/>
    <w:rsid w:val="00317048"/>
    <w:rsid w:val="00317FD1"/>
    <w:rsid w:val="00320C53"/>
    <w:rsid w:val="00320F68"/>
    <w:rsid w:val="00321867"/>
    <w:rsid w:val="00321C3A"/>
    <w:rsid w:val="00321F06"/>
    <w:rsid w:val="0032215F"/>
    <w:rsid w:val="00322526"/>
    <w:rsid w:val="00322E24"/>
    <w:rsid w:val="00324939"/>
    <w:rsid w:val="00324D62"/>
    <w:rsid w:val="00325ABA"/>
    <w:rsid w:val="00326376"/>
    <w:rsid w:val="0032660A"/>
    <w:rsid w:val="00326E7E"/>
    <w:rsid w:val="003279D5"/>
    <w:rsid w:val="00327E62"/>
    <w:rsid w:val="00327FF5"/>
    <w:rsid w:val="003304A1"/>
    <w:rsid w:val="00330B62"/>
    <w:rsid w:val="00331217"/>
    <w:rsid w:val="0033122D"/>
    <w:rsid w:val="0033171D"/>
    <w:rsid w:val="003317A4"/>
    <w:rsid w:val="003325E5"/>
    <w:rsid w:val="003327E6"/>
    <w:rsid w:val="003329CB"/>
    <w:rsid w:val="00332B2A"/>
    <w:rsid w:val="00332D05"/>
    <w:rsid w:val="003333A6"/>
    <w:rsid w:val="003334F2"/>
    <w:rsid w:val="00333701"/>
    <w:rsid w:val="00334BD0"/>
    <w:rsid w:val="0033644A"/>
    <w:rsid w:val="00336BA6"/>
    <w:rsid w:val="003378C6"/>
    <w:rsid w:val="00337AE4"/>
    <w:rsid w:val="00341894"/>
    <w:rsid w:val="00342121"/>
    <w:rsid w:val="00342135"/>
    <w:rsid w:val="00342CBC"/>
    <w:rsid w:val="0034371B"/>
    <w:rsid w:val="00343870"/>
    <w:rsid w:val="00344091"/>
    <w:rsid w:val="0034442A"/>
    <w:rsid w:val="00344B5C"/>
    <w:rsid w:val="0034513D"/>
    <w:rsid w:val="003452AC"/>
    <w:rsid w:val="00345A7F"/>
    <w:rsid w:val="003468AF"/>
    <w:rsid w:val="00346D8C"/>
    <w:rsid w:val="00350389"/>
    <w:rsid w:val="00350675"/>
    <w:rsid w:val="00350D82"/>
    <w:rsid w:val="0035108D"/>
    <w:rsid w:val="003512FB"/>
    <w:rsid w:val="0035170A"/>
    <w:rsid w:val="003529FC"/>
    <w:rsid w:val="00352C4B"/>
    <w:rsid w:val="003530CC"/>
    <w:rsid w:val="00353164"/>
    <w:rsid w:val="0035391C"/>
    <w:rsid w:val="00353E2C"/>
    <w:rsid w:val="00354774"/>
    <w:rsid w:val="00355C67"/>
    <w:rsid w:val="00355CCD"/>
    <w:rsid w:val="00356257"/>
    <w:rsid w:val="003565B1"/>
    <w:rsid w:val="003566AF"/>
    <w:rsid w:val="003566FA"/>
    <w:rsid w:val="00356D68"/>
    <w:rsid w:val="003573FD"/>
    <w:rsid w:val="00357AB3"/>
    <w:rsid w:val="00357DA6"/>
    <w:rsid w:val="00360715"/>
    <w:rsid w:val="003608C6"/>
    <w:rsid w:val="00361764"/>
    <w:rsid w:val="00362852"/>
    <w:rsid w:val="00362FE3"/>
    <w:rsid w:val="003636EB"/>
    <w:rsid w:val="003646FD"/>
    <w:rsid w:val="003658AB"/>
    <w:rsid w:val="00365D8B"/>
    <w:rsid w:val="00365DF2"/>
    <w:rsid w:val="0036605A"/>
    <w:rsid w:val="00366C5F"/>
    <w:rsid w:val="00366D14"/>
    <w:rsid w:val="00366D3D"/>
    <w:rsid w:val="00367E92"/>
    <w:rsid w:val="003701C4"/>
    <w:rsid w:val="00370B00"/>
    <w:rsid w:val="00370DCD"/>
    <w:rsid w:val="00371E2C"/>
    <w:rsid w:val="00372251"/>
    <w:rsid w:val="003723EB"/>
    <w:rsid w:val="00372D7D"/>
    <w:rsid w:val="00373210"/>
    <w:rsid w:val="003734FB"/>
    <w:rsid w:val="0037372F"/>
    <w:rsid w:val="00373ADE"/>
    <w:rsid w:val="0037430C"/>
    <w:rsid w:val="0037458B"/>
    <w:rsid w:val="00374648"/>
    <w:rsid w:val="00375733"/>
    <w:rsid w:val="0037574A"/>
    <w:rsid w:val="003769FB"/>
    <w:rsid w:val="00376C5F"/>
    <w:rsid w:val="00376D53"/>
    <w:rsid w:val="00377340"/>
    <w:rsid w:val="003779E1"/>
    <w:rsid w:val="0038005C"/>
    <w:rsid w:val="00381294"/>
    <w:rsid w:val="003817A4"/>
    <w:rsid w:val="00381AAE"/>
    <w:rsid w:val="00382E20"/>
    <w:rsid w:val="003838F4"/>
    <w:rsid w:val="003841A4"/>
    <w:rsid w:val="00384217"/>
    <w:rsid w:val="00384320"/>
    <w:rsid w:val="00384478"/>
    <w:rsid w:val="00384A42"/>
    <w:rsid w:val="00384F28"/>
    <w:rsid w:val="00384F2F"/>
    <w:rsid w:val="003855F9"/>
    <w:rsid w:val="00385A41"/>
    <w:rsid w:val="003865D8"/>
    <w:rsid w:val="00387262"/>
    <w:rsid w:val="00387654"/>
    <w:rsid w:val="00387955"/>
    <w:rsid w:val="00390178"/>
    <w:rsid w:val="00390515"/>
    <w:rsid w:val="00390758"/>
    <w:rsid w:val="00390CBB"/>
    <w:rsid w:val="00391D12"/>
    <w:rsid w:val="003922CC"/>
    <w:rsid w:val="0039349F"/>
    <w:rsid w:val="00393663"/>
    <w:rsid w:val="00393787"/>
    <w:rsid w:val="00393A94"/>
    <w:rsid w:val="0039404D"/>
    <w:rsid w:val="00394607"/>
    <w:rsid w:val="003948C5"/>
    <w:rsid w:val="00394DBC"/>
    <w:rsid w:val="0039590B"/>
    <w:rsid w:val="003966C6"/>
    <w:rsid w:val="0039765D"/>
    <w:rsid w:val="003976EE"/>
    <w:rsid w:val="003A0305"/>
    <w:rsid w:val="003A1D56"/>
    <w:rsid w:val="003A243C"/>
    <w:rsid w:val="003A24DA"/>
    <w:rsid w:val="003A2C73"/>
    <w:rsid w:val="003A2FDC"/>
    <w:rsid w:val="003A373C"/>
    <w:rsid w:val="003A3838"/>
    <w:rsid w:val="003A45AF"/>
    <w:rsid w:val="003A467D"/>
    <w:rsid w:val="003A46E9"/>
    <w:rsid w:val="003A4A98"/>
    <w:rsid w:val="003A4EAC"/>
    <w:rsid w:val="003A4FBB"/>
    <w:rsid w:val="003A50D8"/>
    <w:rsid w:val="003A50F6"/>
    <w:rsid w:val="003A5C48"/>
    <w:rsid w:val="003A5EF8"/>
    <w:rsid w:val="003A6001"/>
    <w:rsid w:val="003A6B16"/>
    <w:rsid w:val="003A7359"/>
    <w:rsid w:val="003A7924"/>
    <w:rsid w:val="003A7AC3"/>
    <w:rsid w:val="003B0D01"/>
    <w:rsid w:val="003B109D"/>
    <w:rsid w:val="003B185B"/>
    <w:rsid w:val="003B1BE8"/>
    <w:rsid w:val="003B1D2A"/>
    <w:rsid w:val="003B23EF"/>
    <w:rsid w:val="003B27E1"/>
    <w:rsid w:val="003B2A58"/>
    <w:rsid w:val="003B2E7A"/>
    <w:rsid w:val="003B40F1"/>
    <w:rsid w:val="003B41C1"/>
    <w:rsid w:val="003B47AE"/>
    <w:rsid w:val="003B4943"/>
    <w:rsid w:val="003B79CE"/>
    <w:rsid w:val="003B7A76"/>
    <w:rsid w:val="003C0B0A"/>
    <w:rsid w:val="003C0FE3"/>
    <w:rsid w:val="003C1221"/>
    <w:rsid w:val="003C13E3"/>
    <w:rsid w:val="003C154B"/>
    <w:rsid w:val="003C184E"/>
    <w:rsid w:val="003C1FDF"/>
    <w:rsid w:val="003C3038"/>
    <w:rsid w:val="003C36BC"/>
    <w:rsid w:val="003C39F6"/>
    <w:rsid w:val="003C3C65"/>
    <w:rsid w:val="003C433E"/>
    <w:rsid w:val="003C4DCC"/>
    <w:rsid w:val="003C4F6D"/>
    <w:rsid w:val="003C5043"/>
    <w:rsid w:val="003C58C2"/>
    <w:rsid w:val="003C602B"/>
    <w:rsid w:val="003C6274"/>
    <w:rsid w:val="003C72A8"/>
    <w:rsid w:val="003C73BE"/>
    <w:rsid w:val="003C78C0"/>
    <w:rsid w:val="003C7B73"/>
    <w:rsid w:val="003D0952"/>
    <w:rsid w:val="003D0DB0"/>
    <w:rsid w:val="003D0FA8"/>
    <w:rsid w:val="003D132D"/>
    <w:rsid w:val="003D13F1"/>
    <w:rsid w:val="003D2152"/>
    <w:rsid w:val="003D2474"/>
    <w:rsid w:val="003D3040"/>
    <w:rsid w:val="003D31F8"/>
    <w:rsid w:val="003D3688"/>
    <w:rsid w:val="003D3760"/>
    <w:rsid w:val="003D41AD"/>
    <w:rsid w:val="003D435A"/>
    <w:rsid w:val="003D4420"/>
    <w:rsid w:val="003D4835"/>
    <w:rsid w:val="003D551A"/>
    <w:rsid w:val="003D62D7"/>
    <w:rsid w:val="003D674D"/>
    <w:rsid w:val="003D6821"/>
    <w:rsid w:val="003D6EFF"/>
    <w:rsid w:val="003D7470"/>
    <w:rsid w:val="003D7A0D"/>
    <w:rsid w:val="003D7B5D"/>
    <w:rsid w:val="003E024E"/>
    <w:rsid w:val="003E04B4"/>
    <w:rsid w:val="003E191A"/>
    <w:rsid w:val="003E1DB0"/>
    <w:rsid w:val="003E2C73"/>
    <w:rsid w:val="003E354B"/>
    <w:rsid w:val="003E3BD4"/>
    <w:rsid w:val="003E5ABA"/>
    <w:rsid w:val="003E5C5C"/>
    <w:rsid w:val="003E73CA"/>
    <w:rsid w:val="003E7D91"/>
    <w:rsid w:val="003F08D0"/>
    <w:rsid w:val="003F0A80"/>
    <w:rsid w:val="003F1315"/>
    <w:rsid w:val="003F1EEF"/>
    <w:rsid w:val="003F245A"/>
    <w:rsid w:val="003F24AF"/>
    <w:rsid w:val="003F32D0"/>
    <w:rsid w:val="003F3BB0"/>
    <w:rsid w:val="003F4014"/>
    <w:rsid w:val="003F4C3C"/>
    <w:rsid w:val="003F50DB"/>
    <w:rsid w:val="003F517D"/>
    <w:rsid w:val="003F5532"/>
    <w:rsid w:val="003F5545"/>
    <w:rsid w:val="003F6029"/>
    <w:rsid w:val="003F6411"/>
    <w:rsid w:val="003F6E05"/>
    <w:rsid w:val="003F70E1"/>
    <w:rsid w:val="003F7536"/>
    <w:rsid w:val="003F7845"/>
    <w:rsid w:val="003F7A02"/>
    <w:rsid w:val="003F7D50"/>
    <w:rsid w:val="004001CF"/>
    <w:rsid w:val="004003F5"/>
    <w:rsid w:val="00400716"/>
    <w:rsid w:val="0040079D"/>
    <w:rsid w:val="00400975"/>
    <w:rsid w:val="00400F0B"/>
    <w:rsid w:val="00401EC4"/>
    <w:rsid w:val="00401F65"/>
    <w:rsid w:val="0040241E"/>
    <w:rsid w:val="00402992"/>
    <w:rsid w:val="00402AA3"/>
    <w:rsid w:val="00403017"/>
    <w:rsid w:val="00403419"/>
    <w:rsid w:val="0040350D"/>
    <w:rsid w:val="0040372D"/>
    <w:rsid w:val="00403875"/>
    <w:rsid w:val="00403B93"/>
    <w:rsid w:val="00403C32"/>
    <w:rsid w:val="00404AA7"/>
    <w:rsid w:val="00405488"/>
    <w:rsid w:val="004065FB"/>
    <w:rsid w:val="004068D0"/>
    <w:rsid w:val="00406AE2"/>
    <w:rsid w:val="00406B98"/>
    <w:rsid w:val="0040734C"/>
    <w:rsid w:val="00407633"/>
    <w:rsid w:val="00407C4D"/>
    <w:rsid w:val="004119F8"/>
    <w:rsid w:val="00413134"/>
    <w:rsid w:val="00413474"/>
    <w:rsid w:val="004158BB"/>
    <w:rsid w:val="00417070"/>
    <w:rsid w:val="0041762A"/>
    <w:rsid w:val="00420BBF"/>
    <w:rsid w:val="00420F34"/>
    <w:rsid w:val="00421E0F"/>
    <w:rsid w:val="0042230B"/>
    <w:rsid w:val="00422369"/>
    <w:rsid w:val="004229EC"/>
    <w:rsid w:val="0042470A"/>
    <w:rsid w:val="00424714"/>
    <w:rsid w:val="00424809"/>
    <w:rsid w:val="00424D46"/>
    <w:rsid w:val="00424D81"/>
    <w:rsid w:val="00425EBD"/>
    <w:rsid w:val="0042645F"/>
    <w:rsid w:val="00426878"/>
    <w:rsid w:val="0043017D"/>
    <w:rsid w:val="00430B71"/>
    <w:rsid w:val="00430CAA"/>
    <w:rsid w:val="00431062"/>
    <w:rsid w:val="00431714"/>
    <w:rsid w:val="0043216F"/>
    <w:rsid w:val="00432E67"/>
    <w:rsid w:val="00433237"/>
    <w:rsid w:val="0043330D"/>
    <w:rsid w:val="004337E7"/>
    <w:rsid w:val="00433E6E"/>
    <w:rsid w:val="0043467E"/>
    <w:rsid w:val="00434990"/>
    <w:rsid w:val="00434D9C"/>
    <w:rsid w:val="004351EF"/>
    <w:rsid w:val="004355CD"/>
    <w:rsid w:val="00435C59"/>
    <w:rsid w:val="00436C58"/>
    <w:rsid w:val="00437A0F"/>
    <w:rsid w:val="00440119"/>
    <w:rsid w:val="004402E3"/>
    <w:rsid w:val="00440405"/>
    <w:rsid w:val="004414ED"/>
    <w:rsid w:val="00442CA5"/>
    <w:rsid w:val="00442D68"/>
    <w:rsid w:val="00443359"/>
    <w:rsid w:val="004437C5"/>
    <w:rsid w:val="004437EF"/>
    <w:rsid w:val="00443876"/>
    <w:rsid w:val="0044403E"/>
    <w:rsid w:val="0044442E"/>
    <w:rsid w:val="00444528"/>
    <w:rsid w:val="0044468B"/>
    <w:rsid w:val="00444F52"/>
    <w:rsid w:val="004456FB"/>
    <w:rsid w:val="00445A2A"/>
    <w:rsid w:val="00446073"/>
    <w:rsid w:val="00446769"/>
    <w:rsid w:val="00447695"/>
    <w:rsid w:val="0045087E"/>
    <w:rsid w:val="004513AA"/>
    <w:rsid w:val="00452880"/>
    <w:rsid w:val="0045319B"/>
    <w:rsid w:val="00453604"/>
    <w:rsid w:val="00455110"/>
    <w:rsid w:val="004552F3"/>
    <w:rsid w:val="004557F1"/>
    <w:rsid w:val="00455CDD"/>
    <w:rsid w:val="00456704"/>
    <w:rsid w:val="00456B93"/>
    <w:rsid w:val="00457196"/>
    <w:rsid w:val="004577C0"/>
    <w:rsid w:val="0046005D"/>
    <w:rsid w:val="0046038B"/>
    <w:rsid w:val="00461109"/>
    <w:rsid w:val="00461370"/>
    <w:rsid w:val="00462471"/>
    <w:rsid w:val="0046261B"/>
    <w:rsid w:val="004626AD"/>
    <w:rsid w:val="00462CAF"/>
    <w:rsid w:val="00463A55"/>
    <w:rsid w:val="00463F97"/>
    <w:rsid w:val="0046412B"/>
    <w:rsid w:val="0046415D"/>
    <w:rsid w:val="00465667"/>
    <w:rsid w:val="004657F8"/>
    <w:rsid w:val="004658D0"/>
    <w:rsid w:val="00465A98"/>
    <w:rsid w:val="0046601C"/>
    <w:rsid w:val="004660C2"/>
    <w:rsid w:val="004666A8"/>
    <w:rsid w:val="00467250"/>
    <w:rsid w:val="00467308"/>
    <w:rsid w:val="0046730F"/>
    <w:rsid w:val="00467598"/>
    <w:rsid w:val="00467FBE"/>
    <w:rsid w:val="00470C5F"/>
    <w:rsid w:val="00470F6A"/>
    <w:rsid w:val="0047155A"/>
    <w:rsid w:val="00471763"/>
    <w:rsid w:val="004718DD"/>
    <w:rsid w:val="00471B6B"/>
    <w:rsid w:val="00471FA6"/>
    <w:rsid w:val="00472657"/>
    <w:rsid w:val="00472B26"/>
    <w:rsid w:val="004733FA"/>
    <w:rsid w:val="00473C2A"/>
    <w:rsid w:val="00475C34"/>
    <w:rsid w:val="00475F39"/>
    <w:rsid w:val="00476520"/>
    <w:rsid w:val="00476693"/>
    <w:rsid w:val="00476F98"/>
    <w:rsid w:val="004772BD"/>
    <w:rsid w:val="00477344"/>
    <w:rsid w:val="00477F79"/>
    <w:rsid w:val="00477FFB"/>
    <w:rsid w:val="004805DC"/>
    <w:rsid w:val="00481222"/>
    <w:rsid w:val="0048125C"/>
    <w:rsid w:val="00481758"/>
    <w:rsid w:val="0048175C"/>
    <w:rsid w:val="004827F5"/>
    <w:rsid w:val="004838F8"/>
    <w:rsid w:val="00483F3B"/>
    <w:rsid w:val="00484135"/>
    <w:rsid w:val="00484464"/>
    <w:rsid w:val="00484B69"/>
    <w:rsid w:val="00484C65"/>
    <w:rsid w:val="00484DB3"/>
    <w:rsid w:val="00485303"/>
    <w:rsid w:val="0048561E"/>
    <w:rsid w:val="0048568A"/>
    <w:rsid w:val="004858A1"/>
    <w:rsid w:val="00485FCD"/>
    <w:rsid w:val="004868C0"/>
    <w:rsid w:val="00487659"/>
    <w:rsid w:val="00487FDB"/>
    <w:rsid w:val="00490210"/>
    <w:rsid w:val="00490743"/>
    <w:rsid w:val="00490B0F"/>
    <w:rsid w:val="004923E2"/>
    <w:rsid w:val="00492872"/>
    <w:rsid w:val="004928D3"/>
    <w:rsid w:val="004936EA"/>
    <w:rsid w:val="004937BD"/>
    <w:rsid w:val="00493BC3"/>
    <w:rsid w:val="00494CE4"/>
    <w:rsid w:val="00494F53"/>
    <w:rsid w:val="00495ED7"/>
    <w:rsid w:val="00496A89"/>
    <w:rsid w:val="00496D0C"/>
    <w:rsid w:val="0049708F"/>
    <w:rsid w:val="00497BD1"/>
    <w:rsid w:val="004A0197"/>
    <w:rsid w:val="004A0381"/>
    <w:rsid w:val="004A0427"/>
    <w:rsid w:val="004A05CE"/>
    <w:rsid w:val="004A09B0"/>
    <w:rsid w:val="004A118A"/>
    <w:rsid w:val="004A276A"/>
    <w:rsid w:val="004A294E"/>
    <w:rsid w:val="004A2DC7"/>
    <w:rsid w:val="004A30B7"/>
    <w:rsid w:val="004A3170"/>
    <w:rsid w:val="004A348B"/>
    <w:rsid w:val="004A35E0"/>
    <w:rsid w:val="004A3D85"/>
    <w:rsid w:val="004A4530"/>
    <w:rsid w:val="004A4E0F"/>
    <w:rsid w:val="004A57B4"/>
    <w:rsid w:val="004A5833"/>
    <w:rsid w:val="004A5AAB"/>
    <w:rsid w:val="004A6385"/>
    <w:rsid w:val="004A665D"/>
    <w:rsid w:val="004A6A0C"/>
    <w:rsid w:val="004A7D37"/>
    <w:rsid w:val="004A7FFA"/>
    <w:rsid w:val="004B0083"/>
    <w:rsid w:val="004B0AD4"/>
    <w:rsid w:val="004B143D"/>
    <w:rsid w:val="004B1494"/>
    <w:rsid w:val="004B31FF"/>
    <w:rsid w:val="004B3268"/>
    <w:rsid w:val="004B4A9A"/>
    <w:rsid w:val="004B653A"/>
    <w:rsid w:val="004B6A4E"/>
    <w:rsid w:val="004B6BDD"/>
    <w:rsid w:val="004C0015"/>
    <w:rsid w:val="004C002A"/>
    <w:rsid w:val="004C05DD"/>
    <w:rsid w:val="004C0D2A"/>
    <w:rsid w:val="004C1B46"/>
    <w:rsid w:val="004C281C"/>
    <w:rsid w:val="004C3088"/>
    <w:rsid w:val="004C3D04"/>
    <w:rsid w:val="004C3D1E"/>
    <w:rsid w:val="004C44B2"/>
    <w:rsid w:val="004C4D60"/>
    <w:rsid w:val="004C4F3E"/>
    <w:rsid w:val="004C513C"/>
    <w:rsid w:val="004C5225"/>
    <w:rsid w:val="004C5CE5"/>
    <w:rsid w:val="004C61B6"/>
    <w:rsid w:val="004C6A3E"/>
    <w:rsid w:val="004C6EF8"/>
    <w:rsid w:val="004D0A90"/>
    <w:rsid w:val="004D0D3F"/>
    <w:rsid w:val="004D1306"/>
    <w:rsid w:val="004D2A04"/>
    <w:rsid w:val="004D3133"/>
    <w:rsid w:val="004D346B"/>
    <w:rsid w:val="004D393A"/>
    <w:rsid w:val="004D3A00"/>
    <w:rsid w:val="004D56EF"/>
    <w:rsid w:val="004D61D9"/>
    <w:rsid w:val="004E0458"/>
    <w:rsid w:val="004E1CE2"/>
    <w:rsid w:val="004E21FA"/>
    <w:rsid w:val="004E2AA4"/>
    <w:rsid w:val="004E30E1"/>
    <w:rsid w:val="004E41CA"/>
    <w:rsid w:val="004E43A4"/>
    <w:rsid w:val="004E5402"/>
    <w:rsid w:val="004E67E6"/>
    <w:rsid w:val="004E77C7"/>
    <w:rsid w:val="004E7B47"/>
    <w:rsid w:val="004F0241"/>
    <w:rsid w:val="004F064F"/>
    <w:rsid w:val="004F094D"/>
    <w:rsid w:val="004F154A"/>
    <w:rsid w:val="004F158E"/>
    <w:rsid w:val="004F1D9A"/>
    <w:rsid w:val="004F1E7C"/>
    <w:rsid w:val="004F2D36"/>
    <w:rsid w:val="004F313D"/>
    <w:rsid w:val="004F36C5"/>
    <w:rsid w:val="004F4357"/>
    <w:rsid w:val="004F4777"/>
    <w:rsid w:val="004F52F0"/>
    <w:rsid w:val="004F605E"/>
    <w:rsid w:val="004F66E6"/>
    <w:rsid w:val="004F7DD4"/>
    <w:rsid w:val="00500C50"/>
    <w:rsid w:val="00500D11"/>
    <w:rsid w:val="00501012"/>
    <w:rsid w:val="005016B7"/>
    <w:rsid w:val="00501B47"/>
    <w:rsid w:val="005028EC"/>
    <w:rsid w:val="00503F6F"/>
    <w:rsid w:val="0050473A"/>
    <w:rsid w:val="00504B6E"/>
    <w:rsid w:val="00504E12"/>
    <w:rsid w:val="005057D6"/>
    <w:rsid w:val="00505AE9"/>
    <w:rsid w:val="00505CA6"/>
    <w:rsid w:val="00506365"/>
    <w:rsid w:val="00506C3D"/>
    <w:rsid w:val="005073DE"/>
    <w:rsid w:val="00507426"/>
    <w:rsid w:val="005075F3"/>
    <w:rsid w:val="00510501"/>
    <w:rsid w:val="0051072B"/>
    <w:rsid w:val="00510754"/>
    <w:rsid w:val="0051080B"/>
    <w:rsid w:val="00510B86"/>
    <w:rsid w:val="00510F69"/>
    <w:rsid w:val="00511007"/>
    <w:rsid w:val="0051329E"/>
    <w:rsid w:val="005137D0"/>
    <w:rsid w:val="00513882"/>
    <w:rsid w:val="005148F4"/>
    <w:rsid w:val="00514C60"/>
    <w:rsid w:val="005153DA"/>
    <w:rsid w:val="00516625"/>
    <w:rsid w:val="00516C16"/>
    <w:rsid w:val="0051745A"/>
    <w:rsid w:val="0051784F"/>
    <w:rsid w:val="0052010B"/>
    <w:rsid w:val="00520A41"/>
    <w:rsid w:val="00520AE0"/>
    <w:rsid w:val="00521A6A"/>
    <w:rsid w:val="00522447"/>
    <w:rsid w:val="00524814"/>
    <w:rsid w:val="00525C63"/>
    <w:rsid w:val="005263CA"/>
    <w:rsid w:val="0052659F"/>
    <w:rsid w:val="005268CB"/>
    <w:rsid w:val="00526FBC"/>
    <w:rsid w:val="00527794"/>
    <w:rsid w:val="0052791B"/>
    <w:rsid w:val="00527A7A"/>
    <w:rsid w:val="00530277"/>
    <w:rsid w:val="005303C7"/>
    <w:rsid w:val="0053071C"/>
    <w:rsid w:val="00530EB9"/>
    <w:rsid w:val="0053179A"/>
    <w:rsid w:val="00531ED7"/>
    <w:rsid w:val="0053280B"/>
    <w:rsid w:val="0053284E"/>
    <w:rsid w:val="00533276"/>
    <w:rsid w:val="00534534"/>
    <w:rsid w:val="0053462E"/>
    <w:rsid w:val="00535547"/>
    <w:rsid w:val="00535AD9"/>
    <w:rsid w:val="00535D7A"/>
    <w:rsid w:val="0053609F"/>
    <w:rsid w:val="0053620F"/>
    <w:rsid w:val="00536852"/>
    <w:rsid w:val="00536935"/>
    <w:rsid w:val="005372F9"/>
    <w:rsid w:val="00537881"/>
    <w:rsid w:val="0054164E"/>
    <w:rsid w:val="00541B96"/>
    <w:rsid w:val="00541D7F"/>
    <w:rsid w:val="00541F00"/>
    <w:rsid w:val="0054208F"/>
    <w:rsid w:val="0054235B"/>
    <w:rsid w:val="00542A12"/>
    <w:rsid w:val="005430CC"/>
    <w:rsid w:val="005436F4"/>
    <w:rsid w:val="00543C15"/>
    <w:rsid w:val="00543C48"/>
    <w:rsid w:val="00544448"/>
    <w:rsid w:val="00544775"/>
    <w:rsid w:val="00544C0D"/>
    <w:rsid w:val="0054502C"/>
    <w:rsid w:val="00545437"/>
    <w:rsid w:val="00545486"/>
    <w:rsid w:val="00545AB9"/>
    <w:rsid w:val="00546031"/>
    <w:rsid w:val="0054713D"/>
    <w:rsid w:val="005474E7"/>
    <w:rsid w:val="005476D4"/>
    <w:rsid w:val="00547781"/>
    <w:rsid w:val="005502E8"/>
    <w:rsid w:val="0055090B"/>
    <w:rsid w:val="00551DD5"/>
    <w:rsid w:val="00552192"/>
    <w:rsid w:val="00552D3F"/>
    <w:rsid w:val="00553A4E"/>
    <w:rsid w:val="005541CA"/>
    <w:rsid w:val="005543F4"/>
    <w:rsid w:val="00554449"/>
    <w:rsid w:val="005548A7"/>
    <w:rsid w:val="00554E60"/>
    <w:rsid w:val="00555036"/>
    <w:rsid w:val="00555F1F"/>
    <w:rsid w:val="0055618D"/>
    <w:rsid w:val="005565E3"/>
    <w:rsid w:val="00557167"/>
    <w:rsid w:val="00557D3E"/>
    <w:rsid w:val="0056138E"/>
    <w:rsid w:val="00561429"/>
    <w:rsid w:val="00561494"/>
    <w:rsid w:val="0056176C"/>
    <w:rsid w:val="00562C41"/>
    <w:rsid w:val="00563BD7"/>
    <w:rsid w:val="00563D53"/>
    <w:rsid w:val="0056423D"/>
    <w:rsid w:val="00564406"/>
    <w:rsid w:val="00564A17"/>
    <w:rsid w:val="005651DC"/>
    <w:rsid w:val="005652C9"/>
    <w:rsid w:val="00565CB4"/>
    <w:rsid w:val="0056740D"/>
    <w:rsid w:val="005676AD"/>
    <w:rsid w:val="00567B65"/>
    <w:rsid w:val="005705BF"/>
    <w:rsid w:val="005706DE"/>
    <w:rsid w:val="00570BDA"/>
    <w:rsid w:val="005716BE"/>
    <w:rsid w:val="00571D9A"/>
    <w:rsid w:val="0057272F"/>
    <w:rsid w:val="00572E36"/>
    <w:rsid w:val="005732A5"/>
    <w:rsid w:val="00573651"/>
    <w:rsid w:val="005740DE"/>
    <w:rsid w:val="00574873"/>
    <w:rsid w:val="00574AE0"/>
    <w:rsid w:val="005760A6"/>
    <w:rsid w:val="00576337"/>
    <w:rsid w:val="005769DA"/>
    <w:rsid w:val="00576A64"/>
    <w:rsid w:val="00576CCB"/>
    <w:rsid w:val="0057768E"/>
    <w:rsid w:val="00580704"/>
    <w:rsid w:val="00580F12"/>
    <w:rsid w:val="0058195E"/>
    <w:rsid w:val="005819C6"/>
    <w:rsid w:val="00581E14"/>
    <w:rsid w:val="00583040"/>
    <w:rsid w:val="00583747"/>
    <w:rsid w:val="00584348"/>
    <w:rsid w:val="005845FB"/>
    <w:rsid w:val="0058471A"/>
    <w:rsid w:val="0058586A"/>
    <w:rsid w:val="00587018"/>
    <w:rsid w:val="0058729A"/>
    <w:rsid w:val="005873DC"/>
    <w:rsid w:val="00587DFC"/>
    <w:rsid w:val="005913DC"/>
    <w:rsid w:val="00592FE4"/>
    <w:rsid w:val="00595151"/>
    <w:rsid w:val="00595176"/>
    <w:rsid w:val="0059543B"/>
    <w:rsid w:val="00595AC5"/>
    <w:rsid w:val="005961FA"/>
    <w:rsid w:val="0059706F"/>
    <w:rsid w:val="00597899"/>
    <w:rsid w:val="00597AFE"/>
    <w:rsid w:val="005A0235"/>
    <w:rsid w:val="005A0D06"/>
    <w:rsid w:val="005A1505"/>
    <w:rsid w:val="005A19A6"/>
    <w:rsid w:val="005A1A3B"/>
    <w:rsid w:val="005A201A"/>
    <w:rsid w:val="005A24B2"/>
    <w:rsid w:val="005A291A"/>
    <w:rsid w:val="005A2AC0"/>
    <w:rsid w:val="005A32DE"/>
    <w:rsid w:val="005A35D3"/>
    <w:rsid w:val="005A426F"/>
    <w:rsid w:val="005A46BC"/>
    <w:rsid w:val="005A4BA4"/>
    <w:rsid w:val="005A598F"/>
    <w:rsid w:val="005A638F"/>
    <w:rsid w:val="005A6541"/>
    <w:rsid w:val="005A79AE"/>
    <w:rsid w:val="005B0BDC"/>
    <w:rsid w:val="005B21B8"/>
    <w:rsid w:val="005B275F"/>
    <w:rsid w:val="005B2B3A"/>
    <w:rsid w:val="005B2E73"/>
    <w:rsid w:val="005B32AF"/>
    <w:rsid w:val="005B35C2"/>
    <w:rsid w:val="005B4335"/>
    <w:rsid w:val="005B4AFE"/>
    <w:rsid w:val="005B4F36"/>
    <w:rsid w:val="005B4FD5"/>
    <w:rsid w:val="005B7155"/>
    <w:rsid w:val="005B715A"/>
    <w:rsid w:val="005B7439"/>
    <w:rsid w:val="005B7545"/>
    <w:rsid w:val="005B761E"/>
    <w:rsid w:val="005C0028"/>
    <w:rsid w:val="005C03AF"/>
    <w:rsid w:val="005C0987"/>
    <w:rsid w:val="005C0C76"/>
    <w:rsid w:val="005C1105"/>
    <w:rsid w:val="005C11B2"/>
    <w:rsid w:val="005C14BB"/>
    <w:rsid w:val="005C1872"/>
    <w:rsid w:val="005C3DC7"/>
    <w:rsid w:val="005C4B0D"/>
    <w:rsid w:val="005C5088"/>
    <w:rsid w:val="005C5B5F"/>
    <w:rsid w:val="005C6020"/>
    <w:rsid w:val="005C65CE"/>
    <w:rsid w:val="005C7D0A"/>
    <w:rsid w:val="005C7D86"/>
    <w:rsid w:val="005C7DF3"/>
    <w:rsid w:val="005D0623"/>
    <w:rsid w:val="005D0771"/>
    <w:rsid w:val="005D0A41"/>
    <w:rsid w:val="005D0FE2"/>
    <w:rsid w:val="005D19DD"/>
    <w:rsid w:val="005D1B76"/>
    <w:rsid w:val="005D1FFF"/>
    <w:rsid w:val="005D32FC"/>
    <w:rsid w:val="005D4960"/>
    <w:rsid w:val="005D51B2"/>
    <w:rsid w:val="005D5F17"/>
    <w:rsid w:val="005D664E"/>
    <w:rsid w:val="005D6EDB"/>
    <w:rsid w:val="005D7551"/>
    <w:rsid w:val="005E001C"/>
    <w:rsid w:val="005E05CC"/>
    <w:rsid w:val="005E081D"/>
    <w:rsid w:val="005E08DB"/>
    <w:rsid w:val="005E185A"/>
    <w:rsid w:val="005E226A"/>
    <w:rsid w:val="005E2818"/>
    <w:rsid w:val="005E2CE6"/>
    <w:rsid w:val="005E2F68"/>
    <w:rsid w:val="005E364F"/>
    <w:rsid w:val="005E3884"/>
    <w:rsid w:val="005E4138"/>
    <w:rsid w:val="005E512C"/>
    <w:rsid w:val="005E5480"/>
    <w:rsid w:val="005E5CA3"/>
    <w:rsid w:val="005E5F92"/>
    <w:rsid w:val="005E5FB5"/>
    <w:rsid w:val="005E62B7"/>
    <w:rsid w:val="005E6330"/>
    <w:rsid w:val="005E6E8D"/>
    <w:rsid w:val="005E6FF5"/>
    <w:rsid w:val="005E74CF"/>
    <w:rsid w:val="005E763F"/>
    <w:rsid w:val="005F0032"/>
    <w:rsid w:val="005F0BD6"/>
    <w:rsid w:val="005F0CF5"/>
    <w:rsid w:val="005F1416"/>
    <w:rsid w:val="005F192C"/>
    <w:rsid w:val="005F1FA8"/>
    <w:rsid w:val="005F2480"/>
    <w:rsid w:val="005F25B0"/>
    <w:rsid w:val="005F3998"/>
    <w:rsid w:val="005F39E5"/>
    <w:rsid w:val="005F3BD0"/>
    <w:rsid w:val="005F3F19"/>
    <w:rsid w:val="005F517E"/>
    <w:rsid w:val="005F58CB"/>
    <w:rsid w:val="005F6CEC"/>
    <w:rsid w:val="005F6FF8"/>
    <w:rsid w:val="005F70EC"/>
    <w:rsid w:val="005F77F4"/>
    <w:rsid w:val="005F7CE8"/>
    <w:rsid w:val="005F7DCE"/>
    <w:rsid w:val="00600342"/>
    <w:rsid w:val="006003AB"/>
    <w:rsid w:val="0060046B"/>
    <w:rsid w:val="0060057D"/>
    <w:rsid w:val="00600C06"/>
    <w:rsid w:val="00602212"/>
    <w:rsid w:val="006022D5"/>
    <w:rsid w:val="00603067"/>
    <w:rsid w:val="0060349B"/>
    <w:rsid w:val="006036D9"/>
    <w:rsid w:val="00603D99"/>
    <w:rsid w:val="00604196"/>
    <w:rsid w:val="0060475C"/>
    <w:rsid w:val="00605093"/>
    <w:rsid w:val="00605275"/>
    <w:rsid w:val="00605848"/>
    <w:rsid w:val="00605C24"/>
    <w:rsid w:val="00605FA0"/>
    <w:rsid w:val="00607A3B"/>
    <w:rsid w:val="00607A92"/>
    <w:rsid w:val="00607ABA"/>
    <w:rsid w:val="00607B14"/>
    <w:rsid w:val="00611145"/>
    <w:rsid w:val="00611917"/>
    <w:rsid w:val="00611F6F"/>
    <w:rsid w:val="006120BC"/>
    <w:rsid w:val="006130DE"/>
    <w:rsid w:val="00613807"/>
    <w:rsid w:val="00613D4E"/>
    <w:rsid w:val="00614A36"/>
    <w:rsid w:val="00614B9B"/>
    <w:rsid w:val="00614F20"/>
    <w:rsid w:val="0061512A"/>
    <w:rsid w:val="00615370"/>
    <w:rsid w:val="00615733"/>
    <w:rsid w:val="00615744"/>
    <w:rsid w:val="00615F8F"/>
    <w:rsid w:val="00617058"/>
    <w:rsid w:val="0061792E"/>
    <w:rsid w:val="00617A12"/>
    <w:rsid w:val="00617A56"/>
    <w:rsid w:val="00617AE5"/>
    <w:rsid w:val="0062094A"/>
    <w:rsid w:val="00620B7A"/>
    <w:rsid w:val="0062108E"/>
    <w:rsid w:val="006215C2"/>
    <w:rsid w:val="006216AA"/>
    <w:rsid w:val="00622888"/>
    <w:rsid w:val="00622A25"/>
    <w:rsid w:val="00622BFD"/>
    <w:rsid w:val="00622F9F"/>
    <w:rsid w:val="006230C6"/>
    <w:rsid w:val="0062346F"/>
    <w:rsid w:val="006239B0"/>
    <w:rsid w:val="00623B10"/>
    <w:rsid w:val="00623B9C"/>
    <w:rsid w:val="006243A1"/>
    <w:rsid w:val="00624709"/>
    <w:rsid w:val="00625B85"/>
    <w:rsid w:val="00625F2A"/>
    <w:rsid w:val="00626217"/>
    <w:rsid w:val="006262FA"/>
    <w:rsid w:val="006275D3"/>
    <w:rsid w:val="00627A02"/>
    <w:rsid w:val="00627AC0"/>
    <w:rsid w:val="00627C30"/>
    <w:rsid w:val="00630937"/>
    <w:rsid w:val="006316E9"/>
    <w:rsid w:val="00632566"/>
    <w:rsid w:val="00632728"/>
    <w:rsid w:val="006327A4"/>
    <w:rsid w:val="006327FC"/>
    <w:rsid w:val="00632C78"/>
    <w:rsid w:val="00632E3D"/>
    <w:rsid w:val="00633D2A"/>
    <w:rsid w:val="00633EBF"/>
    <w:rsid w:val="00634B21"/>
    <w:rsid w:val="00634F57"/>
    <w:rsid w:val="006352CD"/>
    <w:rsid w:val="00635987"/>
    <w:rsid w:val="00635E92"/>
    <w:rsid w:val="006366A1"/>
    <w:rsid w:val="00636C97"/>
    <w:rsid w:val="00636DE6"/>
    <w:rsid w:val="006371CB"/>
    <w:rsid w:val="00640038"/>
    <w:rsid w:val="00640096"/>
    <w:rsid w:val="00640911"/>
    <w:rsid w:val="00640BE3"/>
    <w:rsid w:val="00640C5D"/>
    <w:rsid w:val="0064169E"/>
    <w:rsid w:val="00641BE1"/>
    <w:rsid w:val="00642809"/>
    <w:rsid w:val="00642968"/>
    <w:rsid w:val="00642CA6"/>
    <w:rsid w:val="00642E60"/>
    <w:rsid w:val="0064325F"/>
    <w:rsid w:val="00643E42"/>
    <w:rsid w:val="0064443E"/>
    <w:rsid w:val="00644A60"/>
    <w:rsid w:val="00644D27"/>
    <w:rsid w:val="00644F71"/>
    <w:rsid w:val="0064717E"/>
    <w:rsid w:val="006473E6"/>
    <w:rsid w:val="00647A24"/>
    <w:rsid w:val="00650D03"/>
    <w:rsid w:val="00650D6B"/>
    <w:rsid w:val="006515BE"/>
    <w:rsid w:val="0065257A"/>
    <w:rsid w:val="006528D5"/>
    <w:rsid w:val="00652B3C"/>
    <w:rsid w:val="00652BDA"/>
    <w:rsid w:val="00652E84"/>
    <w:rsid w:val="00652EBA"/>
    <w:rsid w:val="006531A9"/>
    <w:rsid w:val="00653C20"/>
    <w:rsid w:val="00654540"/>
    <w:rsid w:val="00654552"/>
    <w:rsid w:val="006545FB"/>
    <w:rsid w:val="00655442"/>
    <w:rsid w:val="0065612B"/>
    <w:rsid w:val="00657141"/>
    <w:rsid w:val="006574C9"/>
    <w:rsid w:val="0066089F"/>
    <w:rsid w:val="00661967"/>
    <w:rsid w:val="0066236B"/>
    <w:rsid w:val="00662B6D"/>
    <w:rsid w:val="00663592"/>
    <w:rsid w:val="00663BFC"/>
    <w:rsid w:val="00664578"/>
    <w:rsid w:val="00664C2D"/>
    <w:rsid w:val="0066505A"/>
    <w:rsid w:val="0066548F"/>
    <w:rsid w:val="00665F79"/>
    <w:rsid w:val="006667BF"/>
    <w:rsid w:val="00666BE7"/>
    <w:rsid w:val="006678CF"/>
    <w:rsid w:val="006704C1"/>
    <w:rsid w:val="00670984"/>
    <w:rsid w:val="00670C44"/>
    <w:rsid w:val="00670DFF"/>
    <w:rsid w:val="00671196"/>
    <w:rsid w:val="0067119D"/>
    <w:rsid w:val="006715C5"/>
    <w:rsid w:val="00671690"/>
    <w:rsid w:val="00671A50"/>
    <w:rsid w:val="00671EDE"/>
    <w:rsid w:val="006727F5"/>
    <w:rsid w:val="00672DAB"/>
    <w:rsid w:val="006730A3"/>
    <w:rsid w:val="0067377C"/>
    <w:rsid w:val="00673D44"/>
    <w:rsid w:val="006741BB"/>
    <w:rsid w:val="00674BDF"/>
    <w:rsid w:val="00674D30"/>
    <w:rsid w:val="006752EE"/>
    <w:rsid w:val="0067570B"/>
    <w:rsid w:val="00676468"/>
    <w:rsid w:val="006772E0"/>
    <w:rsid w:val="006777D5"/>
    <w:rsid w:val="006779D5"/>
    <w:rsid w:val="00680656"/>
    <w:rsid w:val="006806FB"/>
    <w:rsid w:val="0068098A"/>
    <w:rsid w:val="00680DD3"/>
    <w:rsid w:val="0068175C"/>
    <w:rsid w:val="00681933"/>
    <w:rsid w:val="0068281A"/>
    <w:rsid w:val="00684024"/>
    <w:rsid w:val="00685268"/>
    <w:rsid w:val="00685487"/>
    <w:rsid w:val="0068559F"/>
    <w:rsid w:val="00685668"/>
    <w:rsid w:val="00685AD4"/>
    <w:rsid w:val="0068656C"/>
    <w:rsid w:val="00686F4C"/>
    <w:rsid w:val="00687B1B"/>
    <w:rsid w:val="00690224"/>
    <w:rsid w:val="00690AAC"/>
    <w:rsid w:val="00690C7A"/>
    <w:rsid w:val="00692D82"/>
    <w:rsid w:val="00692E01"/>
    <w:rsid w:val="0069467E"/>
    <w:rsid w:val="00694B62"/>
    <w:rsid w:val="00695147"/>
    <w:rsid w:val="006963AC"/>
    <w:rsid w:val="00696A52"/>
    <w:rsid w:val="00696B70"/>
    <w:rsid w:val="0069763E"/>
    <w:rsid w:val="0069779B"/>
    <w:rsid w:val="006A0072"/>
    <w:rsid w:val="006A07AB"/>
    <w:rsid w:val="006A09AD"/>
    <w:rsid w:val="006A0AC8"/>
    <w:rsid w:val="006A0D0B"/>
    <w:rsid w:val="006A183A"/>
    <w:rsid w:val="006A2075"/>
    <w:rsid w:val="006A22DA"/>
    <w:rsid w:val="006A24C4"/>
    <w:rsid w:val="006A274B"/>
    <w:rsid w:val="006A33E5"/>
    <w:rsid w:val="006A3DFB"/>
    <w:rsid w:val="006A4B8A"/>
    <w:rsid w:val="006A5248"/>
    <w:rsid w:val="006A5551"/>
    <w:rsid w:val="006A59BE"/>
    <w:rsid w:val="006A63C2"/>
    <w:rsid w:val="006A6D5F"/>
    <w:rsid w:val="006A70B3"/>
    <w:rsid w:val="006A72DD"/>
    <w:rsid w:val="006A7350"/>
    <w:rsid w:val="006A76C8"/>
    <w:rsid w:val="006A7A27"/>
    <w:rsid w:val="006B08F8"/>
    <w:rsid w:val="006B0AC4"/>
    <w:rsid w:val="006B0B01"/>
    <w:rsid w:val="006B0EC9"/>
    <w:rsid w:val="006B1443"/>
    <w:rsid w:val="006B170E"/>
    <w:rsid w:val="006B18EE"/>
    <w:rsid w:val="006B1AAB"/>
    <w:rsid w:val="006B1FB4"/>
    <w:rsid w:val="006B23E1"/>
    <w:rsid w:val="006B25CB"/>
    <w:rsid w:val="006B2DFC"/>
    <w:rsid w:val="006B31CD"/>
    <w:rsid w:val="006B359C"/>
    <w:rsid w:val="006B370D"/>
    <w:rsid w:val="006B3AC7"/>
    <w:rsid w:val="006B3C90"/>
    <w:rsid w:val="006B4309"/>
    <w:rsid w:val="006B4820"/>
    <w:rsid w:val="006B4CC2"/>
    <w:rsid w:val="006B53DD"/>
    <w:rsid w:val="006B5508"/>
    <w:rsid w:val="006B5B9E"/>
    <w:rsid w:val="006B60D5"/>
    <w:rsid w:val="006B6A7F"/>
    <w:rsid w:val="006B6D56"/>
    <w:rsid w:val="006B6D59"/>
    <w:rsid w:val="006B7E13"/>
    <w:rsid w:val="006B7F69"/>
    <w:rsid w:val="006B7FDE"/>
    <w:rsid w:val="006C0329"/>
    <w:rsid w:val="006C1E47"/>
    <w:rsid w:val="006C2FCB"/>
    <w:rsid w:val="006C3086"/>
    <w:rsid w:val="006C3130"/>
    <w:rsid w:val="006C351E"/>
    <w:rsid w:val="006C4E3D"/>
    <w:rsid w:val="006C5459"/>
    <w:rsid w:val="006C6430"/>
    <w:rsid w:val="006C6495"/>
    <w:rsid w:val="006C6B71"/>
    <w:rsid w:val="006C720F"/>
    <w:rsid w:val="006D0677"/>
    <w:rsid w:val="006D0BDA"/>
    <w:rsid w:val="006D0C68"/>
    <w:rsid w:val="006D1569"/>
    <w:rsid w:val="006D17A7"/>
    <w:rsid w:val="006D1E50"/>
    <w:rsid w:val="006D268C"/>
    <w:rsid w:val="006D29E9"/>
    <w:rsid w:val="006D3F33"/>
    <w:rsid w:val="006D43B2"/>
    <w:rsid w:val="006D45DA"/>
    <w:rsid w:val="006D50B6"/>
    <w:rsid w:val="006D5A21"/>
    <w:rsid w:val="006D5BAA"/>
    <w:rsid w:val="006D5D76"/>
    <w:rsid w:val="006D6993"/>
    <w:rsid w:val="006D7B90"/>
    <w:rsid w:val="006D7CDD"/>
    <w:rsid w:val="006D7F43"/>
    <w:rsid w:val="006E094A"/>
    <w:rsid w:val="006E0F71"/>
    <w:rsid w:val="006E1658"/>
    <w:rsid w:val="006E1736"/>
    <w:rsid w:val="006E1968"/>
    <w:rsid w:val="006E1F3D"/>
    <w:rsid w:val="006E241D"/>
    <w:rsid w:val="006E24FD"/>
    <w:rsid w:val="006E45C2"/>
    <w:rsid w:val="006E4BFB"/>
    <w:rsid w:val="006E4D04"/>
    <w:rsid w:val="006E509C"/>
    <w:rsid w:val="006E53BD"/>
    <w:rsid w:val="006E5903"/>
    <w:rsid w:val="006E67A8"/>
    <w:rsid w:val="006E7010"/>
    <w:rsid w:val="006E7541"/>
    <w:rsid w:val="006E7764"/>
    <w:rsid w:val="006F000D"/>
    <w:rsid w:val="006F11FB"/>
    <w:rsid w:val="006F1C43"/>
    <w:rsid w:val="006F28B5"/>
    <w:rsid w:val="006F2F86"/>
    <w:rsid w:val="006F4317"/>
    <w:rsid w:val="006F4C8B"/>
    <w:rsid w:val="006F4D3E"/>
    <w:rsid w:val="006F6191"/>
    <w:rsid w:val="006F62AA"/>
    <w:rsid w:val="006F6C66"/>
    <w:rsid w:val="006F74B3"/>
    <w:rsid w:val="00700C87"/>
    <w:rsid w:val="007014F3"/>
    <w:rsid w:val="00701983"/>
    <w:rsid w:val="0070202F"/>
    <w:rsid w:val="00702C0E"/>
    <w:rsid w:val="00702CB9"/>
    <w:rsid w:val="00703135"/>
    <w:rsid w:val="007032F2"/>
    <w:rsid w:val="007039AA"/>
    <w:rsid w:val="00703E86"/>
    <w:rsid w:val="007044CB"/>
    <w:rsid w:val="00704821"/>
    <w:rsid w:val="00704D3D"/>
    <w:rsid w:val="007053FF"/>
    <w:rsid w:val="007058CE"/>
    <w:rsid w:val="00705A01"/>
    <w:rsid w:val="00705E1F"/>
    <w:rsid w:val="0070677C"/>
    <w:rsid w:val="007068E0"/>
    <w:rsid w:val="00706AB2"/>
    <w:rsid w:val="0071018C"/>
    <w:rsid w:val="00710202"/>
    <w:rsid w:val="00710995"/>
    <w:rsid w:val="00710A40"/>
    <w:rsid w:val="00710EE5"/>
    <w:rsid w:val="00710F5D"/>
    <w:rsid w:val="00711461"/>
    <w:rsid w:val="00711ACD"/>
    <w:rsid w:val="007122C6"/>
    <w:rsid w:val="00712B42"/>
    <w:rsid w:val="00712FCA"/>
    <w:rsid w:val="0071356A"/>
    <w:rsid w:val="00713773"/>
    <w:rsid w:val="007140B7"/>
    <w:rsid w:val="00714877"/>
    <w:rsid w:val="00714D2E"/>
    <w:rsid w:val="00714E80"/>
    <w:rsid w:val="00715259"/>
    <w:rsid w:val="00715DED"/>
    <w:rsid w:val="0071650F"/>
    <w:rsid w:val="00716602"/>
    <w:rsid w:val="007168C2"/>
    <w:rsid w:val="00717810"/>
    <w:rsid w:val="0071786A"/>
    <w:rsid w:val="00717B44"/>
    <w:rsid w:val="0072038A"/>
    <w:rsid w:val="007206F1"/>
    <w:rsid w:val="007209FD"/>
    <w:rsid w:val="00720E98"/>
    <w:rsid w:val="00722069"/>
    <w:rsid w:val="007220CB"/>
    <w:rsid w:val="0072278C"/>
    <w:rsid w:val="00722E6C"/>
    <w:rsid w:val="00723B20"/>
    <w:rsid w:val="00723B3A"/>
    <w:rsid w:val="00723B67"/>
    <w:rsid w:val="007256F2"/>
    <w:rsid w:val="0072596C"/>
    <w:rsid w:val="00725DC3"/>
    <w:rsid w:val="00725F8F"/>
    <w:rsid w:val="007264C3"/>
    <w:rsid w:val="00726814"/>
    <w:rsid w:val="0072729A"/>
    <w:rsid w:val="00727D6A"/>
    <w:rsid w:val="00730085"/>
    <w:rsid w:val="007305B0"/>
    <w:rsid w:val="00730ADE"/>
    <w:rsid w:val="00730BEB"/>
    <w:rsid w:val="00730EA7"/>
    <w:rsid w:val="00731CE2"/>
    <w:rsid w:val="00731E09"/>
    <w:rsid w:val="007325EE"/>
    <w:rsid w:val="0073399B"/>
    <w:rsid w:val="007339BD"/>
    <w:rsid w:val="00733F5B"/>
    <w:rsid w:val="00734643"/>
    <w:rsid w:val="00736BD3"/>
    <w:rsid w:val="00736DE1"/>
    <w:rsid w:val="007371EB"/>
    <w:rsid w:val="007376D1"/>
    <w:rsid w:val="007408F0"/>
    <w:rsid w:val="007414C6"/>
    <w:rsid w:val="0074160A"/>
    <w:rsid w:val="00741C82"/>
    <w:rsid w:val="007422D7"/>
    <w:rsid w:val="00742715"/>
    <w:rsid w:val="007431A4"/>
    <w:rsid w:val="00743638"/>
    <w:rsid w:val="00743BDD"/>
    <w:rsid w:val="00743D6E"/>
    <w:rsid w:val="00743FB8"/>
    <w:rsid w:val="00744292"/>
    <w:rsid w:val="0074503A"/>
    <w:rsid w:val="00745068"/>
    <w:rsid w:val="00745984"/>
    <w:rsid w:val="00745EE5"/>
    <w:rsid w:val="00745FB4"/>
    <w:rsid w:val="007461D2"/>
    <w:rsid w:val="00746299"/>
    <w:rsid w:val="007466F1"/>
    <w:rsid w:val="00746922"/>
    <w:rsid w:val="00746C1B"/>
    <w:rsid w:val="00747C36"/>
    <w:rsid w:val="00747DF6"/>
    <w:rsid w:val="00747FC9"/>
    <w:rsid w:val="0075076E"/>
    <w:rsid w:val="007507F1"/>
    <w:rsid w:val="00751AD0"/>
    <w:rsid w:val="00752AE6"/>
    <w:rsid w:val="0075386E"/>
    <w:rsid w:val="00754264"/>
    <w:rsid w:val="00754589"/>
    <w:rsid w:val="00754607"/>
    <w:rsid w:val="0075493D"/>
    <w:rsid w:val="00755152"/>
    <w:rsid w:val="007554AC"/>
    <w:rsid w:val="007558B0"/>
    <w:rsid w:val="0075644D"/>
    <w:rsid w:val="0075658B"/>
    <w:rsid w:val="007579CF"/>
    <w:rsid w:val="00757E8E"/>
    <w:rsid w:val="007604F8"/>
    <w:rsid w:val="0076098E"/>
    <w:rsid w:val="0076150B"/>
    <w:rsid w:val="00761667"/>
    <w:rsid w:val="00762F5A"/>
    <w:rsid w:val="00765179"/>
    <w:rsid w:val="007655DC"/>
    <w:rsid w:val="00765FCD"/>
    <w:rsid w:val="007662C5"/>
    <w:rsid w:val="0076684F"/>
    <w:rsid w:val="00766F57"/>
    <w:rsid w:val="0076701C"/>
    <w:rsid w:val="007673A3"/>
    <w:rsid w:val="00767650"/>
    <w:rsid w:val="00767A0F"/>
    <w:rsid w:val="00770141"/>
    <w:rsid w:val="00771522"/>
    <w:rsid w:val="0077172F"/>
    <w:rsid w:val="00772192"/>
    <w:rsid w:val="00772A18"/>
    <w:rsid w:val="007730D2"/>
    <w:rsid w:val="00773752"/>
    <w:rsid w:val="00773860"/>
    <w:rsid w:val="00773B92"/>
    <w:rsid w:val="00774F7B"/>
    <w:rsid w:val="00776BF3"/>
    <w:rsid w:val="00776F02"/>
    <w:rsid w:val="00777A01"/>
    <w:rsid w:val="00777B29"/>
    <w:rsid w:val="00777EFB"/>
    <w:rsid w:val="00777FC9"/>
    <w:rsid w:val="00780225"/>
    <w:rsid w:val="007802EA"/>
    <w:rsid w:val="0078060C"/>
    <w:rsid w:val="007808D4"/>
    <w:rsid w:val="00780FAB"/>
    <w:rsid w:val="007824BE"/>
    <w:rsid w:val="00782F32"/>
    <w:rsid w:val="0078418B"/>
    <w:rsid w:val="00784505"/>
    <w:rsid w:val="00784537"/>
    <w:rsid w:val="00784582"/>
    <w:rsid w:val="007849E9"/>
    <w:rsid w:val="00784B04"/>
    <w:rsid w:val="00785CD2"/>
    <w:rsid w:val="00786140"/>
    <w:rsid w:val="00787189"/>
    <w:rsid w:val="007874F6"/>
    <w:rsid w:val="00787581"/>
    <w:rsid w:val="0078780C"/>
    <w:rsid w:val="00790A21"/>
    <w:rsid w:val="00790C6E"/>
    <w:rsid w:val="00790E77"/>
    <w:rsid w:val="007910D6"/>
    <w:rsid w:val="00791B8B"/>
    <w:rsid w:val="00791FF8"/>
    <w:rsid w:val="0079249C"/>
    <w:rsid w:val="00792944"/>
    <w:rsid w:val="00794381"/>
    <w:rsid w:val="00794ADA"/>
    <w:rsid w:val="00795F66"/>
    <w:rsid w:val="007966B4"/>
    <w:rsid w:val="00796AC2"/>
    <w:rsid w:val="007970F8"/>
    <w:rsid w:val="00797C17"/>
    <w:rsid w:val="007A0104"/>
    <w:rsid w:val="007A0233"/>
    <w:rsid w:val="007A0604"/>
    <w:rsid w:val="007A0B4B"/>
    <w:rsid w:val="007A1AB6"/>
    <w:rsid w:val="007A2292"/>
    <w:rsid w:val="007A23BA"/>
    <w:rsid w:val="007A2484"/>
    <w:rsid w:val="007A2939"/>
    <w:rsid w:val="007A3E8E"/>
    <w:rsid w:val="007A478C"/>
    <w:rsid w:val="007A484F"/>
    <w:rsid w:val="007A48E6"/>
    <w:rsid w:val="007A56BF"/>
    <w:rsid w:val="007A5AFC"/>
    <w:rsid w:val="007A5D32"/>
    <w:rsid w:val="007A64B8"/>
    <w:rsid w:val="007A70D6"/>
    <w:rsid w:val="007B05B3"/>
    <w:rsid w:val="007B0725"/>
    <w:rsid w:val="007B15AD"/>
    <w:rsid w:val="007B1A51"/>
    <w:rsid w:val="007B2168"/>
    <w:rsid w:val="007B2A93"/>
    <w:rsid w:val="007B30B3"/>
    <w:rsid w:val="007B3374"/>
    <w:rsid w:val="007B3A34"/>
    <w:rsid w:val="007B3B24"/>
    <w:rsid w:val="007B4ACB"/>
    <w:rsid w:val="007B530B"/>
    <w:rsid w:val="007B5A7B"/>
    <w:rsid w:val="007B5BA3"/>
    <w:rsid w:val="007B61E7"/>
    <w:rsid w:val="007B6643"/>
    <w:rsid w:val="007B7444"/>
    <w:rsid w:val="007B7CFD"/>
    <w:rsid w:val="007C0D55"/>
    <w:rsid w:val="007C14C2"/>
    <w:rsid w:val="007C16AE"/>
    <w:rsid w:val="007C17A7"/>
    <w:rsid w:val="007C1A01"/>
    <w:rsid w:val="007C1E3C"/>
    <w:rsid w:val="007C2039"/>
    <w:rsid w:val="007C2E6F"/>
    <w:rsid w:val="007C2F00"/>
    <w:rsid w:val="007C3093"/>
    <w:rsid w:val="007C3513"/>
    <w:rsid w:val="007C409A"/>
    <w:rsid w:val="007C4222"/>
    <w:rsid w:val="007C5339"/>
    <w:rsid w:val="007C53C0"/>
    <w:rsid w:val="007C55C5"/>
    <w:rsid w:val="007C57F7"/>
    <w:rsid w:val="007C6662"/>
    <w:rsid w:val="007C68FA"/>
    <w:rsid w:val="007C75F7"/>
    <w:rsid w:val="007C7F0D"/>
    <w:rsid w:val="007D0847"/>
    <w:rsid w:val="007D0950"/>
    <w:rsid w:val="007D0A3B"/>
    <w:rsid w:val="007D0FC7"/>
    <w:rsid w:val="007D182D"/>
    <w:rsid w:val="007D1C4E"/>
    <w:rsid w:val="007D22D5"/>
    <w:rsid w:val="007D24CB"/>
    <w:rsid w:val="007D2A34"/>
    <w:rsid w:val="007D2A48"/>
    <w:rsid w:val="007D497D"/>
    <w:rsid w:val="007D49C2"/>
    <w:rsid w:val="007D4B9C"/>
    <w:rsid w:val="007D4E74"/>
    <w:rsid w:val="007D5285"/>
    <w:rsid w:val="007D640D"/>
    <w:rsid w:val="007D7215"/>
    <w:rsid w:val="007D743A"/>
    <w:rsid w:val="007E07AC"/>
    <w:rsid w:val="007E1220"/>
    <w:rsid w:val="007E142A"/>
    <w:rsid w:val="007E168F"/>
    <w:rsid w:val="007E2163"/>
    <w:rsid w:val="007E267C"/>
    <w:rsid w:val="007E3218"/>
    <w:rsid w:val="007E3840"/>
    <w:rsid w:val="007E3B01"/>
    <w:rsid w:val="007E4813"/>
    <w:rsid w:val="007E5306"/>
    <w:rsid w:val="007E6C2B"/>
    <w:rsid w:val="007E6ECC"/>
    <w:rsid w:val="007E6ED1"/>
    <w:rsid w:val="007E721A"/>
    <w:rsid w:val="007E79D1"/>
    <w:rsid w:val="007F163D"/>
    <w:rsid w:val="007F1A6D"/>
    <w:rsid w:val="007F216B"/>
    <w:rsid w:val="007F285C"/>
    <w:rsid w:val="007F3270"/>
    <w:rsid w:val="007F345D"/>
    <w:rsid w:val="007F389C"/>
    <w:rsid w:val="007F3BC6"/>
    <w:rsid w:val="007F3C53"/>
    <w:rsid w:val="007F4027"/>
    <w:rsid w:val="007F4085"/>
    <w:rsid w:val="007F4736"/>
    <w:rsid w:val="007F508E"/>
    <w:rsid w:val="007F60E9"/>
    <w:rsid w:val="007F67B0"/>
    <w:rsid w:val="007F6B0C"/>
    <w:rsid w:val="007F76E9"/>
    <w:rsid w:val="00801ECA"/>
    <w:rsid w:val="0080218C"/>
    <w:rsid w:val="008027A4"/>
    <w:rsid w:val="00802A6C"/>
    <w:rsid w:val="00802AB4"/>
    <w:rsid w:val="00802EA9"/>
    <w:rsid w:val="00803ABA"/>
    <w:rsid w:val="00803B59"/>
    <w:rsid w:val="00803DA8"/>
    <w:rsid w:val="00804429"/>
    <w:rsid w:val="00804B14"/>
    <w:rsid w:val="00804BDB"/>
    <w:rsid w:val="00805E27"/>
    <w:rsid w:val="008064AB"/>
    <w:rsid w:val="00807AE1"/>
    <w:rsid w:val="00807ED2"/>
    <w:rsid w:val="00810028"/>
    <w:rsid w:val="008102F8"/>
    <w:rsid w:val="00810A1E"/>
    <w:rsid w:val="00810B40"/>
    <w:rsid w:val="0081127A"/>
    <w:rsid w:val="008113E8"/>
    <w:rsid w:val="008119DE"/>
    <w:rsid w:val="00811D3F"/>
    <w:rsid w:val="00812918"/>
    <w:rsid w:val="00812B4A"/>
    <w:rsid w:val="00812BDB"/>
    <w:rsid w:val="00813FEA"/>
    <w:rsid w:val="00814047"/>
    <w:rsid w:val="008147A0"/>
    <w:rsid w:val="00814EB1"/>
    <w:rsid w:val="00817CF0"/>
    <w:rsid w:val="00820806"/>
    <w:rsid w:val="00820B5B"/>
    <w:rsid w:val="00821E69"/>
    <w:rsid w:val="00822996"/>
    <w:rsid w:val="00822A8B"/>
    <w:rsid w:val="00823C4A"/>
    <w:rsid w:val="00824C1D"/>
    <w:rsid w:val="00825C24"/>
    <w:rsid w:val="0082619B"/>
    <w:rsid w:val="00826486"/>
    <w:rsid w:val="00826F98"/>
    <w:rsid w:val="00827FF8"/>
    <w:rsid w:val="0083035B"/>
    <w:rsid w:val="00830CB3"/>
    <w:rsid w:val="00830DD5"/>
    <w:rsid w:val="00831BE0"/>
    <w:rsid w:val="00832055"/>
    <w:rsid w:val="00832648"/>
    <w:rsid w:val="00832D79"/>
    <w:rsid w:val="00832E44"/>
    <w:rsid w:val="00832EAE"/>
    <w:rsid w:val="00833116"/>
    <w:rsid w:val="008336B1"/>
    <w:rsid w:val="0083422B"/>
    <w:rsid w:val="008344CC"/>
    <w:rsid w:val="00835217"/>
    <w:rsid w:val="00835399"/>
    <w:rsid w:val="00835433"/>
    <w:rsid w:val="00835A70"/>
    <w:rsid w:val="00835C5C"/>
    <w:rsid w:val="00835E4E"/>
    <w:rsid w:val="008361B1"/>
    <w:rsid w:val="008400EE"/>
    <w:rsid w:val="0084074F"/>
    <w:rsid w:val="0084093A"/>
    <w:rsid w:val="00840ADB"/>
    <w:rsid w:val="00840F81"/>
    <w:rsid w:val="008421C2"/>
    <w:rsid w:val="00842A01"/>
    <w:rsid w:val="00842A26"/>
    <w:rsid w:val="00842E6B"/>
    <w:rsid w:val="00843452"/>
    <w:rsid w:val="008436D7"/>
    <w:rsid w:val="0084420D"/>
    <w:rsid w:val="0084515B"/>
    <w:rsid w:val="0084634F"/>
    <w:rsid w:val="00846C30"/>
    <w:rsid w:val="00847006"/>
    <w:rsid w:val="00850888"/>
    <w:rsid w:val="0085091E"/>
    <w:rsid w:val="0085221B"/>
    <w:rsid w:val="0085351C"/>
    <w:rsid w:val="00853C8E"/>
    <w:rsid w:val="00853EF7"/>
    <w:rsid w:val="00853F4C"/>
    <w:rsid w:val="00854183"/>
    <w:rsid w:val="0085575C"/>
    <w:rsid w:val="00855E41"/>
    <w:rsid w:val="00855F90"/>
    <w:rsid w:val="00856B6A"/>
    <w:rsid w:val="00860950"/>
    <w:rsid w:val="0086116D"/>
    <w:rsid w:val="0086185C"/>
    <w:rsid w:val="0086233D"/>
    <w:rsid w:val="0086288C"/>
    <w:rsid w:val="00862B80"/>
    <w:rsid w:val="008637EA"/>
    <w:rsid w:val="0086409D"/>
    <w:rsid w:val="008657AD"/>
    <w:rsid w:val="008658FF"/>
    <w:rsid w:val="00865964"/>
    <w:rsid w:val="00865A34"/>
    <w:rsid w:val="00866533"/>
    <w:rsid w:val="0086685E"/>
    <w:rsid w:val="00866E0C"/>
    <w:rsid w:val="00870346"/>
    <w:rsid w:val="00870823"/>
    <w:rsid w:val="008712C7"/>
    <w:rsid w:val="00871473"/>
    <w:rsid w:val="00872645"/>
    <w:rsid w:val="00872EBC"/>
    <w:rsid w:val="00873068"/>
    <w:rsid w:val="008734D3"/>
    <w:rsid w:val="00873C4D"/>
    <w:rsid w:val="00873DA3"/>
    <w:rsid w:val="00873F0C"/>
    <w:rsid w:val="00874756"/>
    <w:rsid w:val="00875177"/>
    <w:rsid w:val="00875179"/>
    <w:rsid w:val="008758A8"/>
    <w:rsid w:val="00875BFB"/>
    <w:rsid w:val="00877A47"/>
    <w:rsid w:val="008805DD"/>
    <w:rsid w:val="008808FA"/>
    <w:rsid w:val="00880BC1"/>
    <w:rsid w:val="00880C05"/>
    <w:rsid w:val="00880C5D"/>
    <w:rsid w:val="00881216"/>
    <w:rsid w:val="00881273"/>
    <w:rsid w:val="00881BBD"/>
    <w:rsid w:val="00881C81"/>
    <w:rsid w:val="00881E71"/>
    <w:rsid w:val="00882453"/>
    <w:rsid w:val="00882598"/>
    <w:rsid w:val="00882A08"/>
    <w:rsid w:val="00883BCF"/>
    <w:rsid w:val="00883EC2"/>
    <w:rsid w:val="0088471A"/>
    <w:rsid w:val="00884BE1"/>
    <w:rsid w:val="00884FCE"/>
    <w:rsid w:val="008851C3"/>
    <w:rsid w:val="00885767"/>
    <w:rsid w:val="00885826"/>
    <w:rsid w:val="00885DCD"/>
    <w:rsid w:val="00886001"/>
    <w:rsid w:val="00886BEA"/>
    <w:rsid w:val="00886ED7"/>
    <w:rsid w:val="00891F7C"/>
    <w:rsid w:val="0089213F"/>
    <w:rsid w:val="008923B3"/>
    <w:rsid w:val="008925D2"/>
    <w:rsid w:val="00892C33"/>
    <w:rsid w:val="00892EF8"/>
    <w:rsid w:val="00893459"/>
    <w:rsid w:val="0089372F"/>
    <w:rsid w:val="00893D1E"/>
    <w:rsid w:val="00894471"/>
    <w:rsid w:val="0089504C"/>
    <w:rsid w:val="00895D4F"/>
    <w:rsid w:val="0089608A"/>
    <w:rsid w:val="0089695B"/>
    <w:rsid w:val="008977D0"/>
    <w:rsid w:val="008A0136"/>
    <w:rsid w:val="008A03F1"/>
    <w:rsid w:val="008A1AF2"/>
    <w:rsid w:val="008A20C1"/>
    <w:rsid w:val="008A21C7"/>
    <w:rsid w:val="008A26F6"/>
    <w:rsid w:val="008A486D"/>
    <w:rsid w:val="008A53F5"/>
    <w:rsid w:val="008A589D"/>
    <w:rsid w:val="008A6BA4"/>
    <w:rsid w:val="008A6BE7"/>
    <w:rsid w:val="008A6EFC"/>
    <w:rsid w:val="008A6F45"/>
    <w:rsid w:val="008A7F04"/>
    <w:rsid w:val="008B0772"/>
    <w:rsid w:val="008B0BAE"/>
    <w:rsid w:val="008B0D30"/>
    <w:rsid w:val="008B0F0F"/>
    <w:rsid w:val="008B10B3"/>
    <w:rsid w:val="008B14F3"/>
    <w:rsid w:val="008B24CE"/>
    <w:rsid w:val="008B2C28"/>
    <w:rsid w:val="008B3298"/>
    <w:rsid w:val="008B34A8"/>
    <w:rsid w:val="008B3BEA"/>
    <w:rsid w:val="008B46FC"/>
    <w:rsid w:val="008B533C"/>
    <w:rsid w:val="008B5791"/>
    <w:rsid w:val="008B6632"/>
    <w:rsid w:val="008B672E"/>
    <w:rsid w:val="008B7043"/>
    <w:rsid w:val="008B7155"/>
    <w:rsid w:val="008C0604"/>
    <w:rsid w:val="008C0788"/>
    <w:rsid w:val="008C0C34"/>
    <w:rsid w:val="008C0C6A"/>
    <w:rsid w:val="008C1EEE"/>
    <w:rsid w:val="008C22FA"/>
    <w:rsid w:val="008C30EF"/>
    <w:rsid w:val="008C394D"/>
    <w:rsid w:val="008C3987"/>
    <w:rsid w:val="008C3C96"/>
    <w:rsid w:val="008C41C8"/>
    <w:rsid w:val="008C4211"/>
    <w:rsid w:val="008C5678"/>
    <w:rsid w:val="008C60AC"/>
    <w:rsid w:val="008C68DC"/>
    <w:rsid w:val="008C699A"/>
    <w:rsid w:val="008D05D3"/>
    <w:rsid w:val="008D0CDE"/>
    <w:rsid w:val="008D1B39"/>
    <w:rsid w:val="008D1B83"/>
    <w:rsid w:val="008D1EB6"/>
    <w:rsid w:val="008D1EC2"/>
    <w:rsid w:val="008D21E2"/>
    <w:rsid w:val="008D235C"/>
    <w:rsid w:val="008D2B85"/>
    <w:rsid w:val="008D3C5F"/>
    <w:rsid w:val="008D3FCD"/>
    <w:rsid w:val="008D4006"/>
    <w:rsid w:val="008D4121"/>
    <w:rsid w:val="008D461F"/>
    <w:rsid w:val="008D467D"/>
    <w:rsid w:val="008D46C9"/>
    <w:rsid w:val="008D487B"/>
    <w:rsid w:val="008D48BF"/>
    <w:rsid w:val="008D491C"/>
    <w:rsid w:val="008D49CE"/>
    <w:rsid w:val="008D4E94"/>
    <w:rsid w:val="008D5699"/>
    <w:rsid w:val="008D6193"/>
    <w:rsid w:val="008D7A42"/>
    <w:rsid w:val="008E0039"/>
    <w:rsid w:val="008E0813"/>
    <w:rsid w:val="008E153E"/>
    <w:rsid w:val="008E1CBC"/>
    <w:rsid w:val="008E398D"/>
    <w:rsid w:val="008E3A4F"/>
    <w:rsid w:val="008E43BE"/>
    <w:rsid w:val="008E44E0"/>
    <w:rsid w:val="008E4509"/>
    <w:rsid w:val="008E48B3"/>
    <w:rsid w:val="008E5BD0"/>
    <w:rsid w:val="008E671B"/>
    <w:rsid w:val="008E6E40"/>
    <w:rsid w:val="008E6E45"/>
    <w:rsid w:val="008E7822"/>
    <w:rsid w:val="008F028D"/>
    <w:rsid w:val="008F0444"/>
    <w:rsid w:val="008F188D"/>
    <w:rsid w:val="008F19BE"/>
    <w:rsid w:val="008F2289"/>
    <w:rsid w:val="008F272A"/>
    <w:rsid w:val="008F291C"/>
    <w:rsid w:val="008F334C"/>
    <w:rsid w:val="008F364D"/>
    <w:rsid w:val="008F4137"/>
    <w:rsid w:val="008F42F2"/>
    <w:rsid w:val="008F4365"/>
    <w:rsid w:val="008F4C6B"/>
    <w:rsid w:val="008F4E3B"/>
    <w:rsid w:val="008F5BCA"/>
    <w:rsid w:val="008F5DB7"/>
    <w:rsid w:val="008F6160"/>
    <w:rsid w:val="008F70C1"/>
    <w:rsid w:val="008F7B54"/>
    <w:rsid w:val="0090093A"/>
    <w:rsid w:val="00900EF2"/>
    <w:rsid w:val="00901017"/>
    <w:rsid w:val="00902261"/>
    <w:rsid w:val="0090344A"/>
    <w:rsid w:val="00903C9E"/>
    <w:rsid w:val="00904536"/>
    <w:rsid w:val="0090500E"/>
    <w:rsid w:val="009051BD"/>
    <w:rsid w:val="00905252"/>
    <w:rsid w:val="00905DC8"/>
    <w:rsid w:val="00906137"/>
    <w:rsid w:val="009061C6"/>
    <w:rsid w:val="00906845"/>
    <w:rsid w:val="00910C61"/>
    <w:rsid w:val="009112B2"/>
    <w:rsid w:val="00911CEB"/>
    <w:rsid w:val="009128F5"/>
    <w:rsid w:val="00913082"/>
    <w:rsid w:val="009130D8"/>
    <w:rsid w:val="009138E2"/>
    <w:rsid w:val="009142A4"/>
    <w:rsid w:val="009142B2"/>
    <w:rsid w:val="009151CD"/>
    <w:rsid w:val="0091539B"/>
    <w:rsid w:val="00915519"/>
    <w:rsid w:val="00915955"/>
    <w:rsid w:val="00915B79"/>
    <w:rsid w:val="009160ED"/>
    <w:rsid w:val="00916741"/>
    <w:rsid w:val="00916909"/>
    <w:rsid w:val="00917058"/>
    <w:rsid w:val="00920007"/>
    <w:rsid w:val="00921955"/>
    <w:rsid w:val="0092215C"/>
    <w:rsid w:val="00922A42"/>
    <w:rsid w:val="00922CD5"/>
    <w:rsid w:val="00922D91"/>
    <w:rsid w:val="00923530"/>
    <w:rsid w:val="009239F0"/>
    <w:rsid w:val="00923EAC"/>
    <w:rsid w:val="00924539"/>
    <w:rsid w:val="009245D1"/>
    <w:rsid w:val="00924B3A"/>
    <w:rsid w:val="00924E3E"/>
    <w:rsid w:val="0093037E"/>
    <w:rsid w:val="0093054E"/>
    <w:rsid w:val="00930836"/>
    <w:rsid w:val="00930B58"/>
    <w:rsid w:val="00931210"/>
    <w:rsid w:val="009317D2"/>
    <w:rsid w:val="00932313"/>
    <w:rsid w:val="009331B2"/>
    <w:rsid w:val="00933B26"/>
    <w:rsid w:val="00934734"/>
    <w:rsid w:val="00934816"/>
    <w:rsid w:val="0093493F"/>
    <w:rsid w:val="00934BF8"/>
    <w:rsid w:val="009356C7"/>
    <w:rsid w:val="00935B21"/>
    <w:rsid w:val="00935B58"/>
    <w:rsid w:val="00935CFB"/>
    <w:rsid w:val="0093694C"/>
    <w:rsid w:val="009378C9"/>
    <w:rsid w:val="009400C4"/>
    <w:rsid w:val="009401DF"/>
    <w:rsid w:val="00940319"/>
    <w:rsid w:val="009405BF"/>
    <w:rsid w:val="00941052"/>
    <w:rsid w:val="00941102"/>
    <w:rsid w:val="00943130"/>
    <w:rsid w:val="0094349E"/>
    <w:rsid w:val="00943826"/>
    <w:rsid w:val="0094391C"/>
    <w:rsid w:val="00943D08"/>
    <w:rsid w:val="009442E4"/>
    <w:rsid w:val="0094455A"/>
    <w:rsid w:val="0094576B"/>
    <w:rsid w:val="00946519"/>
    <w:rsid w:val="00947F46"/>
    <w:rsid w:val="00950112"/>
    <w:rsid w:val="00950903"/>
    <w:rsid w:val="009513EE"/>
    <w:rsid w:val="009533ED"/>
    <w:rsid w:val="0095352F"/>
    <w:rsid w:val="00953D8E"/>
    <w:rsid w:val="00953E23"/>
    <w:rsid w:val="00954286"/>
    <w:rsid w:val="0095432B"/>
    <w:rsid w:val="0095463A"/>
    <w:rsid w:val="009553D3"/>
    <w:rsid w:val="00955B21"/>
    <w:rsid w:val="009563B7"/>
    <w:rsid w:val="00956CF9"/>
    <w:rsid w:val="00957946"/>
    <w:rsid w:val="00957BF2"/>
    <w:rsid w:val="0096102E"/>
    <w:rsid w:val="00961472"/>
    <w:rsid w:val="00961843"/>
    <w:rsid w:val="009619D0"/>
    <w:rsid w:val="00962DB3"/>
    <w:rsid w:val="00962F63"/>
    <w:rsid w:val="00963AD6"/>
    <w:rsid w:val="00964406"/>
    <w:rsid w:val="009647FA"/>
    <w:rsid w:val="0096480D"/>
    <w:rsid w:val="00964852"/>
    <w:rsid w:val="00964F0B"/>
    <w:rsid w:val="00965288"/>
    <w:rsid w:val="00965460"/>
    <w:rsid w:val="009654D3"/>
    <w:rsid w:val="00965773"/>
    <w:rsid w:val="009661B2"/>
    <w:rsid w:val="009664D2"/>
    <w:rsid w:val="009675FF"/>
    <w:rsid w:val="00967BCD"/>
    <w:rsid w:val="00967E88"/>
    <w:rsid w:val="00967EC9"/>
    <w:rsid w:val="0097024B"/>
    <w:rsid w:val="009708B1"/>
    <w:rsid w:val="00970A99"/>
    <w:rsid w:val="00970E80"/>
    <w:rsid w:val="009723EE"/>
    <w:rsid w:val="0097243F"/>
    <w:rsid w:val="00972460"/>
    <w:rsid w:val="00973376"/>
    <w:rsid w:val="00973E7E"/>
    <w:rsid w:val="009742E0"/>
    <w:rsid w:val="0097517D"/>
    <w:rsid w:val="00977EBA"/>
    <w:rsid w:val="00980BC5"/>
    <w:rsid w:val="00980D23"/>
    <w:rsid w:val="00982639"/>
    <w:rsid w:val="00983370"/>
    <w:rsid w:val="009836C3"/>
    <w:rsid w:val="00983B09"/>
    <w:rsid w:val="0098432D"/>
    <w:rsid w:val="0098440C"/>
    <w:rsid w:val="009848BF"/>
    <w:rsid w:val="00984A60"/>
    <w:rsid w:val="00985114"/>
    <w:rsid w:val="00985CD1"/>
    <w:rsid w:val="009866E0"/>
    <w:rsid w:val="00987514"/>
    <w:rsid w:val="0098763B"/>
    <w:rsid w:val="009876E9"/>
    <w:rsid w:val="009907F0"/>
    <w:rsid w:val="00990856"/>
    <w:rsid w:val="00990D20"/>
    <w:rsid w:val="00990DC1"/>
    <w:rsid w:val="00990DD6"/>
    <w:rsid w:val="009911D9"/>
    <w:rsid w:val="009911F8"/>
    <w:rsid w:val="00991218"/>
    <w:rsid w:val="009913FA"/>
    <w:rsid w:val="00992BA4"/>
    <w:rsid w:val="00993D47"/>
    <w:rsid w:val="00994E3D"/>
    <w:rsid w:val="00994EC3"/>
    <w:rsid w:val="00995160"/>
    <w:rsid w:val="00995504"/>
    <w:rsid w:val="00996046"/>
    <w:rsid w:val="00996B36"/>
    <w:rsid w:val="009971AE"/>
    <w:rsid w:val="009973B7"/>
    <w:rsid w:val="009973C5"/>
    <w:rsid w:val="00997456"/>
    <w:rsid w:val="009A00A5"/>
    <w:rsid w:val="009A2394"/>
    <w:rsid w:val="009A39B1"/>
    <w:rsid w:val="009A53BF"/>
    <w:rsid w:val="009A58B1"/>
    <w:rsid w:val="009A5A8A"/>
    <w:rsid w:val="009A6E97"/>
    <w:rsid w:val="009A7344"/>
    <w:rsid w:val="009A750C"/>
    <w:rsid w:val="009A7956"/>
    <w:rsid w:val="009A7D72"/>
    <w:rsid w:val="009B0011"/>
    <w:rsid w:val="009B02BC"/>
    <w:rsid w:val="009B0888"/>
    <w:rsid w:val="009B09F3"/>
    <w:rsid w:val="009B0B7D"/>
    <w:rsid w:val="009B14F7"/>
    <w:rsid w:val="009B176D"/>
    <w:rsid w:val="009B1980"/>
    <w:rsid w:val="009B1C0D"/>
    <w:rsid w:val="009B2496"/>
    <w:rsid w:val="009B3030"/>
    <w:rsid w:val="009B3212"/>
    <w:rsid w:val="009B3A52"/>
    <w:rsid w:val="009B4698"/>
    <w:rsid w:val="009B4725"/>
    <w:rsid w:val="009B4A68"/>
    <w:rsid w:val="009B5523"/>
    <w:rsid w:val="009B5D12"/>
    <w:rsid w:val="009B60A7"/>
    <w:rsid w:val="009B72F2"/>
    <w:rsid w:val="009C05F5"/>
    <w:rsid w:val="009C0D6D"/>
    <w:rsid w:val="009C11D4"/>
    <w:rsid w:val="009C128A"/>
    <w:rsid w:val="009C144A"/>
    <w:rsid w:val="009C1CE9"/>
    <w:rsid w:val="009C25AE"/>
    <w:rsid w:val="009C283C"/>
    <w:rsid w:val="009C290C"/>
    <w:rsid w:val="009C296F"/>
    <w:rsid w:val="009C35A0"/>
    <w:rsid w:val="009C4119"/>
    <w:rsid w:val="009C47D7"/>
    <w:rsid w:val="009C489B"/>
    <w:rsid w:val="009C4AED"/>
    <w:rsid w:val="009C4BFF"/>
    <w:rsid w:val="009C547E"/>
    <w:rsid w:val="009C5769"/>
    <w:rsid w:val="009C5E1B"/>
    <w:rsid w:val="009C616A"/>
    <w:rsid w:val="009C620E"/>
    <w:rsid w:val="009C6551"/>
    <w:rsid w:val="009C7301"/>
    <w:rsid w:val="009C771D"/>
    <w:rsid w:val="009D0858"/>
    <w:rsid w:val="009D09C0"/>
    <w:rsid w:val="009D0F9E"/>
    <w:rsid w:val="009D1672"/>
    <w:rsid w:val="009D1795"/>
    <w:rsid w:val="009D1B81"/>
    <w:rsid w:val="009D1C14"/>
    <w:rsid w:val="009D388B"/>
    <w:rsid w:val="009D3E0C"/>
    <w:rsid w:val="009D41E0"/>
    <w:rsid w:val="009D472E"/>
    <w:rsid w:val="009D528B"/>
    <w:rsid w:val="009D630F"/>
    <w:rsid w:val="009D6A57"/>
    <w:rsid w:val="009D6F2C"/>
    <w:rsid w:val="009D76CD"/>
    <w:rsid w:val="009E0300"/>
    <w:rsid w:val="009E0576"/>
    <w:rsid w:val="009E0751"/>
    <w:rsid w:val="009E0A15"/>
    <w:rsid w:val="009E0A84"/>
    <w:rsid w:val="009E0CCE"/>
    <w:rsid w:val="009E0D48"/>
    <w:rsid w:val="009E13BB"/>
    <w:rsid w:val="009E1CAC"/>
    <w:rsid w:val="009E21E0"/>
    <w:rsid w:val="009E2ABE"/>
    <w:rsid w:val="009E392D"/>
    <w:rsid w:val="009E4231"/>
    <w:rsid w:val="009E4309"/>
    <w:rsid w:val="009E5437"/>
    <w:rsid w:val="009E58F2"/>
    <w:rsid w:val="009E5F21"/>
    <w:rsid w:val="009E61F2"/>
    <w:rsid w:val="009E62E9"/>
    <w:rsid w:val="009E66AC"/>
    <w:rsid w:val="009E6795"/>
    <w:rsid w:val="009E6B60"/>
    <w:rsid w:val="009E703E"/>
    <w:rsid w:val="009E739B"/>
    <w:rsid w:val="009E7706"/>
    <w:rsid w:val="009F083A"/>
    <w:rsid w:val="009F0EC9"/>
    <w:rsid w:val="009F2422"/>
    <w:rsid w:val="009F2CC7"/>
    <w:rsid w:val="009F3349"/>
    <w:rsid w:val="009F354F"/>
    <w:rsid w:val="009F39FD"/>
    <w:rsid w:val="009F3B7B"/>
    <w:rsid w:val="009F4C76"/>
    <w:rsid w:val="009F55BA"/>
    <w:rsid w:val="009F579C"/>
    <w:rsid w:val="009F57E8"/>
    <w:rsid w:val="009F5800"/>
    <w:rsid w:val="009F5BCB"/>
    <w:rsid w:val="009F5CC9"/>
    <w:rsid w:val="009F656C"/>
    <w:rsid w:val="009F66DC"/>
    <w:rsid w:val="009F6AC2"/>
    <w:rsid w:val="009F6D90"/>
    <w:rsid w:val="009F7DBB"/>
    <w:rsid w:val="009F7DD0"/>
    <w:rsid w:val="00A0095E"/>
    <w:rsid w:val="00A0121C"/>
    <w:rsid w:val="00A01B52"/>
    <w:rsid w:val="00A01DC6"/>
    <w:rsid w:val="00A0203E"/>
    <w:rsid w:val="00A0207B"/>
    <w:rsid w:val="00A02829"/>
    <w:rsid w:val="00A02F9F"/>
    <w:rsid w:val="00A03514"/>
    <w:rsid w:val="00A0420D"/>
    <w:rsid w:val="00A0427A"/>
    <w:rsid w:val="00A04AA4"/>
    <w:rsid w:val="00A04D30"/>
    <w:rsid w:val="00A053D1"/>
    <w:rsid w:val="00A05E3B"/>
    <w:rsid w:val="00A06C4F"/>
    <w:rsid w:val="00A076FB"/>
    <w:rsid w:val="00A07C39"/>
    <w:rsid w:val="00A07C8A"/>
    <w:rsid w:val="00A07CAE"/>
    <w:rsid w:val="00A107E0"/>
    <w:rsid w:val="00A10BB0"/>
    <w:rsid w:val="00A115D9"/>
    <w:rsid w:val="00A11625"/>
    <w:rsid w:val="00A116D9"/>
    <w:rsid w:val="00A12648"/>
    <w:rsid w:val="00A1283A"/>
    <w:rsid w:val="00A1344D"/>
    <w:rsid w:val="00A1395E"/>
    <w:rsid w:val="00A13A00"/>
    <w:rsid w:val="00A13CD8"/>
    <w:rsid w:val="00A13FAD"/>
    <w:rsid w:val="00A145C2"/>
    <w:rsid w:val="00A14A88"/>
    <w:rsid w:val="00A15FAC"/>
    <w:rsid w:val="00A15FD5"/>
    <w:rsid w:val="00A16524"/>
    <w:rsid w:val="00A16539"/>
    <w:rsid w:val="00A16D51"/>
    <w:rsid w:val="00A175CA"/>
    <w:rsid w:val="00A17B2C"/>
    <w:rsid w:val="00A20D3E"/>
    <w:rsid w:val="00A20DAB"/>
    <w:rsid w:val="00A213CC"/>
    <w:rsid w:val="00A2178F"/>
    <w:rsid w:val="00A21E74"/>
    <w:rsid w:val="00A22009"/>
    <w:rsid w:val="00A23923"/>
    <w:rsid w:val="00A2466D"/>
    <w:rsid w:val="00A24A05"/>
    <w:rsid w:val="00A24AEC"/>
    <w:rsid w:val="00A24BF5"/>
    <w:rsid w:val="00A24D6E"/>
    <w:rsid w:val="00A25436"/>
    <w:rsid w:val="00A25CEA"/>
    <w:rsid w:val="00A263C2"/>
    <w:rsid w:val="00A26D4A"/>
    <w:rsid w:val="00A2742B"/>
    <w:rsid w:val="00A30DA3"/>
    <w:rsid w:val="00A3151A"/>
    <w:rsid w:val="00A3156D"/>
    <w:rsid w:val="00A315EF"/>
    <w:rsid w:val="00A3172C"/>
    <w:rsid w:val="00A31B33"/>
    <w:rsid w:val="00A31CD2"/>
    <w:rsid w:val="00A322B5"/>
    <w:rsid w:val="00A332B3"/>
    <w:rsid w:val="00A33D55"/>
    <w:rsid w:val="00A3439B"/>
    <w:rsid w:val="00A34D9A"/>
    <w:rsid w:val="00A3579E"/>
    <w:rsid w:val="00A35B74"/>
    <w:rsid w:val="00A35C36"/>
    <w:rsid w:val="00A360AA"/>
    <w:rsid w:val="00A36D66"/>
    <w:rsid w:val="00A4046B"/>
    <w:rsid w:val="00A407AF"/>
    <w:rsid w:val="00A41514"/>
    <w:rsid w:val="00A42424"/>
    <w:rsid w:val="00A4288D"/>
    <w:rsid w:val="00A42F25"/>
    <w:rsid w:val="00A43606"/>
    <w:rsid w:val="00A4376B"/>
    <w:rsid w:val="00A43FEA"/>
    <w:rsid w:val="00A44041"/>
    <w:rsid w:val="00A44A66"/>
    <w:rsid w:val="00A461CC"/>
    <w:rsid w:val="00A46932"/>
    <w:rsid w:val="00A47D2E"/>
    <w:rsid w:val="00A50258"/>
    <w:rsid w:val="00A50532"/>
    <w:rsid w:val="00A5085F"/>
    <w:rsid w:val="00A50A0A"/>
    <w:rsid w:val="00A5146A"/>
    <w:rsid w:val="00A518B4"/>
    <w:rsid w:val="00A51951"/>
    <w:rsid w:val="00A51D28"/>
    <w:rsid w:val="00A51EAC"/>
    <w:rsid w:val="00A53834"/>
    <w:rsid w:val="00A53879"/>
    <w:rsid w:val="00A538E8"/>
    <w:rsid w:val="00A54C4C"/>
    <w:rsid w:val="00A55207"/>
    <w:rsid w:val="00A553B4"/>
    <w:rsid w:val="00A5603B"/>
    <w:rsid w:val="00A560D5"/>
    <w:rsid w:val="00A571D8"/>
    <w:rsid w:val="00A5721E"/>
    <w:rsid w:val="00A57221"/>
    <w:rsid w:val="00A57FBD"/>
    <w:rsid w:val="00A6042A"/>
    <w:rsid w:val="00A607A0"/>
    <w:rsid w:val="00A615BC"/>
    <w:rsid w:val="00A6171A"/>
    <w:rsid w:val="00A6316A"/>
    <w:rsid w:val="00A633DF"/>
    <w:rsid w:val="00A63A44"/>
    <w:rsid w:val="00A63C03"/>
    <w:rsid w:val="00A645D5"/>
    <w:rsid w:val="00A6476A"/>
    <w:rsid w:val="00A65706"/>
    <w:rsid w:val="00A65978"/>
    <w:rsid w:val="00A668F6"/>
    <w:rsid w:val="00A669CA"/>
    <w:rsid w:val="00A66F22"/>
    <w:rsid w:val="00A67521"/>
    <w:rsid w:val="00A6775B"/>
    <w:rsid w:val="00A67A24"/>
    <w:rsid w:val="00A70672"/>
    <w:rsid w:val="00A706FB"/>
    <w:rsid w:val="00A70E05"/>
    <w:rsid w:val="00A70EE7"/>
    <w:rsid w:val="00A70FEB"/>
    <w:rsid w:val="00A720F4"/>
    <w:rsid w:val="00A72C54"/>
    <w:rsid w:val="00A72F7D"/>
    <w:rsid w:val="00A735AC"/>
    <w:rsid w:val="00A735FB"/>
    <w:rsid w:val="00A73A99"/>
    <w:rsid w:val="00A73B1A"/>
    <w:rsid w:val="00A7470A"/>
    <w:rsid w:val="00A7568F"/>
    <w:rsid w:val="00A75F8F"/>
    <w:rsid w:val="00A764E1"/>
    <w:rsid w:val="00A77012"/>
    <w:rsid w:val="00A77251"/>
    <w:rsid w:val="00A77FCF"/>
    <w:rsid w:val="00A801F0"/>
    <w:rsid w:val="00A80AC5"/>
    <w:rsid w:val="00A80B81"/>
    <w:rsid w:val="00A80D3A"/>
    <w:rsid w:val="00A80FAB"/>
    <w:rsid w:val="00A81233"/>
    <w:rsid w:val="00A81939"/>
    <w:rsid w:val="00A819D7"/>
    <w:rsid w:val="00A82239"/>
    <w:rsid w:val="00A82665"/>
    <w:rsid w:val="00A826E6"/>
    <w:rsid w:val="00A82A70"/>
    <w:rsid w:val="00A82A9D"/>
    <w:rsid w:val="00A833E3"/>
    <w:rsid w:val="00A844D8"/>
    <w:rsid w:val="00A84566"/>
    <w:rsid w:val="00A84690"/>
    <w:rsid w:val="00A84FAA"/>
    <w:rsid w:val="00A85D38"/>
    <w:rsid w:val="00A85E16"/>
    <w:rsid w:val="00A87727"/>
    <w:rsid w:val="00A87B6C"/>
    <w:rsid w:val="00A90CE8"/>
    <w:rsid w:val="00A9142A"/>
    <w:rsid w:val="00A916A9"/>
    <w:rsid w:val="00A920B2"/>
    <w:rsid w:val="00A92DC6"/>
    <w:rsid w:val="00A931F2"/>
    <w:rsid w:val="00A93399"/>
    <w:rsid w:val="00A93816"/>
    <w:rsid w:val="00A93FB8"/>
    <w:rsid w:val="00A941E1"/>
    <w:rsid w:val="00A944AA"/>
    <w:rsid w:val="00A946E3"/>
    <w:rsid w:val="00A94B2B"/>
    <w:rsid w:val="00A94CEA"/>
    <w:rsid w:val="00A9557E"/>
    <w:rsid w:val="00A955A7"/>
    <w:rsid w:val="00A9651A"/>
    <w:rsid w:val="00A96646"/>
    <w:rsid w:val="00A968AC"/>
    <w:rsid w:val="00A96D93"/>
    <w:rsid w:val="00A971C0"/>
    <w:rsid w:val="00AA1708"/>
    <w:rsid w:val="00AA24BC"/>
    <w:rsid w:val="00AA2650"/>
    <w:rsid w:val="00AA277A"/>
    <w:rsid w:val="00AA301A"/>
    <w:rsid w:val="00AA388B"/>
    <w:rsid w:val="00AA50AE"/>
    <w:rsid w:val="00AA558F"/>
    <w:rsid w:val="00AA596B"/>
    <w:rsid w:val="00AA5B15"/>
    <w:rsid w:val="00AA5E09"/>
    <w:rsid w:val="00AA7183"/>
    <w:rsid w:val="00AB00DF"/>
    <w:rsid w:val="00AB0180"/>
    <w:rsid w:val="00AB01F7"/>
    <w:rsid w:val="00AB0226"/>
    <w:rsid w:val="00AB097E"/>
    <w:rsid w:val="00AB0D39"/>
    <w:rsid w:val="00AB0E6A"/>
    <w:rsid w:val="00AB1206"/>
    <w:rsid w:val="00AB1255"/>
    <w:rsid w:val="00AB13BF"/>
    <w:rsid w:val="00AB1EE7"/>
    <w:rsid w:val="00AB1F2F"/>
    <w:rsid w:val="00AB34A7"/>
    <w:rsid w:val="00AB4FDE"/>
    <w:rsid w:val="00AB557B"/>
    <w:rsid w:val="00AB5C7F"/>
    <w:rsid w:val="00AB619E"/>
    <w:rsid w:val="00AB63BE"/>
    <w:rsid w:val="00AB64E5"/>
    <w:rsid w:val="00AB77C3"/>
    <w:rsid w:val="00AC017C"/>
    <w:rsid w:val="00AC02F3"/>
    <w:rsid w:val="00AC0757"/>
    <w:rsid w:val="00AC09DD"/>
    <w:rsid w:val="00AC1C13"/>
    <w:rsid w:val="00AC1EBD"/>
    <w:rsid w:val="00AC30A1"/>
    <w:rsid w:val="00AC3A61"/>
    <w:rsid w:val="00AC3D1F"/>
    <w:rsid w:val="00AC42AA"/>
    <w:rsid w:val="00AC450C"/>
    <w:rsid w:val="00AC45CE"/>
    <w:rsid w:val="00AC4DDC"/>
    <w:rsid w:val="00AC4EE1"/>
    <w:rsid w:val="00AC5247"/>
    <w:rsid w:val="00AC58D7"/>
    <w:rsid w:val="00AD122C"/>
    <w:rsid w:val="00AD136F"/>
    <w:rsid w:val="00AD15E2"/>
    <w:rsid w:val="00AD242D"/>
    <w:rsid w:val="00AD264E"/>
    <w:rsid w:val="00AD2B6F"/>
    <w:rsid w:val="00AD2BCE"/>
    <w:rsid w:val="00AD3122"/>
    <w:rsid w:val="00AD3186"/>
    <w:rsid w:val="00AD33E0"/>
    <w:rsid w:val="00AD3669"/>
    <w:rsid w:val="00AD36A6"/>
    <w:rsid w:val="00AD3D6C"/>
    <w:rsid w:val="00AD4139"/>
    <w:rsid w:val="00AD42FC"/>
    <w:rsid w:val="00AD4BA7"/>
    <w:rsid w:val="00AD5C40"/>
    <w:rsid w:val="00AD609A"/>
    <w:rsid w:val="00AD6E10"/>
    <w:rsid w:val="00AD7FBC"/>
    <w:rsid w:val="00AE09E0"/>
    <w:rsid w:val="00AE0EE8"/>
    <w:rsid w:val="00AE1025"/>
    <w:rsid w:val="00AE1BE4"/>
    <w:rsid w:val="00AE1DCA"/>
    <w:rsid w:val="00AE2162"/>
    <w:rsid w:val="00AE223B"/>
    <w:rsid w:val="00AE2287"/>
    <w:rsid w:val="00AE2969"/>
    <w:rsid w:val="00AE30B6"/>
    <w:rsid w:val="00AE3356"/>
    <w:rsid w:val="00AE381D"/>
    <w:rsid w:val="00AE387F"/>
    <w:rsid w:val="00AE3F7D"/>
    <w:rsid w:val="00AE4227"/>
    <w:rsid w:val="00AE4939"/>
    <w:rsid w:val="00AE4F81"/>
    <w:rsid w:val="00AE510F"/>
    <w:rsid w:val="00AE535C"/>
    <w:rsid w:val="00AE5534"/>
    <w:rsid w:val="00AE564F"/>
    <w:rsid w:val="00AE5AC6"/>
    <w:rsid w:val="00AE5F5D"/>
    <w:rsid w:val="00AE642F"/>
    <w:rsid w:val="00AE6670"/>
    <w:rsid w:val="00AE6E88"/>
    <w:rsid w:val="00AE76FD"/>
    <w:rsid w:val="00AE7CC0"/>
    <w:rsid w:val="00AF00E7"/>
    <w:rsid w:val="00AF0DD4"/>
    <w:rsid w:val="00AF0FCB"/>
    <w:rsid w:val="00AF25E3"/>
    <w:rsid w:val="00AF36E9"/>
    <w:rsid w:val="00AF3887"/>
    <w:rsid w:val="00AF3D60"/>
    <w:rsid w:val="00AF3D6C"/>
    <w:rsid w:val="00AF461A"/>
    <w:rsid w:val="00AF4C37"/>
    <w:rsid w:val="00AF4EA7"/>
    <w:rsid w:val="00AF584C"/>
    <w:rsid w:val="00AF5CDD"/>
    <w:rsid w:val="00AF5F0B"/>
    <w:rsid w:val="00AF6DA1"/>
    <w:rsid w:val="00AF73BD"/>
    <w:rsid w:val="00B009EF"/>
    <w:rsid w:val="00B00D73"/>
    <w:rsid w:val="00B00DBE"/>
    <w:rsid w:val="00B00E2E"/>
    <w:rsid w:val="00B0143D"/>
    <w:rsid w:val="00B01680"/>
    <w:rsid w:val="00B01BD7"/>
    <w:rsid w:val="00B02334"/>
    <w:rsid w:val="00B02637"/>
    <w:rsid w:val="00B037F7"/>
    <w:rsid w:val="00B040ED"/>
    <w:rsid w:val="00B04DCD"/>
    <w:rsid w:val="00B05765"/>
    <w:rsid w:val="00B05846"/>
    <w:rsid w:val="00B078DB"/>
    <w:rsid w:val="00B1052D"/>
    <w:rsid w:val="00B1148F"/>
    <w:rsid w:val="00B11847"/>
    <w:rsid w:val="00B12D5E"/>
    <w:rsid w:val="00B132ED"/>
    <w:rsid w:val="00B1355E"/>
    <w:rsid w:val="00B138D3"/>
    <w:rsid w:val="00B13BA6"/>
    <w:rsid w:val="00B13EE3"/>
    <w:rsid w:val="00B14034"/>
    <w:rsid w:val="00B14E7F"/>
    <w:rsid w:val="00B152A8"/>
    <w:rsid w:val="00B152C2"/>
    <w:rsid w:val="00B158AA"/>
    <w:rsid w:val="00B16161"/>
    <w:rsid w:val="00B16562"/>
    <w:rsid w:val="00B20571"/>
    <w:rsid w:val="00B20724"/>
    <w:rsid w:val="00B20E9D"/>
    <w:rsid w:val="00B20EA1"/>
    <w:rsid w:val="00B2110F"/>
    <w:rsid w:val="00B21268"/>
    <w:rsid w:val="00B2156E"/>
    <w:rsid w:val="00B218F7"/>
    <w:rsid w:val="00B22243"/>
    <w:rsid w:val="00B2244B"/>
    <w:rsid w:val="00B22EEE"/>
    <w:rsid w:val="00B231E6"/>
    <w:rsid w:val="00B23669"/>
    <w:rsid w:val="00B236A4"/>
    <w:rsid w:val="00B23C91"/>
    <w:rsid w:val="00B23D27"/>
    <w:rsid w:val="00B24438"/>
    <w:rsid w:val="00B24CA8"/>
    <w:rsid w:val="00B24D00"/>
    <w:rsid w:val="00B24F71"/>
    <w:rsid w:val="00B25EB1"/>
    <w:rsid w:val="00B2679B"/>
    <w:rsid w:val="00B26E0D"/>
    <w:rsid w:val="00B276C4"/>
    <w:rsid w:val="00B27B13"/>
    <w:rsid w:val="00B30486"/>
    <w:rsid w:val="00B305FD"/>
    <w:rsid w:val="00B30F80"/>
    <w:rsid w:val="00B310C1"/>
    <w:rsid w:val="00B31E6D"/>
    <w:rsid w:val="00B328F6"/>
    <w:rsid w:val="00B33133"/>
    <w:rsid w:val="00B3369E"/>
    <w:rsid w:val="00B33D97"/>
    <w:rsid w:val="00B33DC6"/>
    <w:rsid w:val="00B341A4"/>
    <w:rsid w:val="00B35077"/>
    <w:rsid w:val="00B35D18"/>
    <w:rsid w:val="00B3607C"/>
    <w:rsid w:val="00B36FA0"/>
    <w:rsid w:val="00B37504"/>
    <w:rsid w:val="00B404BE"/>
    <w:rsid w:val="00B40FB7"/>
    <w:rsid w:val="00B41104"/>
    <w:rsid w:val="00B41257"/>
    <w:rsid w:val="00B41546"/>
    <w:rsid w:val="00B41F6A"/>
    <w:rsid w:val="00B42181"/>
    <w:rsid w:val="00B42776"/>
    <w:rsid w:val="00B427E0"/>
    <w:rsid w:val="00B43101"/>
    <w:rsid w:val="00B43E55"/>
    <w:rsid w:val="00B44105"/>
    <w:rsid w:val="00B447B5"/>
    <w:rsid w:val="00B455C1"/>
    <w:rsid w:val="00B45611"/>
    <w:rsid w:val="00B456F3"/>
    <w:rsid w:val="00B4578E"/>
    <w:rsid w:val="00B4588D"/>
    <w:rsid w:val="00B463D7"/>
    <w:rsid w:val="00B46614"/>
    <w:rsid w:val="00B46AE6"/>
    <w:rsid w:val="00B4747B"/>
    <w:rsid w:val="00B474C2"/>
    <w:rsid w:val="00B47CBE"/>
    <w:rsid w:val="00B50C8F"/>
    <w:rsid w:val="00B512AA"/>
    <w:rsid w:val="00B51775"/>
    <w:rsid w:val="00B518AD"/>
    <w:rsid w:val="00B51A4E"/>
    <w:rsid w:val="00B52443"/>
    <w:rsid w:val="00B52EA7"/>
    <w:rsid w:val="00B539C3"/>
    <w:rsid w:val="00B53DAD"/>
    <w:rsid w:val="00B54A69"/>
    <w:rsid w:val="00B54BE0"/>
    <w:rsid w:val="00B54CEA"/>
    <w:rsid w:val="00B55B9E"/>
    <w:rsid w:val="00B565B4"/>
    <w:rsid w:val="00B567BC"/>
    <w:rsid w:val="00B6005D"/>
    <w:rsid w:val="00B60906"/>
    <w:rsid w:val="00B613F0"/>
    <w:rsid w:val="00B615D5"/>
    <w:rsid w:val="00B637A7"/>
    <w:rsid w:val="00B63BAE"/>
    <w:rsid w:val="00B63BE3"/>
    <w:rsid w:val="00B64048"/>
    <w:rsid w:val="00B646AC"/>
    <w:rsid w:val="00B6490A"/>
    <w:rsid w:val="00B64A70"/>
    <w:rsid w:val="00B64F8F"/>
    <w:rsid w:val="00B65BB3"/>
    <w:rsid w:val="00B660B5"/>
    <w:rsid w:val="00B66A8E"/>
    <w:rsid w:val="00B66AD0"/>
    <w:rsid w:val="00B66FB1"/>
    <w:rsid w:val="00B67378"/>
    <w:rsid w:val="00B6763E"/>
    <w:rsid w:val="00B700C4"/>
    <w:rsid w:val="00B707D1"/>
    <w:rsid w:val="00B71122"/>
    <w:rsid w:val="00B71361"/>
    <w:rsid w:val="00B715E7"/>
    <w:rsid w:val="00B7237B"/>
    <w:rsid w:val="00B73553"/>
    <w:rsid w:val="00B73CA4"/>
    <w:rsid w:val="00B73EAE"/>
    <w:rsid w:val="00B74338"/>
    <w:rsid w:val="00B749A8"/>
    <w:rsid w:val="00B74C30"/>
    <w:rsid w:val="00B7561A"/>
    <w:rsid w:val="00B75D29"/>
    <w:rsid w:val="00B75FC0"/>
    <w:rsid w:val="00B76D83"/>
    <w:rsid w:val="00B80141"/>
    <w:rsid w:val="00B801B9"/>
    <w:rsid w:val="00B805D7"/>
    <w:rsid w:val="00B806A1"/>
    <w:rsid w:val="00B81C6B"/>
    <w:rsid w:val="00B82B4B"/>
    <w:rsid w:val="00B82D73"/>
    <w:rsid w:val="00B8340F"/>
    <w:rsid w:val="00B83576"/>
    <w:rsid w:val="00B83764"/>
    <w:rsid w:val="00B8419C"/>
    <w:rsid w:val="00B841D6"/>
    <w:rsid w:val="00B8421D"/>
    <w:rsid w:val="00B851B2"/>
    <w:rsid w:val="00B858CE"/>
    <w:rsid w:val="00B8618A"/>
    <w:rsid w:val="00B86A95"/>
    <w:rsid w:val="00B872EF"/>
    <w:rsid w:val="00B9020D"/>
    <w:rsid w:val="00B907B7"/>
    <w:rsid w:val="00B90B33"/>
    <w:rsid w:val="00B91370"/>
    <w:rsid w:val="00B914D0"/>
    <w:rsid w:val="00B91625"/>
    <w:rsid w:val="00B91E54"/>
    <w:rsid w:val="00B9250C"/>
    <w:rsid w:val="00B92CA2"/>
    <w:rsid w:val="00B932C3"/>
    <w:rsid w:val="00B938CC"/>
    <w:rsid w:val="00B93D57"/>
    <w:rsid w:val="00B93ED0"/>
    <w:rsid w:val="00B948B6"/>
    <w:rsid w:val="00B94901"/>
    <w:rsid w:val="00B94C02"/>
    <w:rsid w:val="00B95067"/>
    <w:rsid w:val="00B95106"/>
    <w:rsid w:val="00B95C33"/>
    <w:rsid w:val="00B966BA"/>
    <w:rsid w:val="00B967A0"/>
    <w:rsid w:val="00B9681B"/>
    <w:rsid w:val="00B96ED9"/>
    <w:rsid w:val="00B97429"/>
    <w:rsid w:val="00B979EC"/>
    <w:rsid w:val="00BA028E"/>
    <w:rsid w:val="00BA0C13"/>
    <w:rsid w:val="00BA1514"/>
    <w:rsid w:val="00BA1946"/>
    <w:rsid w:val="00BA228E"/>
    <w:rsid w:val="00BA2330"/>
    <w:rsid w:val="00BA2E82"/>
    <w:rsid w:val="00BA34F3"/>
    <w:rsid w:val="00BA46F8"/>
    <w:rsid w:val="00BA491A"/>
    <w:rsid w:val="00BA4FE4"/>
    <w:rsid w:val="00BA5774"/>
    <w:rsid w:val="00BA5985"/>
    <w:rsid w:val="00BA615D"/>
    <w:rsid w:val="00BA6661"/>
    <w:rsid w:val="00BA72DA"/>
    <w:rsid w:val="00BA759D"/>
    <w:rsid w:val="00BA7FD9"/>
    <w:rsid w:val="00BB0AAE"/>
    <w:rsid w:val="00BB1FEC"/>
    <w:rsid w:val="00BB217B"/>
    <w:rsid w:val="00BB2C6E"/>
    <w:rsid w:val="00BB2CED"/>
    <w:rsid w:val="00BB31C1"/>
    <w:rsid w:val="00BB376B"/>
    <w:rsid w:val="00BB473A"/>
    <w:rsid w:val="00BB4C88"/>
    <w:rsid w:val="00BB551B"/>
    <w:rsid w:val="00BB5D31"/>
    <w:rsid w:val="00BB5EC4"/>
    <w:rsid w:val="00BB6AFE"/>
    <w:rsid w:val="00BB6F87"/>
    <w:rsid w:val="00BB703B"/>
    <w:rsid w:val="00BB741D"/>
    <w:rsid w:val="00BB7749"/>
    <w:rsid w:val="00BC00CA"/>
    <w:rsid w:val="00BC078F"/>
    <w:rsid w:val="00BC07CA"/>
    <w:rsid w:val="00BC0C6F"/>
    <w:rsid w:val="00BC236B"/>
    <w:rsid w:val="00BC2818"/>
    <w:rsid w:val="00BC3924"/>
    <w:rsid w:val="00BC454E"/>
    <w:rsid w:val="00BC4840"/>
    <w:rsid w:val="00BC4BB1"/>
    <w:rsid w:val="00BC50CF"/>
    <w:rsid w:val="00BC53F8"/>
    <w:rsid w:val="00BC559F"/>
    <w:rsid w:val="00BC5C7E"/>
    <w:rsid w:val="00BC6786"/>
    <w:rsid w:val="00BC6857"/>
    <w:rsid w:val="00BC77AD"/>
    <w:rsid w:val="00BC7875"/>
    <w:rsid w:val="00BC7D31"/>
    <w:rsid w:val="00BD0ADB"/>
    <w:rsid w:val="00BD20FE"/>
    <w:rsid w:val="00BD2317"/>
    <w:rsid w:val="00BD3498"/>
    <w:rsid w:val="00BD3685"/>
    <w:rsid w:val="00BD3B2F"/>
    <w:rsid w:val="00BD3C6F"/>
    <w:rsid w:val="00BD4649"/>
    <w:rsid w:val="00BD4BA4"/>
    <w:rsid w:val="00BD534E"/>
    <w:rsid w:val="00BD57E1"/>
    <w:rsid w:val="00BD5C8A"/>
    <w:rsid w:val="00BD5D20"/>
    <w:rsid w:val="00BD68FF"/>
    <w:rsid w:val="00BD6915"/>
    <w:rsid w:val="00BD7648"/>
    <w:rsid w:val="00BD7E2F"/>
    <w:rsid w:val="00BE019F"/>
    <w:rsid w:val="00BE033A"/>
    <w:rsid w:val="00BE04D6"/>
    <w:rsid w:val="00BE154A"/>
    <w:rsid w:val="00BE1D29"/>
    <w:rsid w:val="00BE2E24"/>
    <w:rsid w:val="00BE348E"/>
    <w:rsid w:val="00BE49D9"/>
    <w:rsid w:val="00BE4BC7"/>
    <w:rsid w:val="00BE59CD"/>
    <w:rsid w:val="00BE68C6"/>
    <w:rsid w:val="00BE6930"/>
    <w:rsid w:val="00BE7629"/>
    <w:rsid w:val="00BE77E7"/>
    <w:rsid w:val="00BF0299"/>
    <w:rsid w:val="00BF0F9C"/>
    <w:rsid w:val="00BF2AC4"/>
    <w:rsid w:val="00BF392D"/>
    <w:rsid w:val="00BF4A3E"/>
    <w:rsid w:val="00BF4C5F"/>
    <w:rsid w:val="00BF54BD"/>
    <w:rsid w:val="00BF56BC"/>
    <w:rsid w:val="00BF5824"/>
    <w:rsid w:val="00BF58F1"/>
    <w:rsid w:val="00BF61F7"/>
    <w:rsid w:val="00BF6B6F"/>
    <w:rsid w:val="00BF709F"/>
    <w:rsid w:val="00C004ED"/>
    <w:rsid w:val="00C00C9A"/>
    <w:rsid w:val="00C01222"/>
    <w:rsid w:val="00C02CF6"/>
    <w:rsid w:val="00C0308B"/>
    <w:rsid w:val="00C0325F"/>
    <w:rsid w:val="00C040C3"/>
    <w:rsid w:val="00C0442D"/>
    <w:rsid w:val="00C04678"/>
    <w:rsid w:val="00C05B81"/>
    <w:rsid w:val="00C05F4C"/>
    <w:rsid w:val="00C06100"/>
    <w:rsid w:val="00C07A5C"/>
    <w:rsid w:val="00C1027A"/>
    <w:rsid w:val="00C104E1"/>
    <w:rsid w:val="00C115A8"/>
    <w:rsid w:val="00C1238C"/>
    <w:rsid w:val="00C12866"/>
    <w:rsid w:val="00C128BF"/>
    <w:rsid w:val="00C1324B"/>
    <w:rsid w:val="00C136BB"/>
    <w:rsid w:val="00C149AA"/>
    <w:rsid w:val="00C15447"/>
    <w:rsid w:val="00C15D8D"/>
    <w:rsid w:val="00C17798"/>
    <w:rsid w:val="00C17914"/>
    <w:rsid w:val="00C202F3"/>
    <w:rsid w:val="00C20F4F"/>
    <w:rsid w:val="00C213D3"/>
    <w:rsid w:val="00C21527"/>
    <w:rsid w:val="00C22245"/>
    <w:rsid w:val="00C226E3"/>
    <w:rsid w:val="00C22804"/>
    <w:rsid w:val="00C23005"/>
    <w:rsid w:val="00C23461"/>
    <w:rsid w:val="00C236F0"/>
    <w:rsid w:val="00C23908"/>
    <w:rsid w:val="00C24448"/>
    <w:rsid w:val="00C256F7"/>
    <w:rsid w:val="00C257A7"/>
    <w:rsid w:val="00C25DA0"/>
    <w:rsid w:val="00C261EA"/>
    <w:rsid w:val="00C26645"/>
    <w:rsid w:val="00C27710"/>
    <w:rsid w:val="00C27987"/>
    <w:rsid w:val="00C27A7D"/>
    <w:rsid w:val="00C27AED"/>
    <w:rsid w:val="00C31125"/>
    <w:rsid w:val="00C3125C"/>
    <w:rsid w:val="00C31450"/>
    <w:rsid w:val="00C3148A"/>
    <w:rsid w:val="00C318A6"/>
    <w:rsid w:val="00C31BD0"/>
    <w:rsid w:val="00C31F1B"/>
    <w:rsid w:val="00C33196"/>
    <w:rsid w:val="00C33659"/>
    <w:rsid w:val="00C33920"/>
    <w:rsid w:val="00C33BA2"/>
    <w:rsid w:val="00C340E2"/>
    <w:rsid w:val="00C34A1F"/>
    <w:rsid w:val="00C34BC8"/>
    <w:rsid w:val="00C3545A"/>
    <w:rsid w:val="00C3565B"/>
    <w:rsid w:val="00C3677E"/>
    <w:rsid w:val="00C36D3D"/>
    <w:rsid w:val="00C37B5A"/>
    <w:rsid w:val="00C37CBC"/>
    <w:rsid w:val="00C40879"/>
    <w:rsid w:val="00C41009"/>
    <w:rsid w:val="00C413D4"/>
    <w:rsid w:val="00C41FEB"/>
    <w:rsid w:val="00C43DD2"/>
    <w:rsid w:val="00C446EA"/>
    <w:rsid w:val="00C44B17"/>
    <w:rsid w:val="00C44B4C"/>
    <w:rsid w:val="00C45C53"/>
    <w:rsid w:val="00C45D01"/>
    <w:rsid w:val="00C46149"/>
    <w:rsid w:val="00C46F58"/>
    <w:rsid w:val="00C47712"/>
    <w:rsid w:val="00C4778E"/>
    <w:rsid w:val="00C50762"/>
    <w:rsid w:val="00C50B62"/>
    <w:rsid w:val="00C50F9D"/>
    <w:rsid w:val="00C51830"/>
    <w:rsid w:val="00C528F0"/>
    <w:rsid w:val="00C53081"/>
    <w:rsid w:val="00C536A0"/>
    <w:rsid w:val="00C536CC"/>
    <w:rsid w:val="00C5437F"/>
    <w:rsid w:val="00C55657"/>
    <w:rsid w:val="00C559A3"/>
    <w:rsid w:val="00C55ED4"/>
    <w:rsid w:val="00C55FDC"/>
    <w:rsid w:val="00C56D34"/>
    <w:rsid w:val="00C57954"/>
    <w:rsid w:val="00C579A4"/>
    <w:rsid w:val="00C604E1"/>
    <w:rsid w:val="00C610DC"/>
    <w:rsid w:val="00C612C3"/>
    <w:rsid w:val="00C61507"/>
    <w:rsid w:val="00C618C2"/>
    <w:rsid w:val="00C62FEC"/>
    <w:rsid w:val="00C63351"/>
    <w:rsid w:val="00C63C98"/>
    <w:rsid w:val="00C6408F"/>
    <w:rsid w:val="00C6552A"/>
    <w:rsid w:val="00C65A26"/>
    <w:rsid w:val="00C66CB0"/>
    <w:rsid w:val="00C7162C"/>
    <w:rsid w:val="00C7179E"/>
    <w:rsid w:val="00C71E0D"/>
    <w:rsid w:val="00C726F7"/>
    <w:rsid w:val="00C74598"/>
    <w:rsid w:val="00C74ADB"/>
    <w:rsid w:val="00C752EA"/>
    <w:rsid w:val="00C753F8"/>
    <w:rsid w:val="00C765B5"/>
    <w:rsid w:val="00C768A5"/>
    <w:rsid w:val="00C76FBB"/>
    <w:rsid w:val="00C77F0C"/>
    <w:rsid w:val="00C80779"/>
    <w:rsid w:val="00C80C7E"/>
    <w:rsid w:val="00C80E0F"/>
    <w:rsid w:val="00C81158"/>
    <w:rsid w:val="00C81B78"/>
    <w:rsid w:val="00C82239"/>
    <w:rsid w:val="00C82248"/>
    <w:rsid w:val="00C82A29"/>
    <w:rsid w:val="00C8377F"/>
    <w:rsid w:val="00C84112"/>
    <w:rsid w:val="00C84340"/>
    <w:rsid w:val="00C8466C"/>
    <w:rsid w:val="00C847CE"/>
    <w:rsid w:val="00C85063"/>
    <w:rsid w:val="00C85F11"/>
    <w:rsid w:val="00C87E5C"/>
    <w:rsid w:val="00C903E3"/>
    <w:rsid w:val="00C90F10"/>
    <w:rsid w:val="00C911E7"/>
    <w:rsid w:val="00C92924"/>
    <w:rsid w:val="00C93066"/>
    <w:rsid w:val="00C93378"/>
    <w:rsid w:val="00C934CA"/>
    <w:rsid w:val="00C93552"/>
    <w:rsid w:val="00C9397A"/>
    <w:rsid w:val="00C947E1"/>
    <w:rsid w:val="00C948CD"/>
    <w:rsid w:val="00C94E22"/>
    <w:rsid w:val="00C95F47"/>
    <w:rsid w:val="00C96037"/>
    <w:rsid w:val="00C96233"/>
    <w:rsid w:val="00C97CD5"/>
    <w:rsid w:val="00CA0DD7"/>
    <w:rsid w:val="00CA1323"/>
    <w:rsid w:val="00CA14A9"/>
    <w:rsid w:val="00CA1B69"/>
    <w:rsid w:val="00CA1DA5"/>
    <w:rsid w:val="00CA2233"/>
    <w:rsid w:val="00CA2D2F"/>
    <w:rsid w:val="00CA3017"/>
    <w:rsid w:val="00CA404D"/>
    <w:rsid w:val="00CA4C6A"/>
    <w:rsid w:val="00CA4FCA"/>
    <w:rsid w:val="00CA5527"/>
    <w:rsid w:val="00CA5E68"/>
    <w:rsid w:val="00CA674B"/>
    <w:rsid w:val="00CA6761"/>
    <w:rsid w:val="00CA67A0"/>
    <w:rsid w:val="00CA6A11"/>
    <w:rsid w:val="00CA6B91"/>
    <w:rsid w:val="00CA6F51"/>
    <w:rsid w:val="00CA6FA9"/>
    <w:rsid w:val="00CA7179"/>
    <w:rsid w:val="00CA735B"/>
    <w:rsid w:val="00CB1347"/>
    <w:rsid w:val="00CB160D"/>
    <w:rsid w:val="00CB221A"/>
    <w:rsid w:val="00CB3A3B"/>
    <w:rsid w:val="00CB4099"/>
    <w:rsid w:val="00CB4739"/>
    <w:rsid w:val="00CB4EA4"/>
    <w:rsid w:val="00CB4F60"/>
    <w:rsid w:val="00CB521C"/>
    <w:rsid w:val="00CB635E"/>
    <w:rsid w:val="00CB74B5"/>
    <w:rsid w:val="00CC01E6"/>
    <w:rsid w:val="00CC1A7C"/>
    <w:rsid w:val="00CC1F18"/>
    <w:rsid w:val="00CC21A5"/>
    <w:rsid w:val="00CC23E9"/>
    <w:rsid w:val="00CC24B0"/>
    <w:rsid w:val="00CC24F3"/>
    <w:rsid w:val="00CC2556"/>
    <w:rsid w:val="00CC283F"/>
    <w:rsid w:val="00CC295C"/>
    <w:rsid w:val="00CC2BBE"/>
    <w:rsid w:val="00CC2BBF"/>
    <w:rsid w:val="00CC2E3A"/>
    <w:rsid w:val="00CC3045"/>
    <w:rsid w:val="00CC4140"/>
    <w:rsid w:val="00CC4248"/>
    <w:rsid w:val="00CC4A02"/>
    <w:rsid w:val="00CC56C5"/>
    <w:rsid w:val="00CC5910"/>
    <w:rsid w:val="00CC5E51"/>
    <w:rsid w:val="00CC60DA"/>
    <w:rsid w:val="00CC665F"/>
    <w:rsid w:val="00CD0B2B"/>
    <w:rsid w:val="00CD0B2C"/>
    <w:rsid w:val="00CD10F4"/>
    <w:rsid w:val="00CD1A38"/>
    <w:rsid w:val="00CD1E28"/>
    <w:rsid w:val="00CD27EE"/>
    <w:rsid w:val="00CD2BB4"/>
    <w:rsid w:val="00CD2E70"/>
    <w:rsid w:val="00CD2FDE"/>
    <w:rsid w:val="00CD34CD"/>
    <w:rsid w:val="00CD389E"/>
    <w:rsid w:val="00CD3A51"/>
    <w:rsid w:val="00CD4258"/>
    <w:rsid w:val="00CD45B9"/>
    <w:rsid w:val="00CD4C65"/>
    <w:rsid w:val="00CD4F6F"/>
    <w:rsid w:val="00CD510A"/>
    <w:rsid w:val="00CD57EC"/>
    <w:rsid w:val="00CD5BC4"/>
    <w:rsid w:val="00CD5C0C"/>
    <w:rsid w:val="00CD5EA5"/>
    <w:rsid w:val="00CD602A"/>
    <w:rsid w:val="00CD6D62"/>
    <w:rsid w:val="00CD6E7A"/>
    <w:rsid w:val="00CD6F20"/>
    <w:rsid w:val="00CD7242"/>
    <w:rsid w:val="00CE0273"/>
    <w:rsid w:val="00CE09A7"/>
    <w:rsid w:val="00CE2506"/>
    <w:rsid w:val="00CE2ADC"/>
    <w:rsid w:val="00CE36FE"/>
    <w:rsid w:val="00CE39BD"/>
    <w:rsid w:val="00CE49EF"/>
    <w:rsid w:val="00CE4D02"/>
    <w:rsid w:val="00CE50A5"/>
    <w:rsid w:val="00CE5BBA"/>
    <w:rsid w:val="00CE601D"/>
    <w:rsid w:val="00CE612E"/>
    <w:rsid w:val="00CE650D"/>
    <w:rsid w:val="00CE6C6A"/>
    <w:rsid w:val="00CE6E47"/>
    <w:rsid w:val="00CE7030"/>
    <w:rsid w:val="00CF0CF6"/>
    <w:rsid w:val="00CF19C4"/>
    <w:rsid w:val="00CF2F72"/>
    <w:rsid w:val="00CF318B"/>
    <w:rsid w:val="00CF372D"/>
    <w:rsid w:val="00CF3B80"/>
    <w:rsid w:val="00CF3DF4"/>
    <w:rsid w:val="00CF3E8A"/>
    <w:rsid w:val="00CF4558"/>
    <w:rsid w:val="00CF488D"/>
    <w:rsid w:val="00CF48EC"/>
    <w:rsid w:val="00CF56D1"/>
    <w:rsid w:val="00CF6743"/>
    <w:rsid w:val="00CF6AAF"/>
    <w:rsid w:val="00CF6B62"/>
    <w:rsid w:val="00CF6C62"/>
    <w:rsid w:val="00CF70D5"/>
    <w:rsid w:val="00CF71AA"/>
    <w:rsid w:val="00CF73BF"/>
    <w:rsid w:val="00CF7D0A"/>
    <w:rsid w:val="00D002A8"/>
    <w:rsid w:val="00D00C29"/>
    <w:rsid w:val="00D01059"/>
    <w:rsid w:val="00D01115"/>
    <w:rsid w:val="00D0123E"/>
    <w:rsid w:val="00D01AAB"/>
    <w:rsid w:val="00D01FC1"/>
    <w:rsid w:val="00D0221D"/>
    <w:rsid w:val="00D02234"/>
    <w:rsid w:val="00D023F9"/>
    <w:rsid w:val="00D02C11"/>
    <w:rsid w:val="00D03373"/>
    <w:rsid w:val="00D03CBC"/>
    <w:rsid w:val="00D03D2F"/>
    <w:rsid w:val="00D04010"/>
    <w:rsid w:val="00D049E1"/>
    <w:rsid w:val="00D04AA9"/>
    <w:rsid w:val="00D068CB"/>
    <w:rsid w:val="00D06BF2"/>
    <w:rsid w:val="00D06CDF"/>
    <w:rsid w:val="00D072C8"/>
    <w:rsid w:val="00D076F8"/>
    <w:rsid w:val="00D077DC"/>
    <w:rsid w:val="00D079B6"/>
    <w:rsid w:val="00D07C68"/>
    <w:rsid w:val="00D07CAF"/>
    <w:rsid w:val="00D07DA0"/>
    <w:rsid w:val="00D104D3"/>
    <w:rsid w:val="00D10BB5"/>
    <w:rsid w:val="00D11056"/>
    <w:rsid w:val="00D11DC6"/>
    <w:rsid w:val="00D122CC"/>
    <w:rsid w:val="00D12565"/>
    <w:rsid w:val="00D129F7"/>
    <w:rsid w:val="00D13039"/>
    <w:rsid w:val="00D131C4"/>
    <w:rsid w:val="00D13F46"/>
    <w:rsid w:val="00D1412B"/>
    <w:rsid w:val="00D149D6"/>
    <w:rsid w:val="00D14D26"/>
    <w:rsid w:val="00D14EC5"/>
    <w:rsid w:val="00D1506B"/>
    <w:rsid w:val="00D1524A"/>
    <w:rsid w:val="00D15469"/>
    <w:rsid w:val="00D15659"/>
    <w:rsid w:val="00D1584E"/>
    <w:rsid w:val="00D1627D"/>
    <w:rsid w:val="00D1685A"/>
    <w:rsid w:val="00D16A7C"/>
    <w:rsid w:val="00D16D68"/>
    <w:rsid w:val="00D201D7"/>
    <w:rsid w:val="00D20619"/>
    <w:rsid w:val="00D20D4D"/>
    <w:rsid w:val="00D213C9"/>
    <w:rsid w:val="00D21480"/>
    <w:rsid w:val="00D215DC"/>
    <w:rsid w:val="00D222B5"/>
    <w:rsid w:val="00D23330"/>
    <w:rsid w:val="00D23E0E"/>
    <w:rsid w:val="00D23F8D"/>
    <w:rsid w:val="00D24578"/>
    <w:rsid w:val="00D252D3"/>
    <w:rsid w:val="00D25834"/>
    <w:rsid w:val="00D25921"/>
    <w:rsid w:val="00D26621"/>
    <w:rsid w:val="00D26AA5"/>
    <w:rsid w:val="00D27D21"/>
    <w:rsid w:val="00D30AA5"/>
    <w:rsid w:val="00D30B57"/>
    <w:rsid w:val="00D31261"/>
    <w:rsid w:val="00D312AC"/>
    <w:rsid w:val="00D31D49"/>
    <w:rsid w:val="00D322B2"/>
    <w:rsid w:val="00D325E2"/>
    <w:rsid w:val="00D3386F"/>
    <w:rsid w:val="00D33BA9"/>
    <w:rsid w:val="00D33E48"/>
    <w:rsid w:val="00D343DF"/>
    <w:rsid w:val="00D3472D"/>
    <w:rsid w:val="00D34868"/>
    <w:rsid w:val="00D34D5A"/>
    <w:rsid w:val="00D35FE0"/>
    <w:rsid w:val="00D37F94"/>
    <w:rsid w:val="00D40298"/>
    <w:rsid w:val="00D40BB1"/>
    <w:rsid w:val="00D411E5"/>
    <w:rsid w:val="00D4176D"/>
    <w:rsid w:val="00D422F9"/>
    <w:rsid w:val="00D43169"/>
    <w:rsid w:val="00D44F1B"/>
    <w:rsid w:val="00D45CA9"/>
    <w:rsid w:val="00D45CCC"/>
    <w:rsid w:val="00D45D33"/>
    <w:rsid w:val="00D460E5"/>
    <w:rsid w:val="00D46714"/>
    <w:rsid w:val="00D46894"/>
    <w:rsid w:val="00D46C14"/>
    <w:rsid w:val="00D46F43"/>
    <w:rsid w:val="00D50163"/>
    <w:rsid w:val="00D5119D"/>
    <w:rsid w:val="00D5195A"/>
    <w:rsid w:val="00D51D97"/>
    <w:rsid w:val="00D5209D"/>
    <w:rsid w:val="00D52CF2"/>
    <w:rsid w:val="00D52E8F"/>
    <w:rsid w:val="00D535E2"/>
    <w:rsid w:val="00D54B74"/>
    <w:rsid w:val="00D550AB"/>
    <w:rsid w:val="00D563FC"/>
    <w:rsid w:val="00D569F3"/>
    <w:rsid w:val="00D57323"/>
    <w:rsid w:val="00D575DD"/>
    <w:rsid w:val="00D57895"/>
    <w:rsid w:val="00D607F8"/>
    <w:rsid w:val="00D60884"/>
    <w:rsid w:val="00D60DAD"/>
    <w:rsid w:val="00D61257"/>
    <w:rsid w:val="00D618E6"/>
    <w:rsid w:val="00D62549"/>
    <w:rsid w:val="00D62A1E"/>
    <w:rsid w:val="00D62B7A"/>
    <w:rsid w:val="00D630ED"/>
    <w:rsid w:val="00D633DB"/>
    <w:rsid w:val="00D639DC"/>
    <w:rsid w:val="00D63C91"/>
    <w:rsid w:val="00D64084"/>
    <w:rsid w:val="00D64389"/>
    <w:rsid w:val="00D64B18"/>
    <w:rsid w:val="00D64E4E"/>
    <w:rsid w:val="00D64ED2"/>
    <w:rsid w:val="00D65587"/>
    <w:rsid w:val="00D664C1"/>
    <w:rsid w:val="00D66B30"/>
    <w:rsid w:val="00D66EA2"/>
    <w:rsid w:val="00D67CA2"/>
    <w:rsid w:val="00D70369"/>
    <w:rsid w:val="00D704F6"/>
    <w:rsid w:val="00D713E1"/>
    <w:rsid w:val="00D71B5B"/>
    <w:rsid w:val="00D72046"/>
    <w:rsid w:val="00D726E2"/>
    <w:rsid w:val="00D72B8B"/>
    <w:rsid w:val="00D72C71"/>
    <w:rsid w:val="00D72EDF"/>
    <w:rsid w:val="00D730A3"/>
    <w:rsid w:val="00D73A58"/>
    <w:rsid w:val="00D753B4"/>
    <w:rsid w:val="00D754A2"/>
    <w:rsid w:val="00D75971"/>
    <w:rsid w:val="00D75A10"/>
    <w:rsid w:val="00D75DFA"/>
    <w:rsid w:val="00D75EDE"/>
    <w:rsid w:val="00D760A2"/>
    <w:rsid w:val="00D76B21"/>
    <w:rsid w:val="00D777D8"/>
    <w:rsid w:val="00D779F6"/>
    <w:rsid w:val="00D77CBB"/>
    <w:rsid w:val="00D80768"/>
    <w:rsid w:val="00D80C85"/>
    <w:rsid w:val="00D8175D"/>
    <w:rsid w:val="00D817DB"/>
    <w:rsid w:val="00D8191D"/>
    <w:rsid w:val="00D828AA"/>
    <w:rsid w:val="00D83459"/>
    <w:rsid w:val="00D839B0"/>
    <w:rsid w:val="00D83B5F"/>
    <w:rsid w:val="00D841AA"/>
    <w:rsid w:val="00D841C7"/>
    <w:rsid w:val="00D84FD8"/>
    <w:rsid w:val="00D860EB"/>
    <w:rsid w:val="00D8644F"/>
    <w:rsid w:val="00D866B2"/>
    <w:rsid w:val="00D86726"/>
    <w:rsid w:val="00D86C0F"/>
    <w:rsid w:val="00D90084"/>
    <w:rsid w:val="00D90D2F"/>
    <w:rsid w:val="00D90E00"/>
    <w:rsid w:val="00D91E98"/>
    <w:rsid w:val="00D92AE3"/>
    <w:rsid w:val="00D93458"/>
    <w:rsid w:val="00D93C35"/>
    <w:rsid w:val="00D9506D"/>
    <w:rsid w:val="00D95CC6"/>
    <w:rsid w:val="00D962E5"/>
    <w:rsid w:val="00D96BCD"/>
    <w:rsid w:val="00D96EAD"/>
    <w:rsid w:val="00D974F3"/>
    <w:rsid w:val="00D976B7"/>
    <w:rsid w:val="00DA0166"/>
    <w:rsid w:val="00DA0A19"/>
    <w:rsid w:val="00DA137F"/>
    <w:rsid w:val="00DA145A"/>
    <w:rsid w:val="00DA279D"/>
    <w:rsid w:val="00DA2A2E"/>
    <w:rsid w:val="00DA2B70"/>
    <w:rsid w:val="00DA5430"/>
    <w:rsid w:val="00DA5CDD"/>
    <w:rsid w:val="00DA5DA6"/>
    <w:rsid w:val="00DA61C2"/>
    <w:rsid w:val="00DA6907"/>
    <w:rsid w:val="00DA6BA1"/>
    <w:rsid w:val="00DA701D"/>
    <w:rsid w:val="00DA731C"/>
    <w:rsid w:val="00DA7A19"/>
    <w:rsid w:val="00DA7D48"/>
    <w:rsid w:val="00DB0060"/>
    <w:rsid w:val="00DB0431"/>
    <w:rsid w:val="00DB0C82"/>
    <w:rsid w:val="00DB15E9"/>
    <w:rsid w:val="00DB17E6"/>
    <w:rsid w:val="00DB20C0"/>
    <w:rsid w:val="00DB24B9"/>
    <w:rsid w:val="00DB2FBB"/>
    <w:rsid w:val="00DB4FE9"/>
    <w:rsid w:val="00DB5F71"/>
    <w:rsid w:val="00DB606F"/>
    <w:rsid w:val="00DB7CA5"/>
    <w:rsid w:val="00DC047D"/>
    <w:rsid w:val="00DC12E7"/>
    <w:rsid w:val="00DC1707"/>
    <w:rsid w:val="00DC18BF"/>
    <w:rsid w:val="00DC22EC"/>
    <w:rsid w:val="00DC2660"/>
    <w:rsid w:val="00DC2A08"/>
    <w:rsid w:val="00DC2CE9"/>
    <w:rsid w:val="00DC34B7"/>
    <w:rsid w:val="00DC4283"/>
    <w:rsid w:val="00DC454F"/>
    <w:rsid w:val="00DC45C6"/>
    <w:rsid w:val="00DC4DEE"/>
    <w:rsid w:val="00DC5209"/>
    <w:rsid w:val="00DC5A13"/>
    <w:rsid w:val="00DC655A"/>
    <w:rsid w:val="00DC6FB2"/>
    <w:rsid w:val="00DC7228"/>
    <w:rsid w:val="00DC7CCF"/>
    <w:rsid w:val="00DD0CF0"/>
    <w:rsid w:val="00DD0FFD"/>
    <w:rsid w:val="00DD1612"/>
    <w:rsid w:val="00DD1BB3"/>
    <w:rsid w:val="00DD2183"/>
    <w:rsid w:val="00DD2581"/>
    <w:rsid w:val="00DD26D9"/>
    <w:rsid w:val="00DD32ED"/>
    <w:rsid w:val="00DD33F0"/>
    <w:rsid w:val="00DD53DC"/>
    <w:rsid w:val="00DD563B"/>
    <w:rsid w:val="00DD599C"/>
    <w:rsid w:val="00DD655A"/>
    <w:rsid w:val="00DD6CE9"/>
    <w:rsid w:val="00DE00BF"/>
    <w:rsid w:val="00DE05AB"/>
    <w:rsid w:val="00DE09C5"/>
    <w:rsid w:val="00DE0D1E"/>
    <w:rsid w:val="00DE12D3"/>
    <w:rsid w:val="00DE23F3"/>
    <w:rsid w:val="00DE27D1"/>
    <w:rsid w:val="00DE2AB8"/>
    <w:rsid w:val="00DE2BFE"/>
    <w:rsid w:val="00DE2C8B"/>
    <w:rsid w:val="00DE5675"/>
    <w:rsid w:val="00DE5807"/>
    <w:rsid w:val="00DE597B"/>
    <w:rsid w:val="00DE6653"/>
    <w:rsid w:val="00DE6794"/>
    <w:rsid w:val="00DE6A8A"/>
    <w:rsid w:val="00DE7214"/>
    <w:rsid w:val="00DE72CB"/>
    <w:rsid w:val="00DE75D1"/>
    <w:rsid w:val="00DE785D"/>
    <w:rsid w:val="00DE7F90"/>
    <w:rsid w:val="00DF00E9"/>
    <w:rsid w:val="00DF0293"/>
    <w:rsid w:val="00DF078F"/>
    <w:rsid w:val="00DF146E"/>
    <w:rsid w:val="00DF2846"/>
    <w:rsid w:val="00DF3951"/>
    <w:rsid w:val="00DF4099"/>
    <w:rsid w:val="00DF44B7"/>
    <w:rsid w:val="00DF44BD"/>
    <w:rsid w:val="00DF47C0"/>
    <w:rsid w:val="00DF4FF0"/>
    <w:rsid w:val="00DF5262"/>
    <w:rsid w:val="00DF55EF"/>
    <w:rsid w:val="00DF5C17"/>
    <w:rsid w:val="00DF6111"/>
    <w:rsid w:val="00DF68D7"/>
    <w:rsid w:val="00DF68E7"/>
    <w:rsid w:val="00DF72BC"/>
    <w:rsid w:val="00DF7813"/>
    <w:rsid w:val="00DF7D9A"/>
    <w:rsid w:val="00E0003F"/>
    <w:rsid w:val="00E005A4"/>
    <w:rsid w:val="00E00DB2"/>
    <w:rsid w:val="00E010A3"/>
    <w:rsid w:val="00E01333"/>
    <w:rsid w:val="00E026A7"/>
    <w:rsid w:val="00E0294F"/>
    <w:rsid w:val="00E02D73"/>
    <w:rsid w:val="00E0307A"/>
    <w:rsid w:val="00E03D11"/>
    <w:rsid w:val="00E04397"/>
    <w:rsid w:val="00E052D4"/>
    <w:rsid w:val="00E0598D"/>
    <w:rsid w:val="00E05CE4"/>
    <w:rsid w:val="00E05D23"/>
    <w:rsid w:val="00E06041"/>
    <w:rsid w:val="00E0695F"/>
    <w:rsid w:val="00E06AAE"/>
    <w:rsid w:val="00E074FB"/>
    <w:rsid w:val="00E0760F"/>
    <w:rsid w:val="00E077EE"/>
    <w:rsid w:val="00E07DBF"/>
    <w:rsid w:val="00E07F6F"/>
    <w:rsid w:val="00E1009A"/>
    <w:rsid w:val="00E103B1"/>
    <w:rsid w:val="00E106B3"/>
    <w:rsid w:val="00E10C48"/>
    <w:rsid w:val="00E10E78"/>
    <w:rsid w:val="00E11109"/>
    <w:rsid w:val="00E12781"/>
    <w:rsid w:val="00E1292B"/>
    <w:rsid w:val="00E12F88"/>
    <w:rsid w:val="00E146A1"/>
    <w:rsid w:val="00E156C2"/>
    <w:rsid w:val="00E15D48"/>
    <w:rsid w:val="00E16244"/>
    <w:rsid w:val="00E16C7C"/>
    <w:rsid w:val="00E17819"/>
    <w:rsid w:val="00E2150E"/>
    <w:rsid w:val="00E21AD4"/>
    <w:rsid w:val="00E221A4"/>
    <w:rsid w:val="00E222C5"/>
    <w:rsid w:val="00E22570"/>
    <w:rsid w:val="00E22AD8"/>
    <w:rsid w:val="00E23750"/>
    <w:rsid w:val="00E23EF0"/>
    <w:rsid w:val="00E23F5C"/>
    <w:rsid w:val="00E246CF"/>
    <w:rsid w:val="00E247DF"/>
    <w:rsid w:val="00E2482D"/>
    <w:rsid w:val="00E249DB"/>
    <w:rsid w:val="00E2560C"/>
    <w:rsid w:val="00E257DD"/>
    <w:rsid w:val="00E25AEC"/>
    <w:rsid w:val="00E25E76"/>
    <w:rsid w:val="00E25FB6"/>
    <w:rsid w:val="00E26165"/>
    <w:rsid w:val="00E26508"/>
    <w:rsid w:val="00E26C5D"/>
    <w:rsid w:val="00E3043C"/>
    <w:rsid w:val="00E3119A"/>
    <w:rsid w:val="00E315B1"/>
    <w:rsid w:val="00E31A07"/>
    <w:rsid w:val="00E31C14"/>
    <w:rsid w:val="00E33383"/>
    <w:rsid w:val="00E3408D"/>
    <w:rsid w:val="00E343BC"/>
    <w:rsid w:val="00E34B50"/>
    <w:rsid w:val="00E34F84"/>
    <w:rsid w:val="00E35978"/>
    <w:rsid w:val="00E37076"/>
    <w:rsid w:val="00E373E4"/>
    <w:rsid w:val="00E400AD"/>
    <w:rsid w:val="00E40D3E"/>
    <w:rsid w:val="00E415CB"/>
    <w:rsid w:val="00E41908"/>
    <w:rsid w:val="00E42368"/>
    <w:rsid w:val="00E42571"/>
    <w:rsid w:val="00E42CAF"/>
    <w:rsid w:val="00E43229"/>
    <w:rsid w:val="00E434E6"/>
    <w:rsid w:val="00E4391C"/>
    <w:rsid w:val="00E441B9"/>
    <w:rsid w:val="00E445F0"/>
    <w:rsid w:val="00E44A07"/>
    <w:rsid w:val="00E4578C"/>
    <w:rsid w:val="00E45A44"/>
    <w:rsid w:val="00E45F94"/>
    <w:rsid w:val="00E464BE"/>
    <w:rsid w:val="00E475F5"/>
    <w:rsid w:val="00E476A4"/>
    <w:rsid w:val="00E47DE4"/>
    <w:rsid w:val="00E5124B"/>
    <w:rsid w:val="00E519BF"/>
    <w:rsid w:val="00E51E9D"/>
    <w:rsid w:val="00E52523"/>
    <w:rsid w:val="00E53059"/>
    <w:rsid w:val="00E53C51"/>
    <w:rsid w:val="00E53E1D"/>
    <w:rsid w:val="00E5402C"/>
    <w:rsid w:val="00E5432D"/>
    <w:rsid w:val="00E54457"/>
    <w:rsid w:val="00E548CE"/>
    <w:rsid w:val="00E54E81"/>
    <w:rsid w:val="00E55FBB"/>
    <w:rsid w:val="00E569D7"/>
    <w:rsid w:val="00E569DD"/>
    <w:rsid w:val="00E56A20"/>
    <w:rsid w:val="00E56E7C"/>
    <w:rsid w:val="00E570FC"/>
    <w:rsid w:val="00E573CD"/>
    <w:rsid w:val="00E60009"/>
    <w:rsid w:val="00E601A8"/>
    <w:rsid w:val="00E6033B"/>
    <w:rsid w:val="00E60619"/>
    <w:rsid w:val="00E609AD"/>
    <w:rsid w:val="00E61B80"/>
    <w:rsid w:val="00E62063"/>
    <w:rsid w:val="00E62CE2"/>
    <w:rsid w:val="00E63E4A"/>
    <w:rsid w:val="00E64412"/>
    <w:rsid w:val="00E645A0"/>
    <w:rsid w:val="00E649CA"/>
    <w:rsid w:val="00E64F60"/>
    <w:rsid w:val="00E65181"/>
    <w:rsid w:val="00E65835"/>
    <w:rsid w:val="00E65900"/>
    <w:rsid w:val="00E65EC8"/>
    <w:rsid w:val="00E661B6"/>
    <w:rsid w:val="00E66659"/>
    <w:rsid w:val="00E66DEC"/>
    <w:rsid w:val="00E66E02"/>
    <w:rsid w:val="00E67666"/>
    <w:rsid w:val="00E70250"/>
    <w:rsid w:val="00E7106D"/>
    <w:rsid w:val="00E71E3F"/>
    <w:rsid w:val="00E71E4B"/>
    <w:rsid w:val="00E729C4"/>
    <w:rsid w:val="00E72CBC"/>
    <w:rsid w:val="00E733F5"/>
    <w:rsid w:val="00E73573"/>
    <w:rsid w:val="00E7380D"/>
    <w:rsid w:val="00E74DB0"/>
    <w:rsid w:val="00E75872"/>
    <w:rsid w:val="00E75C29"/>
    <w:rsid w:val="00E76158"/>
    <w:rsid w:val="00E76CF4"/>
    <w:rsid w:val="00E77202"/>
    <w:rsid w:val="00E7761A"/>
    <w:rsid w:val="00E77738"/>
    <w:rsid w:val="00E80F0D"/>
    <w:rsid w:val="00E81141"/>
    <w:rsid w:val="00E81C2C"/>
    <w:rsid w:val="00E82824"/>
    <w:rsid w:val="00E82D53"/>
    <w:rsid w:val="00E83042"/>
    <w:rsid w:val="00E837FA"/>
    <w:rsid w:val="00E83932"/>
    <w:rsid w:val="00E83BA5"/>
    <w:rsid w:val="00E8530E"/>
    <w:rsid w:val="00E86152"/>
    <w:rsid w:val="00E86D9A"/>
    <w:rsid w:val="00E870DC"/>
    <w:rsid w:val="00E875D5"/>
    <w:rsid w:val="00E8774C"/>
    <w:rsid w:val="00E87B8A"/>
    <w:rsid w:val="00E87D82"/>
    <w:rsid w:val="00E90C46"/>
    <w:rsid w:val="00E9121E"/>
    <w:rsid w:val="00E915F4"/>
    <w:rsid w:val="00E9183A"/>
    <w:rsid w:val="00E91B58"/>
    <w:rsid w:val="00E91B84"/>
    <w:rsid w:val="00E92010"/>
    <w:rsid w:val="00E920EA"/>
    <w:rsid w:val="00E93BA2"/>
    <w:rsid w:val="00E9405A"/>
    <w:rsid w:val="00E94CE6"/>
    <w:rsid w:val="00E94F02"/>
    <w:rsid w:val="00E95278"/>
    <w:rsid w:val="00E9531F"/>
    <w:rsid w:val="00E954D9"/>
    <w:rsid w:val="00E95B72"/>
    <w:rsid w:val="00E95C04"/>
    <w:rsid w:val="00E96DB7"/>
    <w:rsid w:val="00E96F7F"/>
    <w:rsid w:val="00EA0299"/>
    <w:rsid w:val="00EA1369"/>
    <w:rsid w:val="00EA138E"/>
    <w:rsid w:val="00EA167F"/>
    <w:rsid w:val="00EA1F11"/>
    <w:rsid w:val="00EA20A2"/>
    <w:rsid w:val="00EA2683"/>
    <w:rsid w:val="00EA28E4"/>
    <w:rsid w:val="00EA2A17"/>
    <w:rsid w:val="00EA395F"/>
    <w:rsid w:val="00EA3CBD"/>
    <w:rsid w:val="00EA4543"/>
    <w:rsid w:val="00EA7360"/>
    <w:rsid w:val="00EA749C"/>
    <w:rsid w:val="00EA7A63"/>
    <w:rsid w:val="00EA7BF5"/>
    <w:rsid w:val="00EA7E34"/>
    <w:rsid w:val="00EB0621"/>
    <w:rsid w:val="00EB07A6"/>
    <w:rsid w:val="00EB0AFA"/>
    <w:rsid w:val="00EB220F"/>
    <w:rsid w:val="00EB29F5"/>
    <w:rsid w:val="00EB2E1C"/>
    <w:rsid w:val="00EB338D"/>
    <w:rsid w:val="00EB3910"/>
    <w:rsid w:val="00EB420C"/>
    <w:rsid w:val="00EB4459"/>
    <w:rsid w:val="00EB4AB1"/>
    <w:rsid w:val="00EB4D58"/>
    <w:rsid w:val="00EB4DE7"/>
    <w:rsid w:val="00EB5170"/>
    <w:rsid w:val="00EB5B2C"/>
    <w:rsid w:val="00EB6074"/>
    <w:rsid w:val="00EB6161"/>
    <w:rsid w:val="00EB7715"/>
    <w:rsid w:val="00EB78A4"/>
    <w:rsid w:val="00EB7954"/>
    <w:rsid w:val="00EC00E1"/>
    <w:rsid w:val="00EC01DF"/>
    <w:rsid w:val="00EC0275"/>
    <w:rsid w:val="00EC0E6D"/>
    <w:rsid w:val="00EC1A9B"/>
    <w:rsid w:val="00EC21BC"/>
    <w:rsid w:val="00EC2647"/>
    <w:rsid w:val="00EC3D65"/>
    <w:rsid w:val="00EC4187"/>
    <w:rsid w:val="00EC466D"/>
    <w:rsid w:val="00EC499C"/>
    <w:rsid w:val="00EC5215"/>
    <w:rsid w:val="00EC54B6"/>
    <w:rsid w:val="00EC5756"/>
    <w:rsid w:val="00EC5A62"/>
    <w:rsid w:val="00EC5B25"/>
    <w:rsid w:val="00EC5D43"/>
    <w:rsid w:val="00EC63B9"/>
    <w:rsid w:val="00EC63F6"/>
    <w:rsid w:val="00EC727C"/>
    <w:rsid w:val="00EC787F"/>
    <w:rsid w:val="00EC7F04"/>
    <w:rsid w:val="00ED1002"/>
    <w:rsid w:val="00ED1120"/>
    <w:rsid w:val="00ED1377"/>
    <w:rsid w:val="00ED13F0"/>
    <w:rsid w:val="00ED1895"/>
    <w:rsid w:val="00ED21B7"/>
    <w:rsid w:val="00ED2425"/>
    <w:rsid w:val="00ED2C3A"/>
    <w:rsid w:val="00ED2D90"/>
    <w:rsid w:val="00ED35DC"/>
    <w:rsid w:val="00ED3E3C"/>
    <w:rsid w:val="00ED42F7"/>
    <w:rsid w:val="00ED44E3"/>
    <w:rsid w:val="00ED4FA2"/>
    <w:rsid w:val="00ED58E9"/>
    <w:rsid w:val="00ED657F"/>
    <w:rsid w:val="00ED6797"/>
    <w:rsid w:val="00ED7A8D"/>
    <w:rsid w:val="00EE2040"/>
    <w:rsid w:val="00EE2294"/>
    <w:rsid w:val="00EE2579"/>
    <w:rsid w:val="00EE30B8"/>
    <w:rsid w:val="00EE3286"/>
    <w:rsid w:val="00EE3468"/>
    <w:rsid w:val="00EE376D"/>
    <w:rsid w:val="00EE384B"/>
    <w:rsid w:val="00EE3A7F"/>
    <w:rsid w:val="00EE5148"/>
    <w:rsid w:val="00EE5953"/>
    <w:rsid w:val="00EE6A88"/>
    <w:rsid w:val="00EE6D99"/>
    <w:rsid w:val="00EE7A93"/>
    <w:rsid w:val="00EF13E4"/>
    <w:rsid w:val="00EF2AF4"/>
    <w:rsid w:val="00EF2D0D"/>
    <w:rsid w:val="00EF2F03"/>
    <w:rsid w:val="00EF3071"/>
    <w:rsid w:val="00EF3DF9"/>
    <w:rsid w:val="00EF4C75"/>
    <w:rsid w:val="00EF5371"/>
    <w:rsid w:val="00EF53B8"/>
    <w:rsid w:val="00EF5A7D"/>
    <w:rsid w:val="00EF66E9"/>
    <w:rsid w:val="00EF6942"/>
    <w:rsid w:val="00EF6E96"/>
    <w:rsid w:val="00EF6EBA"/>
    <w:rsid w:val="00EF7495"/>
    <w:rsid w:val="00EF7FA9"/>
    <w:rsid w:val="00F0021F"/>
    <w:rsid w:val="00F00734"/>
    <w:rsid w:val="00F012F4"/>
    <w:rsid w:val="00F014F1"/>
    <w:rsid w:val="00F01A19"/>
    <w:rsid w:val="00F01E08"/>
    <w:rsid w:val="00F027BE"/>
    <w:rsid w:val="00F0296F"/>
    <w:rsid w:val="00F02AC6"/>
    <w:rsid w:val="00F02C4D"/>
    <w:rsid w:val="00F04970"/>
    <w:rsid w:val="00F0509A"/>
    <w:rsid w:val="00F05136"/>
    <w:rsid w:val="00F058E6"/>
    <w:rsid w:val="00F05DE4"/>
    <w:rsid w:val="00F0631D"/>
    <w:rsid w:val="00F06563"/>
    <w:rsid w:val="00F0661D"/>
    <w:rsid w:val="00F066C1"/>
    <w:rsid w:val="00F069F2"/>
    <w:rsid w:val="00F06BD7"/>
    <w:rsid w:val="00F07A2F"/>
    <w:rsid w:val="00F07B90"/>
    <w:rsid w:val="00F10165"/>
    <w:rsid w:val="00F1101E"/>
    <w:rsid w:val="00F119B7"/>
    <w:rsid w:val="00F11C6A"/>
    <w:rsid w:val="00F12BF0"/>
    <w:rsid w:val="00F132A5"/>
    <w:rsid w:val="00F1360F"/>
    <w:rsid w:val="00F1398A"/>
    <w:rsid w:val="00F13C9D"/>
    <w:rsid w:val="00F13D96"/>
    <w:rsid w:val="00F14280"/>
    <w:rsid w:val="00F143CC"/>
    <w:rsid w:val="00F14F68"/>
    <w:rsid w:val="00F15A9B"/>
    <w:rsid w:val="00F16BCF"/>
    <w:rsid w:val="00F16C77"/>
    <w:rsid w:val="00F17179"/>
    <w:rsid w:val="00F1734B"/>
    <w:rsid w:val="00F1764D"/>
    <w:rsid w:val="00F20062"/>
    <w:rsid w:val="00F20B2E"/>
    <w:rsid w:val="00F20BFA"/>
    <w:rsid w:val="00F212FA"/>
    <w:rsid w:val="00F2252C"/>
    <w:rsid w:val="00F2312A"/>
    <w:rsid w:val="00F23170"/>
    <w:rsid w:val="00F23437"/>
    <w:rsid w:val="00F2343C"/>
    <w:rsid w:val="00F23471"/>
    <w:rsid w:val="00F235F9"/>
    <w:rsid w:val="00F23689"/>
    <w:rsid w:val="00F23B3A"/>
    <w:rsid w:val="00F24B22"/>
    <w:rsid w:val="00F24BC4"/>
    <w:rsid w:val="00F2508A"/>
    <w:rsid w:val="00F25AD6"/>
    <w:rsid w:val="00F25BC3"/>
    <w:rsid w:val="00F25FDD"/>
    <w:rsid w:val="00F262A0"/>
    <w:rsid w:val="00F2677D"/>
    <w:rsid w:val="00F2726D"/>
    <w:rsid w:val="00F27B33"/>
    <w:rsid w:val="00F30330"/>
    <w:rsid w:val="00F3073C"/>
    <w:rsid w:val="00F30A78"/>
    <w:rsid w:val="00F31507"/>
    <w:rsid w:val="00F336D7"/>
    <w:rsid w:val="00F338A5"/>
    <w:rsid w:val="00F33EF0"/>
    <w:rsid w:val="00F3450A"/>
    <w:rsid w:val="00F349D5"/>
    <w:rsid w:val="00F34A29"/>
    <w:rsid w:val="00F34E18"/>
    <w:rsid w:val="00F350A0"/>
    <w:rsid w:val="00F3542C"/>
    <w:rsid w:val="00F354FF"/>
    <w:rsid w:val="00F35671"/>
    <w:rsid w:val="00F36654"/>
    <w:rsid w:val="00F407CA"/>
    <w:rsid w:val="00F410C9"/>
    <w:rsid w:val="00F4128C"/>
    <w:rsid w:val="00F41589"/>
    <w:rsid w:val="00F415AA"/>
    <w:rsid w:val="00F41783"/>
    <w:rsid w:val="00F41DEB"/>
    <w:rsid w:val="00F426CD"/>
    <w:rsid w:val="00F431CC"/>
    <w:rsid w:val="00F44AD6"/>
    <w:rsid w:val="00F45B20"/>
    <w:rsid w:val="00F45D36"/>
    <w:rsid w:val="00F46699"/>
    <w:rsid w:val="00F46A5F"/>
    <w:rsid w:val="00F46B0D"/>
    <w:rsid w:val="00F46ED7"/>
    <w:rsid w:val="00F47278"/>
    <w:rsid w:val="00F5008E"/>
    <w:rsid w:val="00F5038C"/>
    <w:rsid w:val="00F50E4E"/>
    <w:rsid w:val="00F515B5"/>
    <w:rsid w:val="00F5170F"/>
    <w:rsid w:val="00F519CE"/>
    <w:rsid w:val="00F52386"/>
    <w:rsid w:val="00F525FA"/>
    <w:rsid w:val="00F526EA"/>
    <w:rsid w:val="00F528EF"/>
    <w:rsid w:val="00F52A84"/>
    <w:rsid w:val="00F52E96"/>
    <w:rsid w:val="00F53C38"/>
    <w:rsid w:val="00F53E83"/>
    <w:rsid w:val="00F5411E"/>
    <w:rsid w:val="00F544E0"/>
    <w:rsid w:val="00F545A2"/>
    <w:rsid w:val="00F5474C"/>
    <w:rsid w:val="00F557BC"/>
    <w:rsid w:val="00F55DD8"/>
    <w:rsid w:val="00F55F79"/>
    <w:rsid w:val="00F55FAD"/>
    <w:rsid w:val="00F561C7"/>
    <w:rsid w:val="00F57D90"/>
    <w:rsid w:val="00F57E01"/>
    <w:rsid w:val="00F6037D"/>
    <w:rsid w:val="00F60A94"/>
    <w:rsid w:val="00F61123"/>
    <w:rsid w:val="00F61282"/>
    <w:rsid w:val="00F61883"/>
    <w:rsid w:val="00F621B5"/>
    <w:rsid w:val="00F6316A"/>
    <w:rsid w:val="00F631EB"/>
    <w:rsid w:val="00F633E5"/>
    <w:rsid w:val="00F63891"/>
    <w:rsid w:val="00F63AE5"/>
    <w:rsid w:val="00F6541E"/>
    <w:rsid w:val="00F65C43"/>
    <w:rsid w:val="00F66223"/>
    <w:rsid w:val="00F666E2"/>
    <w:rsid w:val="00F673FB"/>
    <w:rsid w:val="00F67979"/>
    <w:rsid w:val="00F67985"/>
    <w:rsid w:val="00F70219"/>
    <w:rsid w:val="00F71414"/>
    <w:rsid w:val="00F72382"/>
    <w:rsid w:val="00F72E15"/>
    <w:rsid w:val="00F730A4"/>
    <w:rsid w:val="00F731EE"/>
    <w:rsid w:val="00F734BA"/>
    <w:rsid w:val="00F737B5"/>
    <w:rsid w:val="00F7412D"/>
    <w:rsid w:val="00F74A2C"/>
    <w:rsid w:val="00F757BD"/>
    <w:rsid w:val="00F75B31"/>
    <w:rsid w:val="00F75CDA"/>
    <w:rsid w:val="00F77303"/>
    <w:rsid w:val="00F77FB2"/>
    <w:rsid w:val="00F80DF4"/>
    <w:rsid w:val="00F816A3"/>
    <w:rsid w:val="00F81DA1"/>
    <w:rsid w:val="00F82A76"/>
    <w:rsid w:val="00F83334"/>
    <w:rsid w:val="00F84924"/>
    <w:rsid w:val="00F84BF1"/>
    <w:rsid w:val="00F84C4B"/>
    <w:rsid w:val="00F84F22"/>
    <w:rsid w:val="00F84F48"/>
    <w:rsid w:val="00F8595F"/>
    <w:rsid w:val="00F85D76"/>
    <w:rsid w:val="00F86079"/>
    <w:rsid w:val="00F8631E"/>
    <w:rsid w:val="00F86CA0"/>
    <w:rsid w:val="00F8714E"/>
    <w:rsid w:val="00F8793E"/>
    <w:rsid w:val="00F90175"/>
    <w:rsid w:val="00F909E0"/>
    <w:rsid w:val="00F910C9"/>
    <w:rsid w:val="00F914A7"/>
    <w:rsid w:val="00F92501"/>
    <w:rsid w:val="00F93081"/>
    <w:rsid w:val="00F93893"/>
    <w:rsid w:val="00F94136"/>
    <w:rsid w:val="00F94ACC"/>
    <w:rsid w:val="00F94C19"/>
    <w:rsid w:val="00F95088"/>
    <w:rsid w:val="00F95184"/>
    <w:rsid w:val="00F97142"/>
    <w:rsid w:val="00F97872"/>
    <w:rsid w:val="00F97AD3"/>
    <w:rsid w:val="00FA067D"/>
    <w:rsid w:val="00FA0A00"/>
    <w:rsid w:val="00FA0D97"/>
    <w:rsid w:val="00FA1113"/>
    <w:rsid w:val="00FA139C"/>
    <w:rsid w:val="00FA1D33"/>
    <w:rsid w:val="00FA2161"/>
    <w:rsid w:val="00FA21FB"/>
    <w:rsid w:val="00FA28C3"/>
    <w:rsid w:val="00FA2C85"/>
    <w:rsid w:val="00FA31C0"/>
    <w:rsid w:val="00FA32A8"/>
    <w:rsid w:val="00FA36B1"/>
    <w:rsid w:val="00FA39D4"/>
    <w:rsid w:val="00FA3F10"/>
    <w:rsid w:val="00FA44BB"/>
    <w:rsid w:val="00FA5343"/>
    <w:rsid w:val="00FA5B72"/>
    <w:rsid w:val="00FA6196"/>
    <w:rsid w:val="00FA6FF0"/>
    <w:rsid w:val="00FA7970"/>
    <w:rsid w:val="00FA7EE0"/>
    <w:rsid w:val="00FA7F2C"/>
    <w:rsid w:val="00FB0AC4"/>
    <w:rsid w:val="00FB10EB"/>
    <w:rsid w:val="00FB1684"/>
    <w:rsid w:val="00FB191D"/>
    <w:rsid w:val="00FB24A9"/>
    <w:rsid w:val="00FB26B6"/>
    <w:rsid w:val="00FB2A0A"/>
    <w:rsid w:val="00FB4279"/>
    <w:rsid w:val="00FB494B"/>
    <w:rsid w:val="00FB4D8A"/>
    <w:rsid w:val="00FB5534"/>
    <w:rsid w:val="00FB5876"/>
    <w:rsid w:val="00FB6964"/>
    <w:rsid w:val="00FB784F"/>
    <w:rsid w:val="00FB79AA"/>
    <w:rsid w:val="00FC003D"/>
    <w:rsid w:val="00FC04D7"/>
    <w:rsid w:val="00FC0A59"/>
    <w:rsid w:val="00FC11A7"/>
    <w:rsid w:val="00FC15D8"/>
    <w:rsid w:val="00FC21F7"/>
    <w:rsid w:val="00FC3022"/>
    <w:rsid w:val="00FC30CE"/>
    <w:rsid w:val="00FC333D"/>
    <w:rsid w:val="00FC450E"/>
    <w:rsid w:val="00FC4598"/>
    <w:rsid w:val="00FC497B"/>
    <w:rsid w:val="00FC4BEF"/>
    <w:rsid w:val="00FC510D"/>
    <w:rsid w:val="00FC52F7"/>
    <w:rsid w:val="00FC5E42"/>
    <w:rsid w:val="00FC6409"/>
    <w:rsid w:val="00FC6E05"/>
    <w:rsid w:val="00FC72AD"/>
    <w:rsid w:val="00FD0DE9"/>
    <w:rsid w:val="00FD1975"/>
    <w:rsid w:val="00FD1B8C"/>
    <w:rsid w:val="00FD1C38"/>
    <w:rsid w:val="00FD27CA"/>
    <w:rsid w:val="00FD2C52"/>
    <w:rsid w:val="00FD35C5"/>
    <w:rsid w:val="00FD3ACE"/>
    <w:rsid w:val="00FD49C0"/>
    <w:rsid w:val="00FD4CA1"/>
    <w:rsid w:val="00FD5870"/>
    <w:rsid w:val="00FD5C6D"/>
    <w:rsid w:val="00FD6655"/>
    <w:rsid w:val="00FD6F9A"/>
    <w:rsid w:val="00FD7CAA"/>
    <w:rsid w:val="00FE0128"/>
    <w:rsid w:val="00FE0696"/>
    <w:rsid w:val="00FE106F"/>
    <w:rsid w:val="00FE1364"/>
    <w:rsid w:val="00FE19E4"/>
    <w:rsid w:val="00FE1A09"/>
    <w:rsid w:val="00FE1ABF"/>
    <w:rsid w:val="00FE1B21"/>
    <w:rsid w:val="00FE2A42"/>
    <w:rsid w:val="00FE2FA7"/>
    <w:rsid w:val="00FE3C40"/>
    <w:rsid w:val="00FE3FC3"/>
    <w:rsid w:val="00FE40CE"/>
    <w:rsid w:val="00FE4703"/>
    <w:rsid w:val="00FE54E5"/>
    <w:rsid w:val="00FE571C"/>
    <w:rsid w:val="00FE59C8"/>
    <w:rsid w:val="00FE5E3D"/>
    <w:rsid w:val="00FE6212"/>
    <w:rsid w:val="00FE6A4B"/>
    <w:rsid w:val="00FE6AC9"/>
    <w:rsid w:val="00FE6CAB"/>
    <w:rsid w:val="00FE7F1F"/>
    <w:rsid w:val="00FF00AB"/>
    <w:rsid w:val="00FF02C5"/>
    <w:rsid w:val="00FF06E9"/>
    <w:rsid w:val="00FF0F39"/>
    <w:rsid w:val="00FF22F7"/>
    <w:rsid w:val="00FF2690"/>
    <w:rsid w:val="00FF27B0"/>
    <w:rsid w:val="00FF2A20"/>
    <w:rsid w:val="00FF34E3"/>
    <w:rsid w:val="00FF368E"/>
    <w:rsid w:val="00FF3D49"/>
    <w:rsid w:val="00FF4BC0"/>
    <w:rsid w:val="00FF7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AE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26A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35B5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35B58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35B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35B5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562</TotalTime>
  <Pages>1</Pages>
  <Words>185</Words>
  <Characters>1058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долг Ханты-Мансийского автономного округа - Югры                            по состоянию на 1 июня 2011 года</dc:title>
  <dc:subject/>
  <dc:creator>User</dc:creator>
  <cp:keywords/>
  <dc:description/>
  <cp:lastModifiedBy>Кочурова</cp:lastModifiedBy>
  <cp:revision>50</cp:revision>
  <cp:lastPrinted>2015-11-06T11:49:00Z</cp:lastPrinted>
  <dcterms:created xsi:type="dcterms:W3CDTF">2012-06-20T08:44:00Z</dcterms:created>
  <dcterms:modified xsi:type="dcterms:W3CDTF">2015-11-06T11:49:00Z</dcterms:modified>
</cp:coreProperties>
</file>